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1BFCF1" w14:textId="0AD4295B" w:rsidR="00D44D92" w:rsidRDefault="00DC43E6" w:rsidP="00DC43E6">
      <w:pPr>
        <w:pBdr>
          <w:top w:val="nil"/>
          <w:left w:val="nil"/>
          <w:bottom w:val="nil"/>
          <w:right w:val="nil"/>
          <w:between w:val="nil"/>
        </w:pBdr>
        <w:spacing w:line="276" w:lineRule="auto"/>
        <w:rPr>
          <w:rFonts w:ascii="Aptos" w:eastAsia="Times" w:hAnsi="Aptos" w:cs="Times"/>
        </w:rPr>
      </w:pPr>
      <w:r w:rsidRPr="00B227AD">
        <w:rPr>
          <w:rFonts w:ascii="Aptos" w:eastAsia="Times" w:hAnsi="Aptos" w:cs="Times"/>
        </w:rPr>
        <w:t xml:space="preserve">KLASA: </w:t>
      </w:r>
      <w:r w:rsidR="000460B0" w:rsidRPr="000460B0">
        <w:rPr>
          <w:rFonts w:ascii="Aptos" w:eastAsia="Times" w:hAnsi="Aptos" w:cs="Times"/>
        </w:rPr>
        <w:t>602-04/25-02/01</w:t>
      </w:r>
      <w:r w:rsidR="00D44D92">
        <w:rPr>
          <w:rFonts w:ascii="Aptos" w:eastAsia="Times" w:hAnsi="Aptos" w:cs="Times"/>
        </w:rPr>
        <w:br/>
      </w:r>
      <w:r w:rsidRPr="00B227AD">
        <w:rPr>
          <w:rFonts w:ascii="Aptos" w:eastAsia="Times" w:hAnsi="Aptos" w:cs="Times"/>
        </w:rPr>
        <w:t xml:space="preserve">URBROJ: </w:t>
      </w:r>
      <w:r w:rsidR="0023029E" w:rsidRPr="0023029E">
        <w:rPr>
          <w:rFonts w:ascii="Aptos" w:eastAsia="Times" w:hAnsi="Aptos" w:cs="Times"/>
        </w:rPr>
        <w:t>2140-5-3-25-</w:t>
      </w:r>
      <w:r w:rsidR="00CE4F2C">
        <w:rPr>
          <w:rFonts w:ascii="Aptos" w:eastAsia="Times" w:hAnsi="Aptos" w:cs="Times"/>
        </w:rPr>
        <w:t>2</w:t>
      </w:r>
    </w:p>
    <w:p w14:paraId="28A8361F" w14:textId="77777777" w:rsidR="005E77C9" w:rsidRPr="00B227AD" w:rsidRDefault="005E77C9" w:rsidP="00DC43E6">
      <w:pPr>
        <w:pBdr>
          <w:top w:val="nil"/>
          <w:left w:val="nil"/>
          <w:bottom w:val="nil"/>
          <w:right w:val="nil"/>
          <w:between w:val="nil"/>
        </w:pBdr>
        <w:spacing w:line="276" w:lineRule="auto"/>
        <w:rPr>
          <w:rFonts w:ascii="Aptos" w:eastAsia="Times" w:hAnsi="Aptos" w:cs="Times"/>
        </w:rPr>
      </w:pPr>
    </w:p>
    <w:p w14:paraId="603A9CA3" w14:textId="37BE49EF" w:rsidR="00DC43E6" w:rsidRPr="00B227AD" w:rsidRDefault="00DC43E6" w:rsidP="00DC43E6">
      <w:pPr>
        <w:pBdr>
          <w:top w:val="nil"/>
          <w:left w:val="nil"/>
          <w:bottom w:val="nil"/>
          <w:right w:val="nil"/>
          <w:between w:val="nil"/>
        </w:pBdr>
        <w:spacing w:line="276" w:lineRule="auto"/>
        <w:rPr>
          <w:rFonts w:ascii="Aptos" w:eastAsia="Times" w:hAnsi="Aptos" w:cs="Times"/>
        </w:rPr>
      </w:pPr>
      <w:r w:rsidRPr="00B227AD">
        <w:rPr>
          <w:rFonts w:ascii="Aptos" w:eastAsia="Times" w:hAnsi="Aptos" w:cs="Times"/>
        </w:rPr>
        <w:t xml:space="preserve">Pregrada, </w:t>
      </w:r>
      <w:r w:rsidR="00CE4F2C">
        <w:rPr>
          <w:rFonts w:ascii="Aptos" w:eastAsia="Times" w:hAnsi="Aptos" w:cs="Times"/>
        </w:rPr>
        <w:t>7</w:t>
      </w:r>
      <w:r w:rsidRPr="00B227AD">
        <w:rPr>
          <w:rFonts w:ascii="Aptos" w:eastAsia="Times" w:hAnsi="Aptos" w:cs="Times"/>
        </w:rPr>
        <w:t xml:space="preserve">. </w:t>
      </w:r>
      <w:r w:rsidR="005C34AE">
        <w:rPr>
          <w:rFonts w:ascii="Aptos" w:eastAsia="Times" w:hAnsi="Aptos" w:cs="Times"/>
        </w:rPr>
        <w:t>ožujka</w:t>
      </w:r>
      <w:r w:rsidRPr="00B227AD">
        <w:rPr>
          <w:rFonts w:ascii="Aptos" w:eastAsia="Times" w:hAnsi="Aptos" w:cs="Times"/>
        </w:rPr>
        <w:t xml:space="preserve"> 202</w:t>
      </w:r>
      <w:r w:rsidR="005C34AE">
        <w:rPr>
          <w:rFonts w:ascii="Aptos" w:eastAsia="Times" w:hAnsi="Aptos" w:cs="Times"/>
        </w:rPr>
        <w:t>5</w:t>
      </w:r>
      <w:r w:rsidRPr="00B227AD">
        <w:rPr>
          <w:rFonts w:ascii="Aptos" w:eastAsia="Times" w:hAnsi="Aptos" w:cs="Times"/>
        </w:rPr>
        <w:t>.</w:t>
      </w:r>
    </w:p>
    <w:p w14:paraId="4397F3CE" w14:textId="77777777" w:rsidR="00DC43E6" w:rsidRDefault="00DC43E6" w:rsidP="00DC43E6">
      <w:pPr>
        <w:rPr>
          <w:rFonts w:ascii="Aptos" w:hAnsi="Aptos"/>
          <w:sz w:val="20"/>
          <w:szCs w:val="20"/>
        </w:rPr>
      </w:pPr>
    </w:p>
    <w:p w14:paraId="744DF020" w14:textId="77777777" w:rsidR="00000FE5" w:rsidRPr="00B227AD" w:rsidRDefault="00000FE5" w:rsidP="00DC43E6">
      <w:pPr>
        <w:rPr>
          <w:rFonts w:ascii="Aptos" w:hAnsi="Aptos"/>
          <w:sz w:val="20"/>
          <w:szCs w:val="20"/>
        </w:rPr>
      </w:pPr>
    </w:p>
    <w:p w14:paraId="4DC6AE22" w14:textId="77777777" w:rsidR="006C30BB" w:rsidRPr="006C30BB" w:rsidRDefault="006C30BB" w:rsidP="006C30BB">
      <w:pPr>
        <w:pBdr>
          <w:top w:val="nil"/>
          <w:left w:val="nil"/>
          <w:bottom w:val="nil"/>
          <w:right w:val="nil"/>
          <w:between w:val="nil"/>
        </w:pBdr>
        <w:spacing w:line="276" w:lineRule="auto"/>
        <w:rPr>
          <w:rFonts w:ascii="Times" w:eastAsia="Times" w:hAnsi="Times" w:cs="Times"/>
        </w:rPr>
      </w:pPr>
    </w:p>
    <w:p w14:paraId="5A1325B7" w14:textId="77777777" w:rsidR="006C30BB" w:rsidRPr="006C30BB" w:rsidRDefault="006C30BB" w:rsidP="006C30BB">
      <w:pPr>
        <w:pBdr>
          <w:top w:val="nil"/>
          <w:left w:val="nil"/>
          <w:bottom w:val="nil"/>
          <w:right w:val="nil"/>
          <w:between w:val="nil"/>
        </w:pBdr>
        <w:spacing w:line="276" w:lineRule="auto"/>
        <w:jc w:val="center"/>
        <w:rPr>
          <w:rFonts w:ascii="Times" w:eastAsia="Times" w:hAnsi="Times" w:cs="Times"/>
          <w:b/>
          <w:bCs/>
          <w:sz w:val="32"/>
          <w:szCs w:val="32"/>
        </w:rPr>
      </w:pPr>
      <w:r w:rsidRPr="006C30BB">
        <w:rPr>
          <w:rFonts w:ascii="Times" w:eastAsia="Times" w:hAnsi="Times" w:cs="Times"/>
          <w:b/>
          <w:bCs/>
          <w:sz w:val="32"/>
          <w:szCs w:val="32"/>
        </w:rPr>
        <w:t>IZVJEŠĆE O RADU</w:t>
      </w:r>
    </w:p>
    <w:p w14:paraId="2B9AD5BE" w14:textId="77777777" w:rsidR="006C30BB" w:rsidRPr="006C30BB" w:rsidRDefault="006C30BB" w:rsidP="006C30BB">
      <w:pPr>
        <w:pBdr>
          <w:top w:val="nil"/>
          <w:left w:val="nil"/>
          <w:bottom w:val="nil"/>
          <w:right w:val="nil"/>
          <w:between w:val="nil"/>
        </w:pBdr>
        <w:spacing w:line="276" w:lineRule="auto"/>
        <w:jc w:val="center"/>
        <w:rPr>
          <w:rFonts w:ascii="Times" w:eastAsia="Times" w:hAnsi="Times" w:cs="Times"/>
          <w:b/>
          <w:bCs/>
          <w:sz w:val="32"/>
          <w:szCs w:val="32"/>
        </w:rPr>
      </w:pPr>
      <w:r w:rsidRPr="006C30BB">
        <w:rPr>
          <w:rFonts w:ascii="Times" w:eastAsia="Times" w:hAnsi="Times" w:cs="Times"/>
          <w:b/>
          <w:bCs/>
          <w:sz w:val="32"/>
          <w:szCs w:val="32"/>
        </w:rPr>
        <w:t>PUČKOG OTVORENOG UČILIŠTA PREGRADA</w:t>
      </w:r>
    </w:p>
    <w:p w14:paraId="6E06A1F4" w14:textId="5533451B" w:rsidR="006C30BB" w:rsidRPr="006C30BB" w:rsidRDefault="006C30BB" w:rsidP="006C30BB">
      <w:pPr>
        <w:pBdr>
          <w:top w:val="nil"/>
          <w:left w:val="nil"/>
          <w:bottom w:val="nil"/>
          <w:right w:val="nil"/>
          <w:between w:val="nil"/>
        </w:pBdr>
        <w:spacing w:line="276" w:lineRule="auto"/>
        <w:jc w:val="center"/>
        <w:rPr>
          <w:rFonts w:ascii="Times" w:eastAsia="Times" w:hAnsi="Times" w:cs="Times"/>
          <w:b/>
          <w:bCs/>
          <w:sz w:val="32"/>
          <w:szCs w:val="32"/>
        </w:rPr>
      </w:pPr>
      <w:r w:rsidRPr="006C30BB">
        <w:rPr>
          <w:rFonts w:ascii="Times" w:eastAsia="Times" w:hAnsi="Times" w:cs="Times"/>
          <w:b/>
          <w:bCs/>
          <w:sz w:val="32"/>
          <w:szCs w:val="32"/>
        </w:rPr>
        <w:t>U 202</w:t>
      </w:r>
      <w:r w:rsidR="005C34AE">
        <w:rPr>
          <w:rFonts w:ascii="Times" w:eastAsia="Times" w:hAnsi="Times" w:cs="Times"/>
          <w:b/>
          <w:bCs/>
          <w:sz w:val="32"/>
          <w:szCs w:val="32"/>
        </w:rPr>
        <w:t>4</w:t>
      </w:r>
      <w:r w:rsidRPr="006C30BB">
        <w:rPr>
          <w:rFonts w:ascii="Times" w:eastAsia="Times" w:hAnsi="Times" w:cs="Times"/>
          <w:b/>
          <w:bCs/>
          <w:sz w:val="32"/>
          <w:szCs w:val="32"/>
        </w:rPr>
        <w:t>. GODINI</w:t>
      </w:r>
    </w:p>
    <w:p w14:paraId="0F7FF5DF" w14:textId="77777777" w:rsidR="006C30BB" w:rsidRPr="006C30BB" w:rsidRDefault="006C30BB" w:rsidP="006C30BB">
      <w:pPr>
        <w:pBdr>
          <w:top w:val="nil"/>
          <w:left w:val="nil"/>
          <w:bottom w:val="nil"/>
          <w:right w:val="nil"/>
          <w:between w:val="nil"/>
        </w:pBdr>
        <w:spacing w:line="276" w:lineRule="auto"/>
        <w:rPr>
          <w:rFonts w:ascii="Times" w:eastAsia="Times" w:hAnsi="Times" w:cs="Times"/>
        </w:rPr>
      </w:pPr>
    </w:p>
    <w:p w14:paraId="3B08129A" w14:textId="77777777" w:rsidR="006C30BB" w:rsidRPr="006C30BB" w:rsidRDefault="006C30BB" w:rsidP="006C30BB">
      <w:pPr>
        <w:pBdr>
          <w:top w:val="nil"/>
          <w:left w:val="nil"/>
          <w:bottom w:val="nil"/>
          <w:right w:val="nil"/>
          <w:between w:val="nil"/>
        </w:pBdr>
        <w:spacing w:line="276" w:lineRule="auto"/>
        <w:jc w:val="center"/>
        <w:rPr>
          <w:rFonts w:ascii="Times" w:eastAsia="Times" w:hAnsi="Times" w:cs="Times"/>
          <w:sz w:val="20"/>
          <w:szCs w:val="20"/>
        </w:rPr>
      </w:pPr>
      <w:r w:rsidRPr="006C30BB">
        <w:rPr>
          <w:noProof/>
        </w:rPr>
        <w:drawing>
          <wp:inline distT="0" distB="0" distL="0" distR="0" wp14:anchorId="43525E06" wp14:editId="49EDEAD0">
            <wp:extent cx="5066249" cy="3800475"/>
            <wp:effectExtent l="0" t="0" r="1270" b="0"/>
            <wp:docPr id="1" name="Picture 1" descr="A building with a sign on it&#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building with a sign on it&#10;&#10;Description automatically generated with low confidenc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066603" cy="3800741"/>
                    </a:xfrm>
                    <a:prstGeom prst="rect">
                      <a:avLst/>
                    </a:prstGeom>
                    <a:noFill/>
                    <a:ln>
                      <a:noFill/>
                    </a:ln>
                  </pic:spPr>
                </pic:pic>
              </a:graphicData>
            </a:graphic>
          </wp:inline>
        </w:drawing>
      </w:r>
    </w:p>
    <w:p w14:paraId="3FBE6654" w14:textId="77777777" w:rsidR="006C30BB" w:rsidRPr="006C30BB" w:rsidRDefault="006C30BB" w:rsidP="006C30BB">
      <w:pPr>
        <w:pBdr>
          <w:top w:val="nil"/>
          <w:left w:val="nil"/>
          <w:bottom w:val="nil"/>
          <w:right w:val="nil"/>
          <w:between w:val="nil"/>
        </w:pBdr>
        <w:spacing w:after="200" w:line="276" w:lineRule="auto"/>
        <w:ind w:left="720"/>
        <w:contextualSpacing/>
        <w:rPr>
          <w:rFonts w:ascii="Times" w:eastAsia="Times" w:hAnsi="Times" w:cs="Times"/>
          <w:sz w:val="20"/>
          <w:szCs w:val="20"/>
        </w:rPr>
      </w:pPr>
    </w:p>
    <w:p w14:paraId="066869D4" w14:textId="77777777" w:rsidR="006C30BB" w:rsidRPr="006C30BB" w:rsidRDefault="006C30BB" w:rsidP="006C30BB">
      <w:pPr>
        <w:pBdr>
          <w:top w:val="nil"/>
          <w:left w:val="nil"/>
          <w:bottom w:val="nil"/>
          <w:right w:val="nil"/>
          <w:between w:val="nil"/>
        </w:pBdr>
        <w:spacing w:after="200" w:line="276" w:lineRule="auto"/>
        <w:ind w:left="720"/>
        <w:contextualSpacing/>
        <w:rPr>
          <w:rFonts w:ascii="Times" w:eastAsia="Times" w:hAnsi="Times" w:cs="Times"/>
          <w:sz w:val="20"/>
          <w:szCs w:val="20"/>
        </w:rPr>
      </w:pPr>
    </w:p>
    <w:p w14:paraId="6EB09E2A" w14:textId="77777777" w:rsidR="006C30BB" w:rsidRPr="006C30BB" w:rsidRDefault="006C30BB" w:rsidP="006C30BB">
      <w:pPr>
        <w:pBdr>
          <w:top w:val="nil"/>
          <w:left w:val="nil"/>
          <w:bottom w:val="nil"/>
          <w:right w:val="nil"/>
          <w:between w:val="nil"/>
        </w:pBdr>
        <w:spacing w:after="200" w:line="276" w:lineRule="auto"/>
        <w:ind w:left="720"/>
        <w:contextualSpacing/>
        <w:rPr>
          <w:rFonts w:ascii="Times" w:eastAsia="Times" w:hAnsi="Times" w:cs="Times"/>
          <w:sz w:val="20"/>
          <w:szCs w:val="20"/>
        </w:rPr>
      </w:pPr>
    </w:p>
    <w:p w14:paraId="08B09B49" w14:textId="77777777" w:rsidR="006C30BB" w:rsidRDefault="006C30BB" w:rsidP="006C30BB">
      <w:pPr>
        <w:pBdr>
          <w:top w:val="nil"/>
          <w:left w:val="nil"/>
          <w:bottom w:val="nil"/>
          <w:right w:val="nil"/>
          <w:between w:val="nil"/>
        </w:pBdr>
        <w:spacing w:after="200" w:line="276" w:lineRule="auto"/>
        <w:ind w:left="720"/>
        <w:contextualSpacing/>
        <w:rPr>
          <w:rFonts w:ascii="Times" w:eastAsia="Times" w:hAnsi="Times" w:cs="Times"/>
          <w:sz w:val="20"/>
          <w:szCs w:val="20"/>
        </w:rPr>
      </w:pPr>
    </w:p>
    <w:p w14:paraId="120973EB" w14:textId="77777777" w:rsidR="00000FE5" w:rsidRDefault="00000FE5" w:rsidP="006C30BB">
      <w:pPr>
        <w:pBdr>
          <w:top w:val="nil"/>
          <w:left w:val="nil"/>
          <w:bottom w:val="nil"/>
          <w:right w:val="nil"/>
          <w:between w:val="nil"/>
        </w:pBdr>
        <w:spacing w:after="200" w:line="276" w:lineRule="auto"/>
        <w:ind w:left="720"/>
        <w:contextualSpacing/>
        <w:rPr>
          <w:rFonts w:ascii="Times" w:eastAsia="Times" w:hAnsi="Times" w:cs="Times"/>
          <w:sz w:val="20"/>
          <w:szCs w:val="20"/>
        </w:rPr>
      </w:pPr>
    </w:p>
    <w:p w14:paraId="07A0EF26" w14:textId="77777777" w:rsidR="00000FE5" w:rsidRDefault="00000FE5" w:rsidP="006C30BB">
      <w:pPr>
        <w:pBdr>
          <w:top w:val="nil"/>
          <w:left w:val="nil"/>
          <w:bottom w:val="nil"/>
          <w:right w:val="nil"/>
          <w:between w:val="nil"/>
        </w:pBdr>
        <w:spacing w:after="200" w:line="276" w:lineRule="auto"/>
        <w:ind w:left="720"/>
        <w:contextualSpacing/>
        <w:rPr>
          <w:rFonts w:ascii="Times" w:eastAsia="Times" w:hAnsi="Times" w:cs="Times"/>
          <w:sz w:val="20"/>
          <w:szCs w:val="20"/>
        </w:rPr>
      </w:pPr>
    </w:p>
    <w:p w14:paraId="2D167152" w14:textId="77777777" w:rsidR="00000FE5" w:rsidRPr="006C30BB" w:rsidRDefault="00000FE5" w:rsidP="006C30BB">
      <w:pPr>
        <w:pBdr>
          <w:top w:val="nil"/>
          <w:left w:val="nil"/>
          <w:bottom w:val="nil"/>
          <w:right w:val="nil"/>
          <w:between w:val="nil"/>
        </w:pBdr>
        <w:spacing w:after="200" w:line="276" w:lineRule="auto"/>
        <w:ind w:left="720"/>
        <w:contextualSpacing/>
        <w:rPr>
          <w:rFonts w:ascii="Times" w:eastAsia="Times" w:hAnsi="Times" w:cs="Times"/>
          <w:sz w:val="20"/>
          <w:szCs w:val="20"/>
        </w:rPr>
      </w:pPr>
    </w:p>
    <w:p w14:paraId="7A41F3E4" w14:textId="77777777" w:rsidR="006C30BB" w:rsidRPr="006C30BB" w:rsidRDefault="006C30BB" w:rsidP="006C30BB">
      <w:pPr>
        <w:pBdr>
          <w:top w:val="nil"/>
          <w:left w:val="nil"/>
          <w:bottom w:val="nil"/>
          <w:right w:val="nil"/>
          <w:between w:val="nil"/>
        </w:pBdr>
        <w:spacing w:after="200" w:line="276" w:lineRule="auto"/>
        <w:ind w:left="720"/>
        <w:contextualSpacing/>
        <w:rPr>
          <w:rFonts w:ascii="Times" w:eastAsia="Times" w:hAnsi="Times" w:cs="Times"/>
          <w:sz w:val="20"/>
          <w:szCs w:val="20"/>
        </w:rPr>
      </w:pPr>
    </w:p>
    <w:p w14:paraId="4F3670C2" w14:textId="77777777" w:rsidR="006C30BB" w:rsidRPr="006C30BB" w:rsidRDefault="006C30BB" w:rsidP="006C30BB">
      <w:pPr>
        <w:spacing w:line="360" w:lineRule="auto"/>
        <w:rPr>
          <w:rFonts w:ascii="Arial" w:hAnsi="Arial" w:cs="Arial"/>
          <w:b/>
          <w:bCs/>
          <w:sz w:val="24"/>
          <w:szCs w:val="24"/>
        </w:rPr>
      </w:pPr>
      <w:r w:rsidRPr="006C30BB">
        <w:rPr>
          <w:rFonts w:ascii="Arial" w:hAnsi="Arial" w:cs="Arial"/>
          <w:b/>
          <w:bCs/>
          <w:sz w:val="24"/>
          <w:szCs w:val="24"/>
        </w:rPr>
        <w:t>Uvod</w:t>
      </w:r>
    </w:p>
    <w:p w14:paraId="769090EC" w14:textId="77777777" w:rsidR="006C30BB" w:rsidRPr="006C30BB" w:rsidRDefault="006C30BB" w:rsidP="006C30BB">
      <w:pPr>
        <w:spacing w:line="360" w:lineRule="auto"/>
        <w:ind w:firstLine="708"/>
        <w:jc w:val="both"/>
        <w:rPr>
          <w:rFonts w:ascii="Arial" w:hAnsi="Arial" w:cs="Arial"/>
          <w:sz w:val="24"/>
          <w:szCs w:val="24"/>
        </w:rPr>
      </w:pPr>
      <w:r w:rsidRPr="006C30BB">
        <w:rPr>
          <w:rFonts w:ascii="Arial" w:hAnsi="Arial" w:cs="Arial"/>
          <w:sz w:val="24"/>
          <w:szCs w:val="24"/>
        </w:rPr>
        <w:t>Pučko otvoreno učilište Pregrada (u daljnjem tekstu: Učilište) osnovano je Odlukom o osnivanju Učilišta, koju je donijelo Gradsko vijeće Grada Pregrade na svojoj 3. sjednici 9. rujna 2021. godine uz Rješenje Ministarstva znanosti i obrazovanja (KLASA: UP/I-602-07/21-02/00022; URBROJ: 533-09-21-0004) od 17. rujna 2021. o ocjeni sukladnosti akta o osnivanju sa zakonom. Učilište je osnovano kao javna ustanova u vlasništvu Grada Pregrade.</w:t>
      </w:r>
    </w:p>
    <w:p w14:paraId="2314B4C2" w14:textId="1BE3EC96" w:rsidR="006C30BB" w:rsidRPr="006C30BB" w:rsidRDefault="006C30BB" w:rsidP="006C30BB">
      <w:pPr>
        <w:spacing w:line="360" w:lineRule="auto"/>
        <w:ind w:firstLine="708"/>
        <w:jc w:val="both"/>
        <w:rPr>
          <w:rFonts w:ascii="Arial" w:hAnsi="Arial" w:cs="Arial"/>
          <w:sz w:val="24"/>
          <w:szCs w:val="24"/>
        </w:rPr>
      </w:pPr>
      <w:r w:rsidRPr="006C30BB">
        <w:rPr>
          <w:rFonts w:ascii="Arial" w:hAnsi="Arial" w:cs="Arial"/>
          <w:sz w:val="24"/>
          <w:szCs w:val="24"/>
        </w:rPr>
        <w:t>Za privremenu ravnateljicu Učilišta je uz Odluku o osnivanju imenovana Draženka Gretić, ravnateljica Gradske knjižnice Pregrada, koja je obnašala tu dužnost do 14. rujna 2022., a od 15. rujna 2022. godine</w:t>
      </w:r>
      <w:r w:rsidR="001C1704">
        <w:rPr>
          <w:rFonts w:ascii="Arial" w:hAnsi="Arial" w:cs="Arial"/>
          <w:sz w:val="24"/>
          <w:szCs w:val="24"/>
        </w:rPr>
        <w:t xml:space="preserve"> za</w:t>
      </w:r>
      <w:r w:rsidRPr="006C30BB">
        <w:rPr>
          <w:rFonts w:ascii="Arial" w:hAnsi="Arial" w:cs="Arial"/>
          <w:sz w:val="24"/>
          <w:szCs w:val="24"/>
        </w:rPr>
        <w:t xml:space="preserve"> ravnatelja Učilišta imenovan je dr. sc. Davor Špoljar.</w:t>
      </w:r>
    </w:p>
    <w:p w14:paraId="6C67363D" w14:textId="77777777" w:rsidR="006C30BB" w:rsidRPr="006C30BB" w:rsidRDefault="006C30BB" w:rsidP="006C30BB">
      <w:pPr>
        <w:spacing w:line="360" w:lineRule="auto"/>
        <w:ind w:firstLine="708"/>
        <w:jc w:val="both"/>
        <w:rPr>
          <w:rFonts w:ascii="Arial" w:hAnsi="Arial" w:cs="Arial"/>
          <w:sz w:val="24"/>
          <w:szCs w:val="24"/>
        </w:rPr>
      </w:pPr>
      <w:r w:rsidRPr="006C30BB">
        <w:rPr>
          <w:rFonts w:ascii="Arial" w:hAnsi="Arial" w:cs="Arial"/>
          <w:sz w:val="24"/>
          <w:szCs w:val="24"/>
        </w:rPr>
        <w:t>Učilište je sukladno članku 1. st. 2. Odluke o osnivanju osnovano kao javna ustanova za trajnu izobrazbu i kulturu, radi obavljanja djelatnosti osnovnoškolskog i srednjoškolskog obrazovanja odraslih, muzejske djelatnosti, djelatnosti javnog prikazivanja filmova, novinsko-nakladničke djelatnosti, radijske i televizijske djelatnosti te djelatnosti u svezi s osposobljavanjem, usavršavanjem i prekvalifikacijom mladih i odraslih izvan sustava redovite naobrazbe.</w:t>
      </w:r>
    </w:p>
    <w:p w14:paraId="4E98B21A" w14:textId="77777777" w:rsidR="006C30BB" w:rsidRPr="006C30BB" w:rsidRDefault="006C30BB" w:rsidP="006C30BB">
      <w:pPr>
        <w:spacing w:line="360" w:lineRule="auto"/>
        <w:ind w:firstLine="708"/>
        <w:jc w:val="both"/>
        <w:rPr>
          <w:rFonts w:ascii="Arial" w:hAnsi="Arial" w:cs="Arial"/>
          <w:sz w:val="24"/>
          <w:szCs w:val="24"/>
        </w:rPr>
      </w:pPr>
      <w:r w:rsidRPr="006C30BB">
        <w:rPr>
          <w:rFonts w:ascii="Arial" w:hAnsi="Arial" w:cs="Arial"/>
          <w:sz w:val="24"/>
          <w:szCs w:val="24"/>
        </w:rPr>
        <w:t>Gradonačelnik grada Pregrade imenovao je 15. travnja 2022. godine na mandatno razdoblje od četiri godine članove Upravnog vijeća Učilišta: Zdravku Žiger, Denisa Flegara i Tomicu Kolara. Članovi Upravnog vijeća Učilišta su na Konstituirajućoj sjednici Upravnog vijeća 27. travnja 2022. godine za predsjednicu Upravnog vijeća jednoglasno izabrali Zdravku Žiger, ravnateljicu Osnovne škole Janka Leskovara, a za njezina zamjenika Tomicu Kolara.</w:t>
      </w:r>
    </w:p>
    <w:p w14:paraId="52F577AB" w14:textId="77777777" w:rsidR="006C30BB" w:rsidRPr="006C30BB" w:rsidRDefault="006C30BB" w:rsidP="006C30BB">
      <w:pPr>
        <w:spacing w:line="360" w:lineRule="auto"/>
        <w:ind w:firstLine="708"/>
        <w:jc w:val="both"/>
        <w:rPr>
          <w:rFonts w:ascii="Arial" w:hAnsi="Arial" w:cs="Arial"/>
          <w:sz w:val="24"/>
          <w:szCs w:val="24"/>
        </w:rPr>
      </w:pPr>
    </w:p>
    <w:p w14:paraId="2DFCCE5D" w14:textId="77777777" w:rsidR="006C30BB" w:rsidRPr="006C30BB" w:rsidRDefault="006C30BB" w:rsidP="006C30BB">
      <w:pPr>
        <w:spacing w:line="360" w:lineRule="auto"/>
        <w:ind w:firstLine="708"/>
        <w:jc w:val="both"/>
        <w:rPr>
          <w:rFonts w:ascii="Arial" w:hAnsi="Arial" w:cs="Arial"/>
          <w:sz w:val="24"/>
          <w:szCs w:val="24"/>
        </w:rPr>
      </w:pPr>
    </w:p>
    <w:p w14:paraId="56858732" w14:textId="77777777" w:rsidR="006C30BB" w:rsidRPr="006C30BB" w:rsidRDefault="006C30BB" w:rsidP="006C30BB">
      <w:pPr>
        <w:spacing w:line="360" w:lineRule="auto"/>
        <w:ind w:firstLine="708"/>
        <w:jc w:val="both"/>
        <w:rPr>
          <w:rFonts w:ascii="Arial" w:hAnsi="Arial" w:cs="Arial"/>
          <w:sz w:val="24"/>
          <w:szCs w:val="24"/>
        </w:rPr>
      </w:pPr>
    </w:p>
    <w:p w14:paraId="5BA078F5" w14:textId="77777777" w:rsidR="006C30BB" w:rsidRPr="006C30BB" w:rsidRDefault="006C30BB" w:rsidP="006C30BB">
      <w:pPr>
        <w:spacing w:line="360" w:lineRule="auto"/>
        <w:ind w:firstLine="708"/>
        <w:jc w:val="both"/>
        <w:rPr>
          <w:rFonts w:ascii="Arial" w:hAnsi="Arial" w:cs="Arial"/>
          <w:sz w:val="24"/>
          <w:szCs w:val="24"/>
        </w:rPr>
      </w:pPr>
    </w:p>
    <w:p w14:paraId="364D2925" w14:textId="77777777" w:rsidR="006C30BB" w:rsidRDefault="006C30BB" w:rsidP="006C30BB">
      <w:pPr>
        <w:spacing w:line="360" w:lineRule="auto"/>
        <w:jc w:val="both"/>
        <w:rPr>
          <w:rFonts w:ascii="Arial" w:hAnsi="Arial" w:cs="Arial"/>
          <w:sz w:val="24"/>
          <w:szCs w:val="24"/>
        </w:rPr>
      </w:pPr>
    </w:p>
    <w:p w14:paraId="6D58B6D4" w14:textId="77777777" w:rsidR="0027796B" w:rsidRPr="006C30BB" w:rsidRDefault="0027796B" w:rsidP="006C30BB">
      <w:pPr>
        <w:spacing w:line="360" w:lineRule="auto"/>
        <w:jc w:val="both"/>
        <w:rPr>
          <w:rFonts w:ascii="Arial" w:hAnsi="Arial" w:cs="Arial"/>
          <w:sz w:val="24"/>
          <w:szCs w:val="24"/>
        </w:rPr>
      </w:pPr>
    </w:p>
    <w:p w14:paraId="493037A0" w14:textId="77777777" w:rsidR="006C30BB" w:rsidRPr="006C30BB" w:rsidRDefault="006C30BB" w:rsidP="006C30BB">
      <w:pPr>
        <w:spacing w:line="360" w:lineRule="auto"/>
        <w:jc w:val="both"/>
        <w:rPr>
          <w:rFonts w:ascii="Arial" w:hAnsi="Arial" w:cs="Arial"/>
          <w:b/>
          <w:bCs/>
          <w:sz w:val="24"/>
          <w:szCs w:val="24"/>
        </w:rPr>
      </w:pPr>
      <w:r w:rsidRPr="006C30BB">
        <w:rPr>
          <w:rFonts w:ascii="Arial" w:hAnsi="Arial" w:cs="Arial"/>
          <w:b/>
          <w:bCs/>
          <w:sz w:val="24"/>
          <w:szCs w:val="24"/>
        </w:rPr>
        <w:lastRenderedPageBreak/>
        <w:t>Misija i vizija</w:t>
      </w:r>
    </w:p>
    <w:p w14:paraId="59D2BE07" w14:textId="77777777" w:rsidR="006C30BB" w:rsidRPr="006C30BB" w:rsidRDefault="006C30BB" w:rsidP="006C30BB">
      <w:pPr>
        <w:spacing w:line="360" w:lineRule="auto"/>
        <w:ind w:firstLine="708"/>
        <w:jc w:val="both"/>
        <w:rPr>
          <w:rFonts w:ascii="Arial" w:hAnsi="Arial" w:cs="Arial"/>
          <w:sz w:val="24"/>
          <w:szCs w:val="24"/>
        </w:rPr>
      </w:pPr>
      <w:r w:rsidRPr="006C30BB">
        <w:rPr>
          <w:rFonts w:ascii="Arial" w:hAnsi="Arial" w:cs="Arial"/>
          <w:b/>
          <w:bCs/>
          <w:sz w:val="24"/>
          <w:szCs w:val="24"/>
        </w:rPr>
        <w:t>Misija Učilišta</w:t>
      </w:r>
      <w:r w:rsidRPr="006C30BB">
        <w:rPr>
          <w:rFonts w:ascii="Arial" w:hAnsi="Arial" w:cs="Arial"/>
          <w:sz w:val="24"/>
          <w:szCs w:val="24"/>
        </w:rPr>
        <w:t xml:space="preserve"> je kreiranje i provedba programa obrazovanja odraslih, usavršavanja i osposobljavanja, promicanje razvoja kulture i provedba aktivnosti za mlade na području grada Pregrade.</w:t>
      </w:r>
    </w:p>
    <w:p w14:paraId="04D108A2" w14:textId="77777777" w:rsidR="006C30BB" w:rsidRPr="006C30BB" w:rsidRDefault="006C30BB" w:rsidP="006C30BB">
      <w:pPr>
        <w:spacing w:line="360" w:lineRule="auto"/>
        <w:ind w:firstLine="708"/>
        <w:jc w:val="both"/>
        <w:rPr>
          <w:rFonts w:ascii="Arial" w:hAnsi="Arial" w:cs="Arial"/>
          <w:sz w:val="24"/>
          <w:szCs w:val="24"/>
        </w:rPr>
      </w:pPr>
      <w:r w:rsidRPr="006C30BB">
        <w:rPr>
          <w:rFonts w:ascii="Arial" w:hAnsi="Arial" w:cs="Arial"/>
          <w:b/>
          <w:bCs/>
          <w:sz w:val="24"/>
          <w:szCs w:val="24"/>
        </w:rPr>
        <w:t>Misija Učilišta</w:t>
      </w:r>
      <w:r w:rsidRPr="006C30BB">
        <w:rPr>
          <w:rFonts w:ascii="Arial" w:hAnsi="Arial" w:cs="Arial"/>
          <w:sz w:val="24"/>
          <w:szCs w:val="24"/>
        </w:rPr>
        <w:t xml:space="preserve"> je osiguravati mogućnosti i promicati važnost cjeloživotnog učenja, podizati razinu znanja, pismenosti i vještina građanki i građana grada Pregrade, razvijati muzejsku i galerijsku djelatnost, ponovno pokrenuti audiovizualnu i kinoprikazivačku djelatnost u Pregradi te zajedno s mladima biti sukreator sadržaja za njihovo slobodno vrijeme i njihov ostanak u Pregradi.</w:t>
      </w:r>
    </w:p>
    <w:p w14:paraId="6244EC84" w14:textId="77777777" w:rsidR="006C30BB" w:rsidRPr="006C30BB" w:rsidRDefault="006C30BB" w:rsidP="006C30BB">
      <w:pPr>
        <w:spacing w:line="360" w:lineRule="auto"/>
        <w:ind w:firstLine="708"/>
        <w:jc w:val="both"/>
        <w:rPr>
          <w:rFonts w:ascii="Arial" w:hAnsi="Arial" w:cs="Arial"/>
          <w:sz w:val="24"/>
          <w:szCs w:val="24"/>
        </w:rPr>
      </w:pPr>
      <w:r w:rsidRPr="006C30BB">
        <w:rPr>
          <w:rFonts w:ascii="Arial" w:hAnsi="Arial" w:cs="Arial"/>
          <w:b/>
          <w:bCs/>
          <w:sz w:val="24"/>
          <w:szCs w:val="24"/>
        </w:rPr>
        <w:t>Vizija Učilišta</w:t>
      </w:r>
      <w:r w:rsidRPr="006C30BB">
        <w:rPr>
          <w:rFonts w:ascii="Arial" w:hAnsi="Arial" w:cs="Arial"/>
          <w:sz w:val="24"/>
          <w:szCs w:val="24"/>
        </w:rPr>
        <w:t xml:space="preserve"> je postati središte cjeloživotnog obrazovanja zapadnog dijela Hrvatskog zagorja, provoditi kvalitetne programe formalnog, neformalnog i informalnog učenja te postati kulturno središte s različitim suvremenim sadržajima koji kulturna bogatstva Pregrade s jedne strane čuvaju za buduće naraštaje, a s druge strane ih predstavljaju javnosti i posjetiteljima. </w:t>
      </w:r>
    </w:p>
    <w:p w14:paraId="0932709A" w14:textId="77777777" w:rsidR="006C30BB" w:rsidRPr="006C30BB" w:rsidRDefault="006C30BB" w:rsidP="006C30BB">
      <w:pPr>
        <w:spacing w:line="360" w:lineRule="auto"/>
        <w:ind w:firstLine="708"/>
        <w:jc w:val="both"/>
        <w:rPr>
          <w:rFonts w:ascii="Arial" w:hAnsi="Arial" w:cs="Arial"/>
          <w:sz w:val="24"/>
          <w:szCs w:val="24"/>
        </w:rPr>
      </w:pPr>
      <w:r w:rsidRPr="006C30BB">
        <w:rPr>
          <w:rFonts w:ascii="Arial" w:hAnsi="Arial" w:cs="Arial"/>
          <w:b/>
          <w:bCs/>
          <w:sz w:val="24"/>
          <w:szCs w:val="24"/>
        </w:rPr>
        <w:t>Vizija Učilišta</w:t>
      </w:r>
      <w:r w:rsidRPr="006C30BB">
        <w:rPr>
          <w:rFonts w:ascii="Arial" w:hAnsi="Arial" w:cs="Arial"/>
          <w:sz w:val="24"/>
          <w:szCs w:val="24"/>
        </w:rPr>
        <w:t xml:space="preserve"> je suvremena javna ustanova, prepoznata po kvaliteti svog djelovanja na regionalnoj i nacionalnoj razini s europskom dimenzijom poslovanja i međunarodnom dimenzijom rada.</w:t>
      </w:r>
    </w:p>
    <w:p w14:paraId="6F1685F4" w14:textId="77777777" w:rsidR="006C30BB" w:rsidRPr="006C30BB" w:rsidRDefault="006C30BB" w:rsidP="006C30BB">
      <w:pPr>
        <w:spacing w:line="360" w:lineRule="auto"/>
        <w:rPr>
          <w:rFonts w:ascii="Arial" w:hAnsi="Arial" w:cs="Arial"/>
          <w:b/>
          <w:bCs/>
          <w:sz w:val="24"/>
          <w:szCs w:val="24"/>
        </w:rPr>
      </w:pPr>
    </w:p>
    <w:p w14:paraId="4E1DE2D1" w14:textId="77777777" w:rsidR="006C30BB" w:rsidRPr="006C30BB" w:rsidRDefault="006C30BB" w:rsidP="006C30BB">
      <w:pPr>
        <w:spacing w:line="360" w:lineRule="auto"/>
        <w:rPr>
          <w:rFonts w:ascii="Arial" w:hAnsi="Arial" w:cs="Arial"/>
          <w:b/>
          <w:bCs/>
          <w:sz w:val="24"/>
          <w:szCs w:val="24"/>
        </w:rPr>
      </w:pPr>
      <w:r w:rsidRPr="006C30BB">
        <w:rPr>
          <w:rFonts w:ascii="Arial" w:hAnsi="Arial" w:cs="Arial"/>
          <w:b/>
          <w:bCs/>
          <w:sz w:val="24"/>
          <w:szCs w:val="24"/>
        </w:rPr>
        <w:t>Sastav i struktura</w:t>
      </w:r>
    </w:p>
    <w:p w14:paraId="6B934B75" w14:textId="77777777" w:rsidR="006C30BB" w:rsidRPr="006C30BB" w:rsidRDefault="006C30BB" w:rsidP="006C30BB">
      <w:pPr>
        <w:spacing w:line="360" w:lineRule="auto"/>
        <w:ind w:firstLine="708"/>
        <w:jc w:val="both"/>
        <w:rPr>
          <w:rFonts w:ascii="Arial" w:hAnsi="Arial" w:cs="Arial"/>
          <w:sz w:val="24"/>
          <w:szCs w:val="24"/>
        </w:rPr>
      </w:pPr>
      <w:r w:rsidRPr="006C30BB">
        <w:rPr>
          <w:rFonts w:ascii="Arial" w:hAnsi="Arial" w:cs="Arial"/>
          <w:sz w:val="24"/>
          <w:szCs w:val="24"/>
        </w:rPr>
        <w:t xml:space="preserve">Učilište je sukladno Statutu ustrojeno kao jedinstvena organizacijska jedinica, bez posebnih ustrojstvenih jedinica. </w:t>
      </w:r>
    </w:p>
    <w:p w14:paraId="0CC2B80D" w14:textId="4259AEE5" w:rsidR="006C30BB" w:rsidRPr="006C30BB" w:rsidRDefault="006C30BB" w:rsidP="006C30BB">
      <w:pPr>
        <w:spacing w:line="360" w:lineRule="auto"/>
        <w:ind w:firstLine="708"/>
        <w:jc w:val="both"/>
        <w:rPr>
          <w:rFonts w:ascii="Arial" w:hAnsi="Arial" w:cs="Arial"/>
          <w:sz w:val="24"/>
          <w:szCs w:val="24"/>
        </w:rPr>
      </w:pPr>
      <w:r w:rsidRPr="006C30BB">
        <w:rPr>
          <w:rFonts w:ascii="Arial" w:hAnsi="Arial" w:cs="Arial"/>
          <w:sz w:val="24"/>
          <w:szCs w:val="24"/>
        </w:rPr>
        <w:t>Zbog racionalizacije upravljanja u području kulture na razini grada, Učilište bi u budućnosti trebalo preuzeti upravljanje nad Muzejom grada Pregrade, Kućom Janka Leskovara</w:t>
      </w:r>
      <w:r w:rsidR="00796E19">
        <w:rPr>
          <w:rFonts w:ascii="Arial" w:hAnsi="Arial" w:cs="Arial"/>
          <w:sz w:val="24"/>
          <w:szCs w:val="24"/>
        </w:rPr>
        <w:t>, Kinom Pregrada i</w:t>
      </w:r>
      <w:r w:rsidRPr="006C30BB">
        <w:rPr>
          <w:rFonts w:ascii="Arial" w:hAnsi="Arial" w:cs="Arial"/>
          <w:sz w:val="24"/>
          <w:szCs w:val="24"/>
        </w:rPr>
        <w:t xml:space="preserve"> Centrom za mlade. </w:t>
      </w:r>
    </w:p>
    <w:p w14:paraId="251B779B" w14:textId="3223EB78" w:rsidR="006C30BB" w:rsidRPr="006C30BB" w:rsidRDefault="006C30BB" w:rsidP="006C30BB">
      <w:pPr>
        <w:spacing w:line="360" w:lineRule="auto"/>
        <w:ind w:firstLine="708"/>
        <w:jc w:val="both"/>
        <w:rPr>
          <w:rFonts w:ascii="Arial" w:hAnsi="Arial" w:cs="Arial"/>
          <w:sz w:val="24"/>
          <w:szCs w:val="24"/>
        </w:rPr>
      </w:pPr>
      <w:r w:rsidRPr="006C30BB">
        <w:rPr>
          <w:rFonts w:ascii="Arial" w:hAnsi="Arial" w:cs="Arial"/>
          <w:sz w:val="24"/>
          <w:szCs w:val="24"/>
        </w:rPr>
        <w:t xml:space="preserve">Budući da od svega navedenog, jedino Muzej grada Pregrade trenutno djeluje kao samostalna ustanova, dok poslove vršitelja dužnosti ravnatelja muzeja obavlja ravnatelj Učilišta, muzej bi trebalo pripojiti Učilištu, a preostale dijelove usporedno s njihovim stavljanjem u funkciju integrirati u sastav Učilišta zbog objedinjenog upravljanja. Primjeri muzeja i galerija koji djeluju u sastavu pučkih otvorenih učilišta su česti, npr. Muzej Ljudevita </w:t>
      </w:r>
      <w:r w:rsidRPr="006C30BB">
        <w:rPr>
          <w:rFonts w:ascii="Arial" w:hAnsi="Arial" w:cs="Arial"/>
          <w:sz w:val="24"/>
          <w:szCs w:val="24"/>
        </w:rPr>
        <w:lastRenderedPageBreak/>
        <w:t xml:space="preserve">Gaja i Galerija grada Krapine u Krapini, Galerija izvorne umjetnosti u Zlataru, Velika galerija u Zaboku i sl. </w:t>
      </w:r>
    </w:p>
    <w:p w14:paraId="036EE38B" w14:textId="50EE4D30" w:rsidR="006C30BB" w:rsidRPr="006C30BB" w:rsidRDefault="006C30BB" w:rsidP="007F50C9">
      <w:pPr>
        <w:spacing w:line="360" w:lineRule="auto"/>
        <w:ind w:firstLine="708"/>
        <w:jc w:val="both"/>
        <w:rPr>
          <w:rFonts w:ascii="Arial" w:hAnsi="Arial" w:cs="Arial"/>
          <w:sz w:val="24"/>
          <w:szCs w:val="24"/>
        </w:rPr>
      </w:pPr>
      <w:r w:rsidRPr="006C30BB">
        <w:rPr>
          <w:rFonts w:ascii="Arial" w:hAnsi="Arial" w:cs="Arial"/>
          <w:sz w:val="24"/>
          <w:szCs w:val="24"/>
        </w:rPr>
        <w:t xml:space="preserve">Kuća Janka Leskovara obnovljena je konstrukcijski uz pomoć sredstava Fonda solidarnosti Europske unije, a za taj projekt je Ministarstvo kulture i medija odobrilo 2,1 milijuna kuna. Izrađena je i projektna dokumentacija za preliminarni muzeološki program koji sadrži prijedlog unutarnjeg uređenja i sadržaja koji bi se nalazili u kući. Dokumentaciju je izradila tvrtka Muze d.o.o., a osim programa napravljen je i troškovnik za uređenje i opremanje kuće. Tijekom 2023. godine Grad Pregrada proveo je postupak jednostavne nabave za izradu idejnog rješenja i izvedbene dokumentacije za uređenje Kuće Janka Leskovara, a dokumentaciju </w:t>
      </w:r>
      <w:r w:rsidR="007F50C9">
        <w:rPr>
          <w:rFonts w:ascii="Arial" w:hAnsi="Arial" w:cs="Arial"/>
          <w:sz w:val="24"/>
          <w:szCs w:val="24"/>
        </w:rPr>
        <w:t>je u rujnu 2024. godine izradila</w:t>
      </w:r>
      <w:r w:rsidRPr="006C30BB">
        <w:rPr>
          <w:rFonts w:ascii="Arial" w:hAnsi="Arial" w:cs="Arial"/>
          <w:sz w:val="24"/>
          <w:szCs w:val="24"/>
        </w:rPr>
        <w:t xml:space="preserve"> tvrtka KREAR PROJEKTI d.o.o. iz Zagreba.</w:t>
      </w:r>
    </w:p>
    <w:p w14:paraId="501BF8C1" w14:textId="70587488" w:rsidR="006C30BB" w:rsidRPr="006C30BB" w:rsidRDefault="006C30BB" w:rsidP="006C30BB">
      <w:pPr>
        <w:spacing w:line="360" w:lineRule="auto"/>
        <w:ind w:firstLine="708"/>
        <w:jc w:val="both"/>
        <w:rPr>
          <w:rFonts w:ascii="Arial" w:hAnsi="Arial" w:cs="Arial"/>
          <w:sz w:val="24"/>
          <w:szCs w:val="24"/>
        </w:rPr>
      </w:pPr>
      <w:r w:rsidRPr="006C30BB">
        <w:rPr>
          <w:rFonts w:ascii="Arial" w:hAnsi="Arial" w:cs="Arial"/>
          <w:sz w:val="24"/>
          <w:szCs w:val="24"/>
        </w:rPr>
        <w:t>Krajem 2023. godine Gradu Pregradi odobrena su sredstva putem Mehanizma za oporavak i otpornost Europske unije za nastavak radova na Kući Janka Leskovara, odnosno za cjelovitu i energetsku obnovu Kuće Janka Leskovara u iznosu od preko 650.000,00 eura</w:t>
      </w:r>
      <w:r w:rsidR="00EF0CE4">
        <w:rPr>
          <w:rFonts w:ascii="Arial" w:hAnsi="Arial" w:cs="Arial"/>
          <w:sz w:val="24"/>
          <w:szCs w:val="24"/>
        </w:rPr>
        <w:t xml:space="preserve">, a radovi </w:t>
      </w:r>
      <w:r w:rsidR="008A058D">
        <w:rPr>
          <w:rFonts w:ascii="Arial" w:hAnsi="Arial" w:cs="Arial"/>
          <w:sz w:val="24"/>
          <w:szCs w:val="24"/>
        </w:rPr>
        <w:t>na uređenju objekta i okoliša izvođeni su tijekom</w:t>
      </w:r>
      <w:r w:rsidR="00EF0CE4">
        <w:rPr>
          <w:rFonts w:ascii="Arial" w:hAnsi="Arial" w:cs="Arial"/>
          <w:sz w:val="24"/>
          <w:szCs w:val="24"/>
        </w:rPr>
        <w:t xml:space="preserve"> 2024. godin</w:t>
      </w:r>
      <w:r w:rsidR="008A058D">
        <w:rPr>
          <w:rFonts w:ascii="Arial" w:hAnsi="Arial" w:cs="Arial"/>
          <w:sz w:val="24"/>
          <w:szCs w:val="24"/>
        </w:rPr>
        <w:t>e s planiranim rokom dovršetka u prvoj polovici 2025</w:t>
      </w:r>
      <w:r w:rsidRPr="006C30BB">
        <w:rPr>
          <w:rFonts w:ascii="Arial" w:hAnsi="Arial" w:cs="Arial"/>
          <w:sz w:val="24"/>
          <w:szCs w:val="24"/>
        </w:rPr>
        <w:t>.</w:t>
      </w:r>
    </w:p>
    <w:p w14:paraId="5C22D2DD" w14:textId="77777777" w:rsidR="006C30BB" w:rsidRPr="006C30BB" w:rsidRDefault="006C30BB" w:rsidP="006C30BB">
      <w:pPr>
        <w:spacing w:line="360" w:lineRule="auto"/>
        <w:ind w:firstLine="708"/>
        <w:jc w:val="both"/>
        <w:rPr>
          <w:rFonts w:ascii="Arial" w:hAnsi="Arial" w:cs="Arial"/>
          <w:sz w:val="24"/>
          <w:szCs w:val="24"/>
        </w:rPr>
      </w:pPr>
      <w:r w:rsidRPr="006C30BB">
        <w:rPr>
          <w:rFonts w:ascii="Arial" w:hAnsi="Arial" w:cs="Arial"/>
          <w:sz w:val="24"/>
          <w:szCs w:val="24"/>
        </w:rPr>
        <w:t>U prizemlju kuće će se nalaziti multifunkcionalna dvorana za prihvat većih skupina posjetitelja, organizaciju događanja i potrebe mjesnog odbora, punkt za ulaznice i suvenire, garderoba, sanitarni čvor, strojarnica i čajna kuhinja. Na prvom katu kuće nalazit će se muzejski postav u čast najpoznatijeg pregradskog književnika Janka Leskovara s njegovom radnom sobom i izvornim namještajem iz vremena njegova života, a u ostalim prostorijama bit će sadržaji koji će predstavljati njegova djela, druge književnike, dvorce i slično. Okoliš kuće bit će uređen na način da se dio događanja može odvijati i na otvorenome. Naglasak na uređenju bit će na ciljanim skupinama, a to su organizirane skupine učenika (školske ekskurzije) i parovi (Valentinovo).</w:t>
      </w:r>
    </w:p>
    <w:p w14:paraId="3F003E74" w14:textId="77777777" w:rsidR="006C30BB" w:rsidRPr="006C30BB" w:rsidRDefault="006C30BB" w:rsidP="006C30BB">
      <w:pPr>
        <w:spacing w:line="360" w:lineRule="auto"/>
        <w:ind w:firstLine="708"/>
        <w:jc w:val="both"/>
        <w:rPr>
          <w:rFonts w:ascii="Arial" w:hAnsi="Arial" w:cs="Arial"/>
          <w:sz w:val="24"/>
          <w:szCs w:val="24"/>
        </w:rPr>
      </w:pPr>
      <w:r w:rsidRPr="006C30BB">
        <w:rPr>
          <w:rFonts w:ascii="Arial" w:hAnsi="Arial" w:cs="Arial"/>
          <w:sz w:val="24"/>
          <w:szCs w:val="24"/>
        </w:rPr>
        <w:t>Grad Pregrada otkupio je od Poljoprivredne zadruge „Pregračanka“ zgradu Kina Pregrada površine 434,58 m² te je promijenjeno krovište objekta. Za sveobuhvatnu obnovu i uređenje objekta u vidu novog kulturnog centra grada Pregrade izrađena je projektna dokumentacija, a u sklopu Kina planirano je i uređenje prostora otvorenog tipa koji bi bio namijenjen mladima i u kojem bi se nalazio Centar za mlade. Projektnim rješenjem planirano je i uređenje okoliša Kina.</w:t>
      </w:r>
    </w:p>
    <w:p w14:paraId="768EE33E" w14:textId="77777777" w:rsidR="004745F3" w:rsidRDefault="006C30BB" w:rsidP="004745F3">
      <w:pPr>
        <w:spacing w:line="360" w:lineRule="auto"/>
        <w:ind w:firstLine="708"/>
        <w:jc w:val="both"/>
        <w:rPr>
          <w:rFonts w:ascii="Arial" w:hAnsi="Arial" w:cs="Arial"/>
          <w:sz w:val="24"/>
          <w:szCs w:val="24"/>
        </w:rPr>
      </w:pPr>
      <w:r w:rsidRPr="006C30BB">
        <w:rPr>
          <w:rFonts w:ascii="Arial" w:hAnsi="Arial" w:cs="Arial"/>
          <w:sz w:val="24"/>
          <w:szCs w:val="24"/>
        </w:rPr>
        <w:lastRenderedPageBreak/>
        <w:t xml:space="preserve">Srednjovjekovna utvrda Kostelgrad najveći je i najznačajniji spomenik iz razdoblja srednjeg vijeka na području grada Pregrade. Ostaci utvrde Kostelgrad zaštićeni su kao pojedinačno nepokretno kulturno dobro te su pod oznakom Z-7162 upisani u Registar kulturnih dobara Republike Hrvatske. Tijekom posljednjih 15-ak godina u suradnji s Hrvatskim restauratorskim zavodom iz Zagreba i Konzervatorskim odjelom u Krapini, provedena su probna arheološka istraživanja te su izvedeni konzervatorsko-restauratorski građevinski radovi na utvrdi. Radovima je sanirana vrijedna baterijska (artiljerijska) kula i dio zidova palasa. U budućnosti se očekuje nastavak zaštitnih arheoloških istraživanja i provođenje konzervatorsko-restauratorskih radova na preostalim dijelovima palasa i drugim dijelovima arhitekture. U proljeće 2023. godine na zidinama Kostelgrada i podno Kostelgrada u Kostelu obilježena je velika 500. godišnjica običaja uskrsnog pucanja iz kubura i dolaska grofova Keglevića u Kostel. Krajem 2023. godine provedeni su zaštitni građevinski radovi na konsolidaciji vanjskog lica zapadnog zida palasa, zbog velike opasnosti za posjetitelja i opasnosti od pada predmeta i urušavanja zida. Radove su izvodili djelatnici privatne tvrtke angažirane od strane Hrvatskog restauratorskog zavoda, sredstvima HRZ-a.  </w:t>
      </w:r>
      <w:r w:rsidR="001662FE" w:rsidRPr="001662FE">
        <w:rPr>
          <w:rFonts w:ascii="Arial" w:hAnsi="Arial" w:cs="Arial"/>
          <w:sz w:val="24"/>
          <w:szCs w:val="24"/>
        </w:rPr>
        <w:t xml:space="preserve">Krajem rujna i početkom listopada </w:t>
      </w:r>
      <w:r w:rsidR="001662FE">
        <w:rPr>
          <w:rFonts w:ascii="Arial" w:hAnsi="Arial" w:cs="Arial"/>
          <w:sz w:val="24"/>
          <w:szCs w:val="24"/>
        </w:rPr>
        <w:t>2024.</w:t>
      </w:r>
      <w:r w:rsidR="001662FE" w:rsidRPr="001662FE">
        <w:rPr>
          <w:rFonts w:ascii="Arial" w:hAnsi="Arial" w:cs="Arial"/>
          <w:sz w:val="24"/>
          <w:szCs w:val="24"/>
        </w:rPr>
        <w:t xml:space="preserve"> godine nastavljena su arheološka istraživanja i konzervatorsko – restauratorski radovi</w:t>
      </w:r>
      <w:r w:rsidR="001662FE">
        <w:rPr>
          <w:rFonts w:ascii="Arial" w:hAnsi="Arial" w:cs="Arial"/>
          <w:sz w:val="24"/>
          <w:szCs w:val="24"/>
        </w:rPr>
        <w:t>. R</w:t>
      </w:r>
      <w:r w:rsidR="001662FE" w:rsidRPr="001662FE">
        <w:rPr>
          <w:rFonts w:ascii="Arial" w:hAnsi="Arial" w:cs="Arial"/>
          <w:sz w:val="24"/>
          <w:szCs w:val="24"/>
        </w:rPr>
        <w:t xml:space="preserve">adovima </w:t>
      </w:r>
      <w:r w:rsidR="001662FE">
        <w:rPr>
          <w:rFonts w:ascii="Arial" w:hAnsi="Arial" w:cs="Arial"/>
          <w:sz w:val="24"/>
          <w:szCs w:val="24"/>
        </w:rPr>
        <w:t xml:space="preserve">je </w:t>
      </w:r>
      <w:r w:rsidR="001662FE" w:rsidRPr="001662FE">
        <w:rPr>
          <w:rFonts w:ascii="Arial" w:hAnsi="Arial" w:cs="Arial"/>
          <w:sz w:val="24"/>
          <w:szCs w:val="24"/>
        </w:rPr>
        <w:t>obuhvaćeno istočno krilo palasa te zapadni dio unutrašnjeg dijela grada, te su s ciljem stvaranja preduvjeta za nastavak konzervatorsko – restauratorskih građevinskih radova provedena arheološka istraživanja.</w:t>
      </w:r>
      <w:r w:rsidR="004745F3">
        <w:rPr>
          <w:rFonts w:ascii="Arial" w:hAnsi="Arial" w:cs="Arial"/>
          <w:sz w:val="24"/>
          <w:szCs w:val="24"/>
        </w:rPr>
        <w:t xml:space="preserve"> </w:t>
      </w:r>
      <w:r w:rsidR="001662FE" w:rsidRPr="001662FE">
        <w:rPr>
          <w:rFonts w:ascii="Arial" w:hAnsi="Arial" w:cs="Arial"/>
          <w:sz w:val="24"/>
          <w:szCs w:val="24"/>
        </w:rPr>
        <w:t>Pritom je utvrđeno arhitektonsko oblikovanje gornje etaže istočnog krila palasa koje je prema dvorišnom dijelu bilo rastvoreno trima otvorima. Također, utvrđena je tlocrtna dispozicija zapadnog obrambenog zida unutrašnjeg dijela grada te postojanje manjeg prizidanog objekta iz mlađe faze povijesnog razvoja grada. Nakon temeljitog dokumentiranja i dopune postojeće nacrtne dokumentacije započeli su konzervatorsko – restauratorski radovi građevinske sanacije novootkrivenih struktura.</w:t>
      </w:r>
    </w:p>
    <w:p w14:paraId="0768BDA3" w14:textId="3499423D" w:rsidR="006C30BB" w:rsidRPr="006C30BB" w:rsidRDefault="006C30BB" w:rsidP="004745F3">
      <w:pPr>
        <w:spacing w:line="360" w:lineRule="auto"/>
        <w:ind w:firstLine="708"/>
        <w:jc w:val="both"/>
        <w:rPr>
          <w:rFonts w:ascii="Arial" w:hAnsi="Arial" w:cs="Arial"/>
          <w:sz w:val="24"/>
          <w:szCs w:val="24"/>
        </w:rPr>
      </w:pPr>
      <w:r w:rsidRPr="006C30BB">
        <w:rPr>
          <w:rFonts w:ascii="Arial" w:hAnsi="Arial" w:cs="Arial"/>
          <w:sz w:val="24"/>
          <w:szCs w:val="24"/>
        </w:rPr>
        <w:t>Nakon što se provedu potrebni radovi, bit će potrebno izraditi rješenje za uređenje i prezentaciju utvrde Kostelgrad, kako bi lokalitet bio siguran za posjetitelje, planinare i turiste. Kao primjer dobre prakse obnove, uređenja i upravljanja srednjovjekovnom utvrdom od strane pučkog otvorenog učilišta, ističe se kaštel Petropilosa i Pučko otvoreno učilište „Augustin Vivoda“ Buzet u Istarskoj županiji.</w:t>
      </w:r>
    </w:p>
    <w:p w14:paraId="33122761" w14:textId="77777777" w:rsidR="004745F3" w:rsidRDefault="004745F3" w:rsidP="006C30BB">
      <w:pPr>
        <w:spacing w:line="360" w:lineRule="auto"/>
        <w:jc w:val="both"/>
        <w:rPr>
          <w:rFonts w:ascii="Arial" w:hAnsi="Arial" w:cs="Arial"/>
          <w:color w:val="FF0000"/>
          <w:sz w:val="24"/>
          <w:szCs w:val="24"/>
        </w:rPr>
      </w:pPr>
    </w:p>
    <w:p w14:paraId="239C2C4B" w14:textId="2F282B4E" w:rsidR="006C30BB" w:rsidRPr="006C30BB" w:rsidRDefault="006C30BB" w:rsidP="006C30BB">
      <w:pPr>
        <w:spacing w:line="360" w:lineRule="auto"/>
        <w:jc w:val="both"/>
        <w:rPr>
          <w:rFonts w:ascii="Arial" w:hAnsi="Arial" w:cs="Arial"/>
          <w:b/>
          <w:bCs/>
          <w:sz w:val="24"/>
          <w:szCs w:val="24"/>
        </w:rPr>
      </w:pPr>
      <w:r w:rsidRPr="006C30BB">
        <w:rPr>
          <w:rFonts w:ascii="Arial" w:hAnsi="Arial" w:cs="Arial"/>
          <w:b/>
          <w:bCs/>
          <w:sz w:val="24"/>
          <w:szCs w:val="24"/>
        </w:rPr>
        <w:lastRenderedPageBreak/>
        <w:t>Područja djelovanja</w:t>
      </w:r>
    </w:p>
    <w:p w14:paraId="395BF1BE" w14:textId="77777777" w:rsidR="006C30BB" w:rsidRPr="006C30BB" w:rsidRDefault="006C30BB" w:rsidP="006C30BB">
      <w:pPr>
        <w:spacing w:line="360" w:lineRule="auto"/>
        <w:ind w:firstLine="708"/>
        <w:jc w:val="both"/>
        <w:rPr>
          <w:rFonts w:ascii="Arial" w:hAnsi="Arial" w:cs="Arial"/>
          <w:sz w:val="24"/>
          <w:szCs w:val="24"/>
        </w:rPr>
      </w:pPr>
      <w:r w:rsidRPr="006C30BB">
        <w:rPr>
          <w:rFonts w:ascii="Arial" w:hAnsi="Arial" w:cs="Arial"/>
          <w:sz w:val="24"/>
          <w:szCs w:val="24"/>
        </w:rPr>
        <w:t xml:space="preserve">Osnovna područja djelovanja Učilišta su obrazovanje, kultura i mladi. </w:t>
      </w:r>
    </w:p>
    <w:p w14:paraId="1755DE38" w14:textId="77777777" w:rsidR="006C30BB" w:rsidRPr="006C30BB" w:rsidRDefault="006C30BB" w:rsidP="006C30BB">
      <w:pPr>
        <w:spacing w:line="360" w:lineRule="auto"/>
        <w:ind w:firstLine="708"/>
        <w:jc w:val="both"/>
        <w:rPr>
          <w:rFonts w:ascii="Arial" w:hAnsi="Arial" w:cs="Arial"/>
          <w:sz w:val="24"/>
          <w:szCs w:val="24"/>
        </w:rPr>
      </w:pPr>
      <w:r w:rsidRPr="006C30BB">
        <w:rPr>
          <w:rFonts w:ascii="Arial" w:hAnsi="Arial" w:cs="Arial"/>
          <w:sz w:val="24"/>
          <w:szCs w:val="24"/>
        </w:rPr>
        <w:t>Učilište je registrirano kao javna ustanova za obavljanje sljedećih djelatnosti:</w:t>
      </w:r>
    </w:p>
    <w:p w14:paraId="543AB5CD" w14:textId="77777777" w:rsidR="006C30BB" w:rsidRPr="006C30BB" w:rsidRDefault="006C30BB" w:rsidP="006C30BB">
      <w:pPr>
        <w:numPr>
          <w:ilvl w:val="0"/>
          <w:numId w:val="3"/>
        </w:numPr>
        <w:spacing w:line="360" w:lineRule="auto"/>
        <w:contextualSpacing/>
        <w:jc w:val="both"/>
        <w:rPr>
          <w:rFonts w:ascii="Arial" w:hAnsi="Arial" w:cs="Arial"/>
          <w:sz w:val="24"/>
          <w:szCs w:val="24"/>
        </w:rPr>
      </w:pPr>
      <w:r w:rsidRPr="006C30BB">
        <w:rPr>
          <w:rFonts w:ascii="Arial" w:hAnsi="Arial" w:cs="Arial"/>
          <w:sz w:val="24"/>
          <w:szCs w:val="24"/>
        </w:rPr>
        <w:t>djelatnost osnovnoškolske naobrazbe odraslih</w:t>
      </w:r>
    </w:p>
    <w:p w14:paraId="6B5D60CC" w14:textId="77777777" w:rsidR="006C30BB" w:rsidRPr="006C30BB" w:rsidRDefault="006C30BB" w:rsidP="006C30BB">
      <w:pPr>
        <w:numPr>
          <w:ilvl w:val="0"/>
          <w:numId w:val="3"/>
        </w:numPr>
        <w:spacing w:line="360" w:lineRule="auto"/>
        <w:contextualSpacing/>
        <w:jc w:val="both"/>
        <w:rPr>
          <w:rFonts w:ascii="Arial" w:hAnsi="Arial" w:cs="Arial"/>
          <w:sz w:val="24"/>
          <w:szCs w:val="24"/>
        </w:rPr>
      </w:pPr>
      <w:r w:rsidRPr="006C30BB">
        <w:rPr>
          <w:rFonts w:ascii="Arial" w:hAnsi="Arial" w:cs="Arial"/>
          <w:sz w:val="24"/>
          <w:szCs w:val="24"/>
        </w:rPr>
        <w:t>djelatnost srednjoškolske naobrazbe odraslih</w:t>
      </w:r>
    </w:p>
    <w:p w14:paraId="78575E74" w14:textId="77777777" w:rsidR="006C30BB" w:rsidRPr="006C30BB" w:rsidRDefault="006C30BB" w:rsidP="006C30BB">
      <w:pPr>
        <w:numPr>
          <w:ilvl w:val="0"/>
          <w:numId w:val="3"/>
        </w:numPr>
        <w:spacing w:line="360" w:lineRule="auto"/>
        <w:contextualSpacing/>
        <w:jc w:val="both"/>
        <w:rPr>
          <w:rFonts w:ascii="Arial" w:hAnsi="Arial" w:cs="Arial"/>
          <w:sz w:val="24"/>
          <w:szCs w:val="24"/>
        </w:rPr>
      </w:pPr>
      <w:r w:rsidRPr="006C30BB">
        <w:rPr>
          <w:rFonts w:ascii="Arial" w:hAnsi="Arial" w:cs="Arial"/>
          <w:sz w:val="24"/>
          <w:szCs w:val="24"/>
        </w:rPr>
        <w:t>djelatnost glazbenih i srodnih škola izvan redovitog školskog sustava</w:t>
      </w:r>
    </w:p>
    <w:p w14:paraId="4ACF7B28" w14:textId="77777777" w:rsidR="006C30BB" w:rsidRPr="006C30BB" w:rsidRDefault="006C30BB" w:rsidP="006C30BB">
      <w:pPr>
        <w:numPr>
          <w:ilvl w:val="0"/>
          <w:numId w:val="3"/>
        </w:numPr>
        <w:spacing w:line="360" w:lineRule="auto"/>
        <w:contextualSpacing/>
        <w:jc w:val="both"/>
        <w:rPr>
          <w:rFonts w:ascii="Arial" w:hAnsi="Arial" w:cs="Arial"/>
          <w:sz w:val="24"/>
          <w:szCs w:val="24"/>
        </w:rPr>
      </w:pPr>
      <w:r w:rsidRPr="006C30BB">
        <w:rPr>
          <w:rFonts w:ascii="Arial" w:hAnsi="Arial" w:cs="Arial"/>
          <w:sz w:val="24"/>
          <w:szCs w:val="24"/>
        </w:rPr>
        <w:t>djelatnost javnog prikazivanja filmova</w:t>
      </w:r>
    </w:p>
    <w:p w14:paraId="14B4807B" w14:textId="77777777" w:rsidR="006C30BB" w:rsidRPr="006C30BB" w:rsidRDefault="006C30BB" w:rsidP="006C30BB">
      <w:pPr>
        <w:numPr>
          <w:ilvl w:val="0"/>
          <w:numId w:val="3"/>
        </w:numPr>
        <w:spacing w:line="360" w:lineRule="auto"/>
        <w:contextualSpacing/>
        <w:jc w:val="both"/>
        <w:rPr>
          <w:rFonts w:ascii="Arial" w:hAnsi="Arial" w:cs="Arial"/>
          <w:sz w:val="24"/>
          <w:szCs w:val="24"/>
        </w:rPr>
      </w:pPr>
      <w:r w:rsidRPr="006C30BB">
        <w:rPr>
          <w:rFonts w:ascii="Arial" w:hAnsi="Arial" w:cs="Arial"/>
          <w:sz w:val="24"/>
          <w:szCs w:val="24"/>
        </w:rPr>
        <w:t>novinsko-nakladnička djelatnost</w:t>
      </w:r>
    </w:p>
    <w:p w14:paraId="6BB1A514" w14:textId="77777777" w:rsidR="006C30BB" w:rsidRPr="006C30BB" w:rsidRDefault="006C30BB" w:rsidP="006C30BB">
      <w:pPr>
        <w:numPr>
          <w:ilvl w:val="0"/>
          <w:numId w:val="3"/>
        </w:numPr>
        <w:spacing w:line="360" w:lineRule="auto"/>
        <w:contextualSpacing/>
        <w:jc w:val="both"/>
        <w:rPr>
          <w:rFonts w:ascii="Arial" w:hAnsi="Arial" w:cs="Arial"/>
          <w:sz w:val="24"/>
          <w:szCs w:val="24"/>
        </w:rPr>
      </w:pPr>
      <w:r w:rsidRPr="006C30BB">
        <w:rPr>
          <w:rFonts w:ascii="Arial" w:hAnsi="Arial" w:cs="Arial"/>
          <w:sz w:val="24"/>
          <w:szCs w:val="24"/>
        </w:rPr>
        <w:t>radijska i televizijska djelatnost</w:t>
      </w:r>
    </w:p>
    <w:p w14:paraId="1916EB86" w14:textId="77777777" w:rsidR="006C30BB" w:rsidRPr="006C30BB" w:rsidRDefault="006C30BB" w:rsidP="006C30BB">
      <w:pPr>
        <w:numPr>
          <w:ilvl w:val="0"/>
          <w:numId w:val="3"/>
        </w:numPr>
        <w:spacing w:line="360" w:lineRule="auto"/>
        <w:contextualSpacing/>
        <w:jc w:val="both"/>
        <w:rPr>
          <w:rFonts w:ascii="Arial" w:hAnsi="Arial" w:cs="Arial"/>
          <w:sz w:val="24"/>
          <w:szCs w:val="24"/>
        </w:rPr>
      </w:pPr>
      <w:r w:rsidRPr="006C30BB">
        <w:rPr>
          <w:rFonts w:ascii="Arial" w:hAnsi="Arial" w:cs="Arial"/>
          <w:sz w:val="24"/>
          <w:szCs w:val="24"/>
        </w:rPr>
        <w:t>djelatnost u vezi s osposobljavanjem, usavršavanjem i prekvalifikacijom mladeži i odraslih izvan sustava redovite naobrazbe.</w:t>
      </w:r>
    </w:p>
    <w:p w14:paraId="1F5645E1" w14:textId="77777777" w:rsidR="006C30BB" w:rsidRPr="006C30BB" w:rsidRDefault="006C30BB" w:rsidP="006C30BB">
      <w:pPr>
        <w:spacing w:line="360" w:lineRule="auto"/>
        <w:ind w:firstLine="708"/>
        <w:jc w:val="both"/>
        <w:rPr>
          <w:rFonts w:ascii="Arial" w:hAnsi="Arial" w:cs="Arial"/>
          <w:sz w:val="24"/>
          <w:szCs w:val="24"/>
        </w:rPr>
      </w:pPr>
    </w:p>
    <w:p w14:paraId="4BC3862E" w14:textId="77777777" w:rsidR="006C30BB" w:rsidRPr="006C30BB" w:rsidRDefault="006C30BB" w:rsidP="006C30BB">
      <w:pPr>
        <w:spacing w:line="360" w:lineRule="auto"/>
        <w:jc w:val="both"/>
        <w:rPr>
          <w:rFonts w:ascii="Arial" w:hAnsi="Arial" w:cs="Arial"/>
          <w:b/>
          <w:bCs/>
          <w:sz w:val="24"/>
          <w:szCs w:val="24"/>
        </w:rPr>
      </w:pPr>
      <w:r w:rsidRPr="006C30BB">
        <w:rPr>
          <w:rFonts w:ascii="Arial" w:hAnsi="Arial" w:cs="Arial"/>
          <w:b/>
          <w:bCs/>
          <w:sz w:val="24"/>
          <w:szCs w:val="24"/>
        </w:rPr>
        <w:t>Prostor, oprema i ljudski kapaciteti</w:t>
      </w:r>
    </w:p>
    <w:p w14:paraId="26FF6A74" w14:textId="77777777" w:rsidR="006C30BB" w:rsidRPr="006C30BB" w:rsidRDefault="006C30BB" w:rsidP="006C30BB">
      <w:pPr>
        <w:spacing w:line="360" w:lineRule="auto"/>
        <w:ind w:firstLine="708"/>
        <w:jc w:val="both"/>
        <w:rPr>
          <w:rFonts w:ascii="Arial" w:hAnsi="Arial" w:cs="Arial"/>
          <w:sz w:val="24"/>
          <w:szCs w:val="24"/>
        </w:rPr>
      </w:pPr>
      <w:r w:rsidRPr="006C30BB">
        <w:rPr>
          <w:rFonts w:ascii="Arial" w:hAnsi="Arial" w:cs="Arial"/>
          <w:sz w:val="24"/>
          <w:szCs w:val="24"/>
        </w:rPr>
        <w:t xml:space="preserve">Sjedište Učilišta je na adresi Trg Gospe Kunagorske 3 u Pregradi. </w:t>
      </w:r>
    </w:p>
    <w:p w14:paraId="2FA3B284" w14:textId="518BC939" w:rsidR="006C30BB" w:rsidRPr="006C30BB" w:rsidRDefault="006C30BB" w:rsidP="006C30BB">
      <w:pPr>
        <w:spacing w:line="360" w:lineRule="auto"/>
        <w:ind w:firstLine="708"/>
        <w:jc w:val="both"/>
        <w:rPr>
          <w:rFonts w:ascii="Arial" w:hAnsi="Arial" w:cs="Arial"/>
          <w:sz w:val="24"/>
          <w:szCs w:val="24"/>
        </w:rPr>
      </w:pPr>
      <w:r w:rsidRPr="006C30BB">
        <w:rPr>
          <w:rFonts w:ascii="Arial" w:hAnsi="Arial" w:cs="Arial"/>
          <w:sz w:val="24"/>
          <w:szCs w:val="24"/>
        </w:rPr>
        <w:t xml:space="preserve">Zgrada u kojoj djeluju Muzej grada Pregrade i Gradska knjižnica Pregrada, a jednim dijelom i Glazbena škola Pregrada, sada je i sjedište Učilišta. U zgradi, ne računajući prostore Gradske knjižnice Pregrada, postoje tri uredska prostora, od kojih je jedan smješten u prizemlju, a preostala dva na </w:t>
      </w:r>
      <w:r w:rsidR="00C67119">
        <w:rPr>
          <w:rFonts w:ascii="Arial" w:hAnsi="Arial" w:cs="Arial"/>
          <w:sz w:val="24"/>
          <w:szCs w:val="24"/>
        </w:rPr>
        <w:t>prvom</w:t>
      </w:r>
      <w:r w:rsidRPr="006C30BB">
        <w:rPr>
          <w:rFonts w:ascii="Arial" w:hAnsi="Arial" w:cs="Arial"/>
          <w:sz w:val="24"/>
          <w:szCs w:val="24"/>
        </w:rPr>
        <w:t xml:space="preserve"> katu zgrade. Uredski prostor u prizemlju koristi se kao muzejska trgovina, odnosno suvenirnica, a od 1. prosinca 2023. i kao ured Učilišta u kojem su smještene dvije djelatnice. </w:t>
      </w:r>
    </w:p>
    <w:p w14:paraId="36044BA5" w14:textId="77777777" w:rsidR="006C30BB" w:rsidRPr="006C30BB" w:rsidRDefault="006C30BB" w:rsidP="006C30BB">
      <w:pPr>
        <w:spacing w:line="360" w:lineRule="auto"/>
        <w:ind w:firstLine="708"/>
        <w:jc w:val="both"/>
        <w:rPr>
          <w:rFonts w:ascii="Arial" w:hAnsi="Arial" w:cs="Arial"/>
          <w:sz w:val="24"/>
          <w:szCs w:val="24"/>
        </w:rPr>
      </w:pPr>
      <w:r w:rsidRPr="006C30BB">
        <w:rPr>
          <w:rFonts w:ascii="Arial" w:hAnsi="Arial" w:cs="Arial"/>
          <w:sz w:val="24"/>
          <w:szCs w:val="24"/>
        </w:rPr>
        <w:t>Na katu je, lijevo od stepeništa i neposredno kraj ulaza u Ljekarničku zbirku Thierry smješten ured ravnatelja Učilišta. Ured je tijekom 2023. opremljen potrebnim namještajem te se u njemu nalazi radni stol, računalo, multifunkcijski uređaj (pisač-skener-kopirka) te ormari za registratore i drugu arhivsku građu.</w:t>
      </w:r>
    </w:p>
    <w:p w14:paraId="5DD6BCAD" w14:textId="77777777" w:rsidR="006C30BB" w:rsidRPr="006C30BB" w:rsidRDefault="006C30BB" w:rsidP="006C30BB">
      <w:pPr>
        <w:spacing w:line="360" w:lineRule="auto"/>
        <w:ind w:firstLine="708"/>
        <w:jc w:val="both"/>
        <w:rPr>
          <w:rFonts w:ascii="Arial" w:hAnsi="Arial" w:cs="Arial"/>
          <w:sz w:val="24"/>
          <w:szCs w:val="24"/>
        </w:rPr>
      </w:pPr>
      <w:r w:rsidRPr="006C30BB">
        <w:rPr>
          <w:rFonts w:ascii="Arial" w:hAnsi="Arial" w:cs="Arial"/>
          <w:sz w:val="24"/>
          <w:szCs w:val="24"/>
        </w:rPr>
        <w:t>Drugi uredski prostor na katu, smješten desno od stepeništa, kraj ulaza u Numizmatičku zbirku, koristi Glazbena škola Pregrada, uglavnom u popodnevnim i večernjim satima, za potrebe izvođenja nastave. Ovaj uredski prostor bi također trebalo osloboditi i prenamijeniti za potrebe djelovanja Učilišta.</w:t>
      </w:r>
    </w:p>
    <w:p w14:paraId="12111A7B" w14:textId="7AB37887" w:rsidR="006C30BB" w:rsidRPr="006C30BB" w:rsidRDefault="006C30BB" w:rsidP="006C30BB">
      <w:pPr>
        <w:spacing w:line="360" w:lineRule="auto"/>
        <w:ind w:firstLine="708"/>
        <w:jc w:val="both"/>
        <w:rPr>
          <w:rFonts w:ascii="Arial" w:hAnsi="Arial" w:cs="Arial"/>
          <w:sz w:val="24"/>
          <w:szCs w:val="24"/>
        </w:rPr>
      </w:pPr>
      <w:r w:rsidRPr="006C30BB">
        <w:rPr>
          <w:rFonts w:ascii="Arial" w:hAnsi="Arial" w:cs="Arial"/>
          <w:sz w:val="24"/>
          <w:szCs w:val="24"/>
        </w:rPr>
        <w:lastRenderedPageBreak/>
        <w:t xml:space="preserve">Za izvođenje obrazovnih programa u zgradi postoje dva veća prostora, galerijski prostor muzeja i čitaonički prostor knjižnice. Oba prostora smještena su u prizemlju zgrade, a pristup do njih prilagođen je osobama s invaliditetom i osobama smanjene pokretljivosti. Galerijski prostor muzeja kapaciteta je od 40 do 50 sjedećih mjesta, a čitaonički prostor knjižnice od 60 do 80 sjedećih mjesta. Oba prostora nisu namijenjena za informatičke programe jer nisu opremljeni stolovima i računalima. Kod oba prostora postoji problem kolizije s drugim programima ili aktivnostima koji se u njima odvijaju. </w:t>
      </w:r>
    </w:p>
    <w:p w14:paraId="3531AE29" w14:textId="77777777" w:rsidR="006C30BB" w:rsidRPr="006C30BB" w:rsidRDefault="006C30BB" w:rsidP="006C30BB">
      <w:pPr>
        <w:spacing w:line="360" w:lineRule="auto"/>
        <w:ind w:firstLine="708"/>
        <w:jc w:val="both"/>
        <w:rPr>
          <w:rFonts w:ascii="Arial" w:hAnsi="Arial" w:cs="Arial"/>
          <w:sz w:val="24"/>
          <w:szCs w:val="24"/>
        </w:rPr>
      </w:pPr>
      <w:r w:rsidRPr="006C30BB">
        <w:rPr>
          <w:rFonts w:ascii="Arial" w:hAnsi="Arial" w:cs="Arial"/>
          <w:sz w:val="24"/>
          <w:szCs w:val="24"/>
        </w:rPr>
        <w:t xml:space="preserve">Čitaonički prostor knjižnice koriste korisnici knjižnice tijekom radnog vremena knjižnice, a taj se prostor koristi i za organizaciju različitih događanja uglavnom u popodnevnim ili večernjim satima. </w:t>
      </w:r>
    </w:p>
    <w:p w14:paraId="4DF32DB1" w14:textId="5223D7AA" w:rsidR="006C30BB" w:rsidRPr="006C30BB" w:rsidRDefault="006C30BB" w:rsidP="006C30BB">
      <w:pPr>
        <w:spacing w:line="360" w:lineRule="auto"/>
        <w:ind w:firstLine="708"/>
        <w:jc w:val="both"/>
        <w:rPr>
          <w:rFonts w:ascii="Arial" w:hAnsi="Arial" w:cs="Arial"/>
          <w:sz w:val="24"/>
          <w:szCs w:val="24"/>
        </w:rPr>
      </w:pPr>
      <w:r w:rsidRPr="006C30BB">
        <w:rPr>
          <w:rFonts w:ascii="Arial" w:hAnsi="Arial" w:cs="Arial"/>
          <w:sz w:val="24"/>
          <w:szCs w:val="24"/>
        </w:rPr>
        <w:t xml:space="preserve">Galerijski prostor muzeja služi za potrebe realizacije povremenih izložbi, radionica, predavanja i drugih aktivnosti u sklopu edukativnog programa muzeja te za organizaciju drugih događanja. Osim toga, u popodnevnim i večernjim satima taj prostor koriste nastavnici i učenici Glazbene škole Pregrada za potrebe izvođenja nastave. Da bi Učilište moglo organizirati izvođenje obrazovnih programa u ovome prostoru u popodnevnim ili večernjim satima, Glazbena škola Pregrada trebala bi iseliti iz ovoga prostora. </w:t>
      </w:r>
    </w:p>
    <w:p w14:paraId="052CAE21" w14:textId="77777777" w:rsidR="006C30BB" w:rsidRPr="006C30BB" w:rsidRDefault="006C30BB" w:rsidP="006C30BB">
      <w:pPr>
        <w:spacing w:line="360" w:lineRule="auto"/>
        <w:ind w:firstLine="708"/>
        <w:jc w:val="both"/>
        <w:rPr>
          <w:rFonts w:ascii="Arial" w:hAnsi="Arial" w:cs="Arial"/>
          <w:sz w:val="24"/>
          <w:szCs w:val="24"/>
        </w:rPr>
      </w:pPr>
      <w:r w:rsidRPr="006C30BB">
        <w:rPr>
          <w:rFonts w:ascii="Arial" w:hAnsi="Arial" w:cs="Arial"/>
          <w:sz w:val="24"/>
          <w:szCs w:val="24"/>
        </w:rPr>
        <w:t>U neposrednoj blizini sjedišta Učilišta postoji još jedan prikladan prostor za izvođenje programa, a to je prostor Gradske vijećnice na adresi Ulica Josipa Karla Tuškana 2, sjedište Grada Pregrade. Prostor Gradske vijećnice ujedno je površinom najveći te ima kapacitet sjedećih mjesta za više od 80 osoba.</w:t>
      </w:r>
    </w:p>
    <w:p w14:paraId="1E20DEC3" w14:textId="425B90D8" w:rsidR="006C30BB" w:rsidRPr="006C30BB" w:rsidRDefault="006C30BB" w:rsidP="006C30BB">
      <w:pPr>
        <w:spacing w:line="360" w:lineRule="auto"/>
        <w:ind w:firstLine="708"/>
        <w:jc w:val="both"/>
        <w:rPr>
          <w:rFonts w:ascii="Arial" w:hAnsi="Arial" w:cs="Arial"/>
          <w:sz w:val="24"/>
          <w:szCs w:val="24"/>
        </w:rPr>
      </w:pPr>
      <w:r w:rsidRPr="006C30BB">
        <w:rPr>
          <w:rFonts w:ascii="Arial" w:hAnsi="Arial" w:cs="Arial"/>
          <w:sz w:val="24"/>
          <w:szCs w:val="24"/>
        </w:rPr>
        <w:t xml:space="preserve">U dugoročnoj perspektivi, Učilište će trebati svoje vlastite prostore za održavanje obrazovnih programa, osobito kada se dođe u fazu realizacije više različitih programa koji će se odvijati u isto vrijeme. Zbog toga će trebati razmisliti o tome postoje li mogućnosti da se takvi prostori urede u sklopu kompleksa budućeg kulturnog centra na lokaciji Kina Pregrada, u potkrovlju zgrade Učilišta, u sklopu upravne zgrade EMKA-e ili na nekoj drugoj lokaciji kako bi se riješio problem nedostatka prostora za izvođenje programa. Učilištu će zbog prirode programa trebati više </w:t>
      </w:r>
      <w:r w:rsidR="007366B0">
        <w:rPr>
          <w:rFonts w:ascii="Arial" w:hAnsi="Arial" w:cs="Arial"/>
          <w:sz w:val="24"/>
          <w:szCs w:val="24"/>
        </w:rPr>
        <w:t>manjih učionica</w:t>
      </w:r>
      <w:r w:rsidRPr="006C30BB">
        <w:rPr>
          <w:rFonts w:ascii="Arial" w:hAnsi="Arial" w:cs="Arial"/>
          <w:sz w:val="24"/>
          <w:szCs w:val="24"/>
        </w:rPr>
        <w:t>, a s obzirom na to da formalne programe obrazovanja odraslih najčešće pohađa manji broj polaznika, u prosjeku od 5 do 15 osoba. Zbog toga će u budućnosti trebati razmišljati o uređenju nekoliko manjih učionica koje će se moći koristiti za istovremeno odvijanje različitih obrazovnih programa za odrasle.</w:t>
      </w:r>
      <w:r w:rsidR="00D31CA0">
        <w:rPr>
          <w:rFonts w:ascii="Arial" w:hAnsi="Arial" w:cs="Arial"/>
          <w:sz w:val="24"/>
          <w:szCs w:val="24"/>
        </w:rPr>
        <w:t xml:space="preserve"> Tim je povodom Upravno vijeće Učilišta </w:t>
      </w:r>
      <w:r w:rsidR="005E5E4E">
        <w:rPr>
          <w:rFonts w:ascii="Arial" w:hAnsi="Arial" w:cs="Arial"/>
          <w:sz w:val="24"/>
          <w:szCs w:val="24"/>
        </w:rPr>
        <w:t xml:space="preserve">u prosincu 2024. godine uputilo Gradu Pregradi i </w:t>
      </w:r>
      <w:r w:rsidR="005E5E4E">
        <w:rPr>
          <w:rFonts w:ascii="Arial" w:hAnsi="Arial" w:cs="Arial"/>
          <w:sz w:val="24"/>
          <w:szCs w:val="24"/>
        </w:rPr>
        <w:lastRenderedPageBreak/>
        <w:t>Krapinsko-zagorskoj</w:t>
      </w:r>
      <w:r w:rsidR="00670846">
        <w:rPr>
          <w:rFonts w:ascii="Arial" w:hAnsi="Arial" w:cs="Arial"/>
          <w:sz w:val="24"/>
          <w:szCs w:val="24"/>
        </w:rPr>
        <w:t xml:space="preserve"> </w:t>
      </w:r>
      <w:r w:rsidR="005E5E4E">
        <w:rPr>
          <w:rFonts w:ascii="Arial" w:hAnsi="Arial" w:cs="Arial"/>
          <w:sz w:val="24"/>
          <w:szCs w:val="24"/>
        </w:rPr>
        <w:t>županiji</w:t>
      </w:r>
      <w:r w:rsidR="00652EA1">
        <w:rPr>
          <w:rFonts w:ascii="Arial" w:hAnsi="Arial" w:cs="Arial"/>
          <w:sz w:val="24"/>
          <w:szCs w:val="24"/>
        </w:rPr>
        <w:t xml:space="preserve"> </w:t>
      </w:r>
      <w:r w:rsidR="00652EA1" w:rsidRPr="00652EA1">
        <w:rPr>
          <w:rFonts w:ascii="Arial" w:hAnsi="Arial" w:cs="Arial"/>
          <w:sz w:val="24"/>
          <w:szCs w:val="24"/>
        </w:rPr>
        <w:t>Molb</w:t>
      </w:r>
      <w:r w:rsidR="00652EA1">
        <w:rPr>
          <w:rFonts w:ascii="Arial" w:hAnsi="Arial" w:cs="Arial"/>
          <w:sz w:val="24"/>
          <w:szCs w:val="24"/>
        </w:rPr>
        <w:t>u</w:t>
      </w:r>
      <w:r w:rsidR="00652EA1" w:rsidRPr="00652EA1">
        <w:rPr>
          <w:rFonts w:ascii="Arial" w:hAnsi="Arial" w:cs="Arial"/>
          <w:sz w:val="24"/>
          <w:szCs w:val="24"/>
        </w:rPr>
        <w:t xml:space="preserve"> za osiguravanje prostora u sklopu kompleksa nekadašnje tvornice Emka d.d.</w:t>
      </w:r>
      <w:r w:rsidR="00670846">
        <w:rPr>
          <w:rFonts w:ascii="Arial" w:hAnsi="Arial" w:cs="Arial"/>
          <w:sz w:val="24"/>
          <w:szCs w:val="24"/>
        </w:rPr>
        <w:t xml:space="preserve"> kako bi grad i županija kao vlasnici kompleksa imali u vidu potrebe Učilišta prilikom </w:t>
      </w:r>
      <w:r w:rsidR="009F749F">
        <w:rPr>
          <w:rFonts w:ascii="Arial" w:hAnsi="Arial" w:cs="Arial"/>
          <w:sz w:val="24"/>
          <w:szCs w:val="24"/>
        </w:rPr>
        <w:t xml:space="preserve">planiranja buduće namjene i </w:t>
      </w:r>
      <w:r w:rsidR="00670846">
        <w:rPr>
          <w:rFonts w:ascii="Arial" w:hAnsi="Arial" w:cs="Arial"/>
          <w:sz w:val="24"/>
          <w:szCs w:val="24"/>
        </w:rPr>
        <w:t xml:space="preserve">uređenja </w:t>
      </w:r>
      <w:r w:rsidR="009F749F">
        <w:rPr>
          <w:rFonts w:ascii="Arial" w:hAnsi="Arial" w:cs="Arial"/>
          <w:sz w:val="24"/>
          <w:szCs w:val="24"/>
        </w:rPr>
        <w:t>tog kompleksa</w:t>
      </w:r>
      <w:r w:rsidR="00670846">
        <w:rPr>
          <w:rFonts w:ascii="Arial" w:hAnsi="Arial" w:cs="Arial"/>
          <w:sz w:val="24"/>
          <w:szCs w:val="24"/>
        </w:rPr>
        <w:t xml:space="preserve">. </w:t>
      </w:r>
    </w:p>
    <w:p w14:paraId="448AEB7F" w14:textId="42A2AC9D" w:rsidR="006C30BB" w:rsidRPr="006C30BB" w:rsidRDefault="006C30BB" w:rsidP="004745F3">
      <w:pPr>
        <w:spacing w:line="360" w:lineRule="auto"/>
        <w:ind w:firstLine="708"/>
        <w:jc w:val="both"/>
        <w:rPr>
          <w:rFonts w:ascii="Arial" w:hAnsi="Arial" w:cs="Arial"/>
          <w:sz w:val="24"/>
          <w:szCs w:val="24"/>
        </w:rPr>
      </w:pPr>
      <w:r w:rsidRPr="006C30BB">
        <w:rPr>
          <w:rFonts w:ascii="Arial" w:hAnsi="Arial" w:cs="Arial"/>
          <w:sz w:val="24"/>
          <w:szCs w:val="24"/>
        </w:rPr>
        <w:t>Učilište treba nabavljati opremu, potrebnu za rad i djelovanje. Prije svega, to se odnosi na stolna i prijenosna računala, multifunkcijski uređaj (pisač-skener-kopirka), uredske stolove, stolice i drugi namještaj te ostalu opremu potrebnu za svakodnevno uredsko poslovanje. Za potrebe izvođenja informatičkih programa propisani su standardi za ostvarivanje uvjeta za njihovu realizaciju, stoga će u tom slučaju prostor za izvođenje programa trebati opremiti računalima.</w:t>
      </w:r>
    </w:p>
    <w:p w14:paraId="207945EC" w14:textId="4DD09785" w:rsidR="006C30BB" w:rsidRPr="006C30BB" w:rsidRDefault="006C30BB" w:rsidP="006C30BB">
      <w:pPr>
        <w:spacing w:line="360" w:lineRule="auto"/>
        <w:ind w:firstLine="708"/>
        <w:jc w:val="both"/>
        <w:rPr>
          <w:rFonts w:ascii="Arial" w:hAnsi="Arial" w:cs="Arial"/>
          <w:sz w:val="24"/>
          <w:szCs w:val="24"/>
        </w:rPr>
      </w:pPr>
      <w:r w:rsidRPr="006C30BB">
        <w:rPr>
          <w:rFonts w:ascii="Arial" w:hAnsi="Arial" w:cs="Arial"/>
          <w:sz w:val="24"/>
          <w:szCs w:val="24"/>
        </w:rPr>
        <w:t>Od 1. prosinca 2023. godine, u Učilištu su uz ravnatelja, temeljem provedenom javnog natječaja za zapošljavanje, zaposlene još dvije djelatnice. Na mjestu više stručne suradnice je temeljem ugovora o radu na neodređeno vrijeme zaposlena Lucija Vrhovski, magistra ruskog i portugalskog jezika i književnosti, a na mjestu stručne suradnice, temeljem ugovora o radu na određeno vrijeme (12 mjeseci) zaposlena je Dora Kolar, magistra medijskog dizajna.</w:t>
      </w:r>
      <w:r w:rsidR="006102C1">
        <w:rPr>
          <w:rFonts w:ascii="Arial" w:hAnsi="Arial" w:cs="Arial"/>
          <w:sz w:val="24"/>
          <w:szCs w:val="24"/>
        </w:rPr>
        <w:t xml:space="preserve"> </w:t>
      </w:r>
      <w:r w:rsidR="001A6AFB">
        <w:rPr>
          <w:rFonts w:ascii="Arial" w:hAnsi="Arial" w:cs="Arial"/>
          <w:sz w:val="24"/>
          <w:szCs w:val="24"/>
        </w:rPr>
        <w:t xml:space="preserve">U prosincu 2024. </w:t>
      </w:r>
      <w:r w:rsidR="00B40C36">
        <w:rPr>
          <w:rFonts w:ascii="Arial" w:hAnsi="Arial" w:cs="Arial"/>
          <w:sz w:val="24"/>
          <w:szCs w:val="24"/>
        </w:rPr>
        <w:t xml:space="preserve">s Dorom Kolar sklopljen je ugovor na određeno vrijeme (60 dana) zbog povećanog opsega posla. </w:t>
      </w:r>
    </w:p>
    <w:p w14:paraId="677C3FF4" w14:textId="5651961E" w:rsidR="006C30BB" w:rsidRPr="006C30BB" w:rsidRDefault="006C30BB" w:rsidP="006C30BB">
      <w:pPr>
        <w:spacing w:line="360" w:lineRule="auto"/>
        <w:ind w:firstLine="708"/>
        <w:jc w:val="both"/>
        <w:rPr>
          <w:rFonts w:ascii="Arial" w:hAnsi="Arial" w:cs="Arial"/>
          <w:sz w:val="24"/>
          <w:szCs w:val="24"/>
        </w:rPr>
      </w:pPr>
      <w:r w:rsidRPr="006C30BB">
        <w:rPr>
          <w:rFonts w:ascii="Arial" w:hAnsi="Arial" w:cs="Arial"/>
          <w:sz w:val="24"/>
          <w:szCs w:val="24"/>
        </w:rPr>
        <w:t>Osim ravnatelja, Učilište sukladno Statutu i Pravilniku o unutarnjem ustrojstvu treba imati zaposlenog stručnog voditelja ustanove. Sukladno odredbama čl. 7. Zakona o obrazovanju odraslih, Učilište treba imati zaposlenog andragoškog voditelja na puno radno vrijeme.</w:t>
      </w:r>
    </w:p>
    <w:p w14:paraId="24AE6FF3" w14:textId="65E4A1A5" w:rsidR="006C30BB" w:rsidRPr="006C30BB" w:rsidRDefault="006C30BB" w:rsidP="006C30BB">
      <w:pPr>
        <w:spacing w:line="360" w:lineRule="auto"/>
        <w:ind w:firstLine="708"/>
        <w:jc w:val="both"/>
        <w:rPr>
          <w:rFonts w:ascii="Arial" w:hAnsi="Arial" w:cs="Arial"/>
          <w:sz w:val="24"/>
          <w:szCs w:val="24"/>
        </w:rPr>
      </w:pPr>
      <w:r w:rsidRPr="006C30BB">
        <w:rPr>
          <w:rFonts w:ascii="Arial" w:hAnsi="Arial" w:cs="Arial"/>
          <w:sz w:val="24"/>
          <w:szCs w:val="24"/>
        </w:rPr>
        <w:t>Sukladno čl. 27. Zakona o muzejima, muzeji u sastavu imaju voditelja, stoga će</w:t>
      </w:r>
      <w:r w:rsidR="009F749F">
        <w:rPr>
          <w:rFonts w:ascii="Arial" w:hAnsi="Arial" w:cs="Arial"/>
          <w:sz w:val="24"/>
          <w:szCs w:val="24"/>
        </w:rPr>
        <w:t xml:space="preserve"> nakon planiranog pripojenja Muzeja grada Pregrade Pučkom otvorenom učilištu Pregrada</w:t>
      </w:r>
      <w:r w:rsidRPr="006C30BB">
        <w:rPr>
          <w:rFonts w:ascii="Arial" w:hAnsi="Arial" w:cs="Arial"/>
          <w:sz w:val="24"/>
          <w:szCs w:val="24"/>
        </w:rPr>
        <w:t xml:space="preserve"> biti potrebno imenovati ili zaposliti voditelja muzeja. Sukladno čl. 35. Pravilnika o stručnim i tehničkim standardima za određivanje vrste muzeja, za njihov rad, te za smještaj muzejske građe i muzejske dokumentacije, u lokalnome muzeju stručne poslove obavlja najmanje 1 kustos, a pomoćne stručne poslove obavlja najmanje 1 muzejski tehničar. Ako će voditelj muzeja biti ujedno i kustos, svakako je potrebno zaposliti još muzejskog tehničara kako bi muzej ispunio uvjete iz spomenutog Pravilnika.</w:t>
      </w:r>
    </w:p>
    <w:p w14:paraId="479DF446" w14:textId="66540C41" w:rsidR="006C30BB" w:rsidRDefault="006C30BB" w:rsidP="00D85842">
      <w:pPr>
        <w:spacing w:line="360" w:lineRule="auto"/>
        <w:ind w:firstLine="708"/>
        <w:jc w:val="both"/>
        <w:rPr>
          <w:rFonts w:ascii="Arial" w:hAnsi="Arial" w:cs="Arial"/>
          <w:sz w:val="24"/>
          <w:szCs w:val="24"/>
        </w:rPr>
      </w:pPr>
      <w:r w:rsidRPr="006C30BB">
        <w:rPr>
          <w:rFonts w:ascii="Arial" w:hAnsi="Arial" w:cs="Arial"/>
          <w:sz w:val="24"/>
          <w:szCs w:val="24"/>
        </w:rPr>
        <w:t xml:space="preserve">Učilište bi svakako trebalo zaposliti osobu zaduženu za računovodstveno-knjigovodstvene poslove u Učilištu, za zaprimanje i plaćanje računa, izradu narudžbenica, </w:t>
      </w:r>
      <w:r w:rsidRPr="006C30BB">
        <w:rPr>
          <w:rFonts w:ascii="Arial" w:hAnsi="Arial" w:cs="Arial"/>
          <w:sz w:val="24"/>
          <w:szCs w:val="24"/>
        </w:rPr>
        <w:lastRenderedPageBreak/>
        <w:t xml:space="preserve">vođenje blagajne, prodaju ulaznica, izdavanje ponuda, računa i e-računa, obračun plaća, izradu putnih naloga, izradu financijskih izvještaja i druge poslove. Većinu tih poslova  obavlja </w:t>
      </w:r>
      <w:r w:rsidR="009973C0">
        <w:rPr>
          <w:rFonts w:ascii="Arial" w:hAnsi="Arial" w:cs="Arial"/>
          <w:sz w:val="24"/>
          <w:szCs w:val="24"/>
        </w:rPr>
        <w:t xml:space="preserve">ravnatelj Učilišta </w:t>
      </w:r>
      <w:r w:rsidR="00E64390">
        <w:rPr>
          <w:rFonts w:ascii="Arial" w:hAnsi="Arial" w:cs="Arial"/>
          <w:sz w:val="24"/>
          <w:szCs w:val="24"/>
        </w:rPr>
        <w:t>zajedno s drugim djelatnicama Učilišta</w:t>
      </w:r>
      <w:r w:rsidRPr="006C30BB">
        <w:rPr>
          <w:rFonts w:ascii="Arial" w:hAnsi="Arial" w:cs="Arial"/>
          <w:sz w:val="24"/>
          <w:szCs w:val="24"/>
        </w:rPr>
        <w:t xml:space="preserve">, a </w:t>
      </w:r>
      <w:r w:rsidR="00E64390">
        <w:rPr>
          <w:rFonts w:ascii="Arial" w:hAnsi="Arial" w:cs="Arial"/>
          <w:sz w:val="24"/>
          <w:szCs w:val="24"/>
        </w:rPr>
        <w:t>slična</w:t>
      </w:r>
      <w:r w:rsidRPr="006C30BB">
        <w:rPr>
          <w:rFonts w:ascii="Arial" w:hAnsi="Arial" w:cs="Arial"/>
          <w:sz w:val="24"/>
          <w:szCs w:val="24"/>
        </w:rPr>
        <w:t xml:space="preserve"> je situacija i u Gradskoj knjižnici Pregrada. Knjiženje, obračun plaća i putnih naloga te financijski izvještaji i financijski planovi izrađuju se u Upravnom odjelu za financije i gospodarstvo Grada Pregrade. S obzirom na to da čak i manje ustanove od naših u drugim gradovima i općinama imaju zaposlene osobe za te poslove ili imaju ugovore s vanjskim pružateljem tih usluga, to pitanje trebalo bi trajno riješiti i u gradu Pregradi.</w:t>
      </w:r>
    </w:p>
    <w:p w14:paraId="65E7CF5A" w14:textId="77777777" w:rsidR="00D85842" w:rsidRDefault="00D85842" w:rsidP="00D85842">
      <w:pPr>
        <w:spacing w:line="360" w:lineRule="auto"/>
        <w:ind w:firstLine="708"/>
        <w:jc w:val="both"/>
        <w:rPr>
          <w:rFonts w:ascii="Arial" w:hAnsi="Arial" w:cs="Arial"/>
          <w:sz w:val="24"/>
          <w:szCs w:val="24"/>
        </w:rPr>
      </w:pPr>
    </w:p>
    <w:p w14:paraId="11B10ADB" w14:textId="77777777" w:rsidR="006C30BB" w:rsidRPr="006C30BB" w:rsidRDefault="006C30BB" w:rsidP="006C30BB">
      <w:pPr>
        <w:spacing w:line="360" w:lineRule="auto"/>
        <w:jc w:val="both"/>
        <w:rPr>
          <w:rFonts w:ascii="Arial" w:hAnsi="Arial" w:cs="Arial"/>
          <w:b/>
          <w:bCs/>
          <w:sz w:val="24"/>
          <w:szCs w:val="24"/>
        </w:rPr>
      </w:pPr>
      <w:r w:rsidRPr="006C30BB">
        <w:rPr>
          <w:rFonts w:ascii="Arial" w:hAnsi="Arial" w:cs="Arial"/>
          <w:b/>
          <w:bCs/>
          <w:sz w:val="24"/>
          <w:szCs w:val="24"/>
        </w:rPr>
        <w:t>Donošenje akata</w:t>
      </w:r>
    </w:p>
    <w:p w14:paraId="4FFA3CD6" w14:textId="52A54532" w:rsidR="006C30BB" w:rsidRPr="006C30BB" w:rsidRDefault="006C30BB" w:rsidP="006C30BB">
      <w:pPr>
        <w:spacing w:line="360" w:lineRule="auto"/>
        <w:ind w:firstLine="708"/>
        <w:jc w:val="both"/>
        <w:rPr>
          <w:rFonts w:ascii="Arial" w:hAnsi="Arial" w:cs="Arial"/>
          <w:sz w:val="24"/>
          <w:szCs w:val="24"/>
        </w:rPr>
      </w:pPr>
      <w:r w:rsidRPr="006C30BB">
        <w:rPr>
          <w:rFonts w:ascii="Arial" w:hAnsi="Arial" w:cs="Arial"/>
          <w:sz w:val="24"/>
          <w:szCs w:val="24"/>
        </w:rPr>
        <w:t>Tijekom 202</w:t>
      </w:r>
      <w:r w:rsidR="00554E59">
        <w:rPr>
          <w:rFonts w:ascii="Arial" w:hAnsi="Arial" w:cs="Arial"/>
          <w:sz w:val="24"/>
          <w:szCs w:val="24"/>
        </w:rPr>
        <w:t>4</w:t>
      </w:r>
      <w:r w:rsidRPr="006C30BB">
        <w:rPr>
          <w:rFonts w:ascii="Arial" w:hAnsi="Arial" w:cs="Arial"/>
          <w:sz w:val="24"/>
          <w:szCs w:val="24"/>
        </w:rPr>
        <w:t>. godine, ravnatelj Učilišta i Upravno vijeće Učilišta su uz postojeće osnovne akte</w:t>
      </w:r>
      <w:r w:rsidR="00EE3D86">
        <w:rPr>
          <w:rFonts w:ascii="Arial" w:hAnsi="Arial" w:cs="Arial"/>
          <w:sz w:val="24"/>
          <w:szCs w:val="24"/>
        </w:rPr>
        <w:t xml:space="preserve"> </w:t>
      </w:r>
      <w:r w:rsidRPr="006C30BB">
        <w:rPr>
          <w:rFonts w:ascii="Arial" w:hAnsi="Arial" w:cs="Arial"/>
          <w:sz w:val="24"/>
          <w:szCs w:val="24"/>
        </w:rPr>
        <w:t>donosili i druge opće akte ustanove sukladno potrebama, poput npr. I. i II. izmjena i dopuna Financijskog plana Učilišta za 202</w:t>
      </w:r>
      <w:r w:rsidR="004938CA">
        <w:rPr>
          <w:rFonts w:ascii="Arial" w:hAnsi="Arial" w:cs="Arial"/>
          <w:sz w:val="24"/>
          <w:szCs w:val="24"/>
        </w:rPr>
        <w:t>4</w:t>
      </w:r>
      <w:r w:rsidRPr="006C30BB">
        <w:rPr>
          <w:rFonts w:ascii="Arial" w:hAnsi="Arial" w:cs="Arial"/>
          <w:sz w:val="24"/>
          <w:szCs w:val="24"/>
        </w:rPr>
        <w:t>. godinu, Financijskog plana Učilišta za 202</w:t>
      </w:r>
      <w:r w:rsidR="004938CA">
        <w:rPr>
          <w:rFonts w:ascii="Arial" w:hAnsi="Arial" w:cs="Arial"/>
          <w:sz w:val="24"/>
          <w:szCs w:val="24"/>
        </w:rPr>
        <w:t>5</w:t>
      </w:r>
      <w:r w:rsidRPr="006C30BB">
        <w:rPr>
          <w:rFonts w:ascii="Arial" w:hAnsi="Arial" w:cs="Arial"/>
          <w:sz w:val="24"/>
          <w:szCs w:val="24"/>
        </w:rPr>
        <w:t>. godinu, Programa rada za 202</w:t>
      </w:r>
      <w:r w:rsidR="004938CA">
        <w:rPr>
          <w:rFonts w:ascii="Arial" w:hAnsi="Arial" w:cs="Arial"/>
          <w:sz w:val="24"/>
          <w:szCs w:val="24"/>
        </w:rPr>
        <w:t>5</w:t>
      </w:r>
      <w:r w:rsidRPr="006C30BB">
        <w:rPr>
          <w:rFonts w:ascii="Arial" w:hAnsi="Arial" w:cs="Arial"/>
          <w:sz w:val="24"/>
          <w:szCs w:val="24"/>
        </w:rPr>
        <w:t>. godinu itd.</w:t>
      </w:r>
      <w:r w:rsidR="00EE3D86">
        <w:rPr>
          <w:rFonts w:ascii="Arial" w:hAnsi="Arial" w:cs="Arial"/>
          <w:sz w:val="24"/>
          <w:szCs w:val="24"/>
        </w:rPr>
        <w:t xml:space="preserve"> Također tokom 2024. godine </w:t>
      </w:r>
      <w:r w:rsidR="00E25F6E">
        <w:rPr>
          <w:rFonts w:ascii="Arial" w:hAnsi="Arial" w:cs="Arial"/>
          <w:sz w:val="24"/>
          <w:szCs w:val="24"/>
        </w:rPr>
        <w:t xml:space="preserve">donesen su novi Pravilnik o radu POU Pregrada kao i Pravilnik o unutarnjem ustrojstvu Učilišta. </w:t>
      </w:r>
    </w:p>
    <w:p w14:paraId="4DFCD04F" w14:textId="77777777" w:rsidR="006C30BB" w:rsidRPr="006C30BB" w:rsidRDefault="006C30BB" w:rsidP="006C30BB">
      <w:pPr>
        <w:spacing w:line="360" w:lineRule="auto"/>
        <w:ind w:firstLine="708"/>
        <w:jc w:val="both"/>
        <w:rPr>
          <w:rFonts w:ascii="Arial" w:hAnsi="Arial" w:cs="Arial"/>
          <w:sz w:val="24"/>
          <w:szCs w:val="24"/>
        </w:rPr>
      </w:pPr>
      <w:r w:rsidRPr="006C30BB">
        <w:rPr>
          <w:rFonts w:ascii="Arial" w:hAnsi="Arial" w:cs="Arial"/>
          <w:sz w:val="24"/>
          <w:szCs w:val="24"/>
        </w:rPr>
        <w:t>Sjednice Upravnog vijeća Učilišta održane su u sljedećim terminima:</w:t>
      </w:r>
    </w:p>
    <w:p w14:paraId="49A572E3" w14:textId="1019C492" w:rsidR="00256092" w:rsidRPr="00256092" w:rsidRDefault="00CD6F4F" w:rsidP="00256092">
      <w:pPr>
        <w:numPr>
          <w:ilvl w:val="0"/>
          <w:numId w:val="4"/>
        </w:numPr>
        <w:spacing w:line="360" w:lineRule="auto"/>
        <w:contextualSpacing/>
        <w:jc w:val="both"/>
        <w:rPr>
          <w:rFonts w:ascii="Arial" w:hAnsi="Arial" w:cs="Arial"/>
          <w:sz w:val="24"/>
          <w:szCs w:val="24"/>
        </w:rPr>
      </w:pPr>
      <w:r>
        <w:rPr>
          <w:rFonts w:ascii="Arial" w:hAnsi="Arial" w:cs="Arial"/>
          <w:sz w:val="24"/>
          <w:szCs w:val="24"/>
        </w:rPr>
        <w:t>12</w:t>
      </w:r>
      <w:r w:rsidR="006C30BB" w:rsidRPr="006C30BB">
        <w:rPr>
          <w:rFonts w:ascii="Arial" w:hAnsi="Arial" w:cs="Arial"/>
          <w:sz w:val="24"/>
          <w:szCs w:val="24"/>
        </w:rPr>
        <w:t>. sjednica (</w:t>
      </w:r>
      <w:r>
        <w:rPr>
          <w:rFonts w:ascii="Arial" w:hAnsi="Arial" w:cs="Arial"/>
          <w:sz w:val="24"/>
          <w:szCs w:val="24"/>
        </w:rPr>
        <w:t>11.-15</w:t>
      </w:r>
      <w:r w:rsidR="006C30BB" w:rsidRPr="006C30BB">
        <w:rPr>
          <w:rFonts w:ascii="Arial" w:hAnsi="Arial" w:cs="Arial"/>
          <w:sz w:val="24"/>
          <w:szCs w:val="24"/>
        </w:rPr>
        <w:t xml:space="preserve">. </w:t>
      </w:r>
      <w:r>
        <w:rPr>
          <w:rFonts w:ascii="Arial" w:hAnsi="Arial" w:cs="Arial"/>
          <w:sz w:val="24"/>
          <w:szCs w:val="24"/>
        </w:rPr>
        <w:t>travnja</w:t>
      </w:r>
      <w:r w:rsidR="006C30BB" w:rsidRPr="006C30BB">
        <w:rPr>
          <w:rFonts w:ascii="Arial" w:hAnsi="Arial" w:cs="Arial"/>
          <w:sz w:val="24"/>
          <w:szCs w:val="24"/>
        </w:rPr>
        <w:t xml:space="preserve"> 202</w:t>
      </w:r>
      <w:r>
        <w:rPr>
          <w:rFonts w:ascii="Arial" w:hAnsi="Arial" w:cs="Arial"/>
          <w:sz w:val="24"/>
          <w:szCs w:val="24"/>
        </w:rPr>
        <w:t>4</w:t>
      </w:r>
      <w:r w:rsidR="006C30BB" w:rsidRPr="006C30BB">
        <w:rPr>
          <w:rFonts w:ascii="Arial" w:hAnsi="Arial" w:cs="Arial"/>
          <w:sz w:val="24"/>
          <w:szCs w:val="24"/>
        </w:rPr>
        <w:t xml:space="preserve">.) – </w:t>
      </w:r>
      <w:r w:rsidR="00256092" w:rsidRPr="00256092">
        <w:rPr>
          <w:rFonts w:ascii="Arial" w:hAnsi="Arial" w:cs="Arial"/>
          <w:sz w:val="24"/>
          <w:szCs w:val="24"/>
        </w:rPr>
        <w:t>Izvješće o radu POU Pregrada za 2023. godinu</w:t>
      </w:r>
      <w:r w:rsidR="00256092">
        <w:rPr>
          <w:rFonts w:ascii="Arial" w:hAnsi="Arial" w:cs="Arial"/>
          <w:sz w:val="24"/>
          <w:szCs w:val="24"/>
        </w:rPr>
        <w:t xml:space="preserve">; </w:t>
      </w:r>
      <w:r w:rsidR="00256092" w:rsidRPr="00256092">
        <w:rPr>
          <w:rFonts w:ascii="Arial" w:hAnsi="Arial" w:cs="Arial"/>
          <w:sz w:val="24"/>
          <w:szCs w:val="24"/>
        </w:rPr>
        <w:t>Izvještaj o izvršenju Financijskog plana POU Pregrada za 2023. godinu i Obrazloženje</w:t>
      </w:r>
      <w:r w:rsidR="0011342D">
        <w:rPr>
          <w:rFonts w:ascii="Arial" w:hAnsi="Arial" w:cs="Arial"/>
          <w:sz w:val="24"/>
          <w:szCs w:val="24"/>
        </w:rPr>
        <w:t xml:space="preserve">; </w:t>
      </w:r>
      <w:r w:rsidR="00256092" w:rsidRPr="00256092">
        <w:rPr>
          <w:rFonts w:ascii="Arial" w:hAnsi="Arial" w:cs="Arial"/>
          <w:sz w:val="24"/>
          <w:szCs w:val="24"/>
        </w:rPr>
        <w:t>Plan nabave za POU Pregrada za 2024. godinu i I. izmjene i dopune Plana nabave</w:t>
      </w:r>
      <w:r w:rsidR="00973FD0" w:rsidRPr="00973FD0">
        <w:rPr>
          <w:rFonts w:ascii="Arial" w:hAnsi="Arial" w:cs="Arial"/>
          <w:sz w:val="24"/>
          <w:szCs w:val="24"/>
        </w:rPr>
        <w:t xml:space="preserve"> </w:t>
      </w:r>
      <w:r w:rsidR="00973FD0">
        <w:rPr>
          <w:rFonts w:ascii="Arial" w:hAnsi="Arial" w:cs="Arial"/>
          <w:sz w:val="24"/>
          <w:szCs w:val="24"/>
        </w:rPr>
        <w:t>(održana elektroničkim putem)</w:t>
      </w:r>
    </w:p>
    <w:p w14:paraId="50DCB2A7" w14:textId="7114C10D" w:rsidR="00FE3B26" w:rsidRPr="00FE3B26" w:rsidRDefault="00384FC4" w:rsidP="00FE3B26">
      <w:pPr>
        <w:numPr>
          <w:ilvl w:val="0"/>
          <w:numId w:val="4"/>
        </w:numPr>
        <w:spacing w:line="360" w:lineRule="auto"/>
        <w:contextualSpacing/>
        <w:jc w:val="both"/>
        <w:rPr>
          <w:rFonts w:ascii="Arial" w:hAnsi="Arial" w:cs="Arial"/>
          <w:sz w:val="24"/>
          <w:szCs w:val="24"/>
        </w:rPr>
      </w:pPr>
      <w:r>
        <w:rPr>
          <w:rFonts w:ascii="Arial" w:hAnsi="Arial" w:cs="Arial"/>
          <w:sz w:val="24"/>
          <w:szCs w:val="24"/>
        </w:rPr>
        <w:t>13</w:t>
      </w:r>
      <w:r w:rsidR="006C30BB" w:rsidRPr="006C30BB">
        <w:rPr>
          <w:rFonts w:ascii="Arial" w:hAnsi="Arial" w:cs="Arial"/>
          <w:sz w:val="24"/>
          <w:szCs w:val="24"/>
        </w:rPr>
        <w:t>. sjednica (2</w:t>
      </w:r>
      <w:r>
        <w:rPr>
          <w:rFonts w:ascii="Arial" w:hAnsi="Arial" w:cs="Arial"/>
          <w:sz w:val="24"/>
          <w:szCs w:val="24"/>
        </w:rPr>
        <w:t>4</w:t>
      </w:r>
      <w:r w:rsidR="006C30BB" w:rsidRPr="006C30BB">
        <w:rPr>
          <w:rFonts w:ascii="Arial" w:hAnsi="Arial" w:cs="Arial"/>
          <w:sz w:val="24"/>
          <w:szCs w:val="24"/>
        </w:rPr>
        <w:t xml:space="preserve">. </w:t>
      </w:r>
      <w:r>
        <w:rPr>
          <w:rFonts w:ascii="Arial" w:hAnsi="Arial" w:cs="Arial"/>
          <w:sz w:val="24"/>
          <w:szCs w:val="24"/>
        </w:rPr>
        <w:t>rujna</w:t>
      </w:r>
      <w:r w:rsidR="006C30BB" w:rsidRPr="006C30BB">
        <w:rPr>
          <w:rFonts w:ascii="Arial" w:hAnsi="Arial" w:cs="Arial"/>
          <w:sz w:val="24"/>
          <w:szCs w:val="24"/>
        </w:rPr>
        <w:t xml:space="preserve"> 202</w:t>
      </w:r>
      <w:r>
        <w:rPr>
          <w:rFonts w:ascii="Arial" w:hAnsi="Arial" w:cs="Arial"/>
          <w:sz w:val="24"/>
          <w:szCs w:val="24"/>
        </w:rPr>
        <w:t>4</w:t>
      </w:r>
      <w:r w:rsidR="006C30BB" w:rsidRPr="006C30BB">
        <w:rPr>
          <w:rFonts w:ascii="Arial" w:hAnsi="Arial" w:cs="Arial"/>
          <w:sz w:val="24"/>
          <w:szCs w:val="24"/>
        </w:rPr>
        <w:t xml:space="preserve">.) - </w:t>
      </w:r>
      <w:r w:rsidR="00FE3B26" w:rsidRPr="00FE3B26">
        <w:rPr>
          <w:rFonts w:ascii="Arial" w:hAnsi="Arial" w:cs="Arial"/>
          <w:sz w:val="24"/>
          <w:szCs w:val="24"/>
        </w:rPr>
        <w:t>Poslovnik o radu Upravnog vijeća POU Pregrada</w:t>
      </w:r>
      <w:r w:rsidR="00FE3B26">
        <w:rPr>
          <w:rFonts w:ascii="Arial" w:hAnsi="Arial" w:cs="Arial"/>
          <w:sz w:val="24"/>
          <w:szCs w:val="24"/>
        </w:rPr>
        <w:t xml:space="preserve">; </w:t>
      </w:r>
      <w:r w:rsidR="00FE3B26" w:rsidRPr="00FE3B26">
        <w:rPr>
          <w:rFonts w:ascii="Arial" w:hAnsi="Arial" w:cs="Arial"/>
          <w:sz w:val="24"/>
          <w:szCs w:val="24"/>
        </w:rPr>
        <w:t>I. izmjene i dopune Financijskog plana POU Pregrada za 2024. godinu</w:t>
      </w:r>
      <w:r w:rsidR="00FE3B26">
        <w:rPr>
          <w:rFonts w:ascii="Arial" w:hAnsi="Arial" w:cs="Arial"/>
          <w:sz w:val="24"/>
          <w:szCs w:val="24"/>
        </w:rPr>
        <w:t xml:space="preserve">; </w:t>
      </w:r>
      <w:r w:rsidR="00FE3B26" w:rsidRPr="00FE3B26">
        <w:rPr>
          <w:rFonts w:ascii="Arial" w:hAnsi="Arial" w:cs="Arial"/>
          <w:sz w:val="24"/>
          <w:szCs w:val="24"/>
        </w:rPr>
        <w:t>II. izmjene i dopune Plana nabave POU Pregrada za 2024. godinu</w:t>
      </w:r>
      <w:r w:rsidR="00FE3B26">
        <w:rPr>
          <w:rFonts w:ascii="Arial" w:hAnsi="Arial" w:cs="Arial"/>
          <w:sz w:val="24"/>
          <w:szCs w:val="24"/>
        </w:rPr>
        <w:t xml:space="preserve">; </w:t>
      </w:r>
      <w:r w:rsidR="00FE3B26" w:rsidRPr="00FE3B26">
        <w:rPr>
          <w:rFonts w:ascii="Arial" w:hAnsi="Arial" w:cs="Arial"/>
          <w:sz w:val="24"/>
          <w:szCs w:val="24"/>
        </w:rPr>
        <w:t>Izvještaj o izvršenju Financijskog plana POU Pregrada i Obrazloženje za razdoblje od 01.-06.2024.</w:t>
      </w:r>
      <w:r w:rsidR="00FE3B26">
        <w:rPr>
          <w:rFonts w:ascii="Arial" w:hAnsi="Arial" w:cs="Arial"/>
          <w:sz w:val="24"/>
          <w:szCs w:val="24"/>
        </w:rPr>
        <w:t xml:space="preserve">; </w:t>
      </w:r>
      <w:r w:rsidR="00FE3B26" w:rsidRPr="00FE3B26">
        <w:rPr>
          <w:rFonts w:ascii="Arial" w:hAnsi="Arial" w:cs="Arial"/>
          <w:sz w:val="24"/>
          <w:szCs w:val="24"/>
        </w:rPr>
        <w:t>Izvještaj o vlastitim i namjenskim prihodima i rashodima za razdoblje od 01.-06.2024.</w:t>
      </w:r>
      <w:r w:rsidR="00FE3B26">
        <w:rPr>
          <w:rFonts w:ascii="Arial" w:hAnsi="Arial" w:cs="Arial"/>
          <w:sz w:val="24"/>
          <w:szCs w:val="24"/>
        </w:rPr>
        <w:t xml:space="preserve">; </w:t>
      </w:r>
      <w:r w:rsidR="00FE3B26" w:rsidRPr="00FE3B26">
        <w:rPr>
          <w:rFonts w:ascii="Arial" w:hAnsi="Arial" w:cs="Arial"/>
          <w:sz w:val="24"/>
          <w:szCs w:val="24"/>
        </w:rPr>
        <w:t xml:space="preserve">Pravilnik o radu POU Pregrada </w:t>
      </w:r>
      <w:r w:rsidR="00FE3B26">
        <w:rPr>
          <w:rFonts w:ascii="Arial" w:hAnsi="Arial" w:cs="Arial"/>
          <w:sz w:val="24"/>
          <w:szCs w:val="24"/>
        </w:rPr>
        <w:t>–</w:t>
      </w:r>
      <w:r w:rsidR="00FE3B26" w:rsidRPr="00FE3B26">
        <w:rPr>
          <w:rFonts w:ascii="Arial" w:hAnsi="Arial" w:cs="Arial"/>
          <w:sz w:val="24"/>
          <w:szCs w:val="24"/>
        </w:rPr>
        <w:t xml:space="preserve"> Prijedlog</w:t>
      </w:r>
      <w:r w:rsidR="00FE3B26">
        <w:rPr>
          <w:rFonts w:ascii="Arial" w:hAnsi="Arial" w:cs="Arial"/>
          <w:sz w:val="24"/>
          <w:szCs w:val="24"/>
        </w:rPr>
        <w:t xml:space="preserve"> i </w:t>
      </w:r>
      <w:r w:rsidR="00FE3B26" w:rsidRPr="00FE3B26">
        <w:rPr>
          <w:rFonts w:ascii="Arial" w:hAnsi="Arial" w:cs="Arial"/>
          <w:sz w:val="24"/>
          <w:szCs w:val="24"/>
        </w:rPr>
        <w:t>Pravilnik o unutarnjem ustrojstvu POU Pregrada - Prijedlog</w:t>
      </w:r>
    </w:p>
    <w:p w14:paraId="57B79C7F" w14:textId="13A35F9F" w:rsidR="006C30BB" w:rsidRPr="006C30BB" w:rsidRDefault="006C30BB" w:rsidP="00973FD0">
      <w:pPr>
        <w:numPr>
          <w:ilvl w:val="0"/>
          <w:numId w:val="4"/>
        </w:numPr>
        <w:spacing w:line="360" w:lineRule="auto"/>
        <w:contextualSpacing/>
        <w:jc w:val="both"/>
        <w:rPr>
          <w:rFonts w:ascii="Arial" w:hAnsi="Arial" w:cs="Arial"/>
          <w:sz w:val="24"/>
          <w:szCs w:val="24"/>
        </w:rPr>
      </w:pPr>
      <w:r w:rsidRPr="006C30BB">
        <w:rPr>
          <w:rFonts w:ascii="Arial" w:hAnsi="Arial" w:cs="Arial"/>
          <w:sz w:val="24"/>
          <w:szCs w:val="24"/>
        </w:rPr>
        <w:t>1</w:t>
      </w:r>
      <w:r w:rsidR="00BD645C">
        <w:rPr>
          <w:rFonts w:ascii="Arial" w:hAnsi="Arial" w:cs="Arial"/>
          <w:sz w:val="24"/>
          <w:szCs w:val="24"/>
        </w:rPr>
        <w:t>4</w:t>
      </w:r>
      <w:r w:rsidRPr="006C30BB">
        <w:rPr>
          <w:rFonts w:ascii="Arial" w:hAnsi="Arial" w:cs="Arial"/>
          <w:sz w:val="24"/>
          <w:szCs w:val="24"/>
        </w:rPr>
        <w:t>. sjednica (</w:t>
      </w:r>
      <w:r w:rsidR="000D6C53">
        <w:rPr>
          <w:rFonts w:ascii="Arial" w:hAnsi="Arial" w:cs="Arial"/>
          <w:sz w:val="24"/>
          <w:szCs w:val="24"/>
        </w:rPr>
        <w:t>9.-10</w:t>
      </w:r>
      <w:r w:rsidRPr="006C30BB">
        <w:rPr>
          <w:rFonts w:ascii="Arial" w:hAnsi="Arial" w:cs="Arial"/>
          <w:sz w:val="24"/>
          <w:szCs w:val="24"/>
        </w:rPr>
        <w:t xml:space="preserve">. </w:t>
      </w:r>
      <w:r w:rsidR="000D6C53">
        <w:rPr>
          <w:rFonts w:ascii="Arial" w:hAnsi="Arial" w:cs="Arial"/>
          <w:sz w:val="24"/>
          <w:szCs w:val="24"/>
        </w:rPr>
        <w:t>listopada</w:t>
      </w:r>
      <w:r w:rsidRPr="006C30BB">
        <w:rPr>
          <w:rFonts w:ascii="Arial" w:hAnsi="Arial" w:cs="Arial"/>
          <w:sz w:val="24"/>
          <w:szCs w:val="24"/>
        </w:rPr>
        <w:t xml:space="preserve"> 202</w:t>
      </w:r>
      <w:r w:rsidR="000D6C53">
        <w:rPr>
          <w:rFonts w:ascii="Arial" w:hAnsi="Arial" w:cs="Arial"/>
          <w:sz w:val="24"/>
          <w:szCs w:val="24"/>
        </w:rPr>
        <w:t>4</w:t>
      </w:r>
      <w:r w:rsidRPr="006C30BB">
        <w:rPr>
          <w:rFonts w:ascii="Arial" w:hAnsi="Arial" w:cs="Arial"/>
          <w:sz w:val="24"/>
          <w:szCs w:val="24"/>
        </w:rPr>
        <w:t xml:space="preserve">.) - </w:t>
      </w:r>
      <w:r w:rsidR="00973FD0" w:rsidRPr="00973FD0">
        <w:rPr>
          <w:rFonts w:ascii="Arial" w:hAnsi="Arial" w:cs="Arial"/>
          <w:sz w:val="24"/>
          <w:szCs w:val="24"/>
        </w:rPr>
        <w:t>Pravilnik o radu POU Pregrada</w:t>
      </w:r>
      <w:r w:rsidR="00973FD0">
        <w:rPr>
          <w:rFonts w:ascii="Arial" w:hAnsi="Arial" w:cs="Arial"/>
          <w:sz w:val="24"/>
          <w:szCs w:val="24"/>
        </w:rPr>
        <w:t xml:space="preserve"> i </w:t>
      </w:r>
      <w:r w:rsidR="00973FD0" w:rsidRPr="00973FD0">
        <w:rPr>
          <w:rFonts w:ascii="Arial" w:hAnsi="Arial" w:cs="Arial"/>
          <w:sz w:val="24"/>
          <w:szCs w:val="24"/>
        </w:rPr>
        <w:t>Pravilnik o unutarnjem ustrojstvu POU Pregrada</w:t>
      </w:r>
      <w:r w:rsidR="00973FD0">
        <w:rPr>
          <w:rFonts w:ascii="Arial" w:hAnsi="Arial" w:cs="Arial"/>
          <w:sz w:val="24"/>
          <w:szCs w:val="24"/>
        </w:rPr>
        <w:t xml:space="preserve"> </w:t>
      </w:r>
      <w:r w:rsidRPr="006C30BB">
        <w:rPr>
          <w:rFonts w:ascii="Arial" w:hAnsi="Arial" w:cs="Arial"/>
          <w:sz w:val="24"/>
          <w:szCs w:val="24"/>
        </w:rPr>
        <w:t xml:space="preserve">(održana </w:t>
      </w:r>
      <w:r w:rsidR="00973FD0">
        <w:rPr>
          <w:rFonts w:ascii="Arial" w:hAnsi="Arial" w:cs="Arial"/>
          <w:sz w:val="24"/>
          <w:szCs w:val="24"/>
        </w:rPr>
        <w:t>elektroničkim putem</w:t>
      </w:r>
      <w:r w:rsidRPr="006C30BB">
        <w:rPr>
          <w:rFonts w:ascii="Arial" w:hAnsi="Arial" w:cs="Arial"/>
          <w:sz w:val="24"/>
          <w:szCs w:val="24"/>
        </w:rPr>
        <w:t>)</w:t>
      </w:r>
    </w:p>
    <w:p w14:paraId="39FBA1FB" w14:textId="4FC20595" w:rsidR="006C30BB" w:rsidRPr="006C30BB" w:rsidRDefault="006C30BB" w:rsidP="00BC6145">
      <w:pPr>
        <w:numPr>
          <w:ilvl w:val="0"/>
          <w:numId w:val="4"/>
        </w:numPr>
        <w:spacing w:line="360" w:lineRule="auto"/>
        <w:contextualSpacing/>
        <w:jc w:val="both"/>
        <w:rPr>
          <w:rFonts w:ascii="Arial" w:hAnsi="Arial" w:cs="Arial"/>
          <w:sz w:val="24"/>
          <w:szCs w:val="24"/>
        </w:rPr>
      </w:pPr>
      <w:r w:rsidRPr="006C30BB">
        <w:rPr>
          <w:rFonts w:ascii="Arial" w:hAnsi="Arial" w:cs="Arial"/>
          <w:sz w:val="24"/>
          <w:szCs w:val="24"/>
        </w:rPr>
        <w:lastRenderedPageBreak/>
        <w:t>1</w:t>
      </w:r>
      <w:r w:rsidR="0006566E">
        <w:rPr>
          <w:rFonts w:ascii="Arial" w:hAnsi="Arial" w:cs="Arial"/>
          <w:sz w:val="24"/>
          <w:szCs w:val="24"/>
        </w:rPr>
        <w:t>5</w:t>
      </w:r>
      <w:r w:rsidRPr="006C30BB">
        <w:rPr>
          <w:rFonts w:ascii="Arial" w:hAnsi="Arial" w:cs="Arial"/>
          <w:sz w:val="24"/>
          <w:szCs w:val="24"/>
        </w:rPr>
        <w:t>. sjednica (</w:t>
      </w:r>
      <w:r w:rsidR="00640D6A">
        <w:rPr>
          <w:rFonts w:ascii="Arial" w:hAnsi="Arial" w:cs="Arial"/>
          <w:sz w:val="24"/>
          <w:szCs w:val="24"/>
        </w:rPr>
        <w:t>17.-19</w:t>
      </w:r>
      <w:r w:rsidRPr="006C30BB">
        <w:rPr>
          <w:rFonts w:ascii="Arial" w:hAnsi="Arial" w:cs="Arial"/>
          <w:sz w:val="24"/>
          <w:szCs w:val="24"/>
        </w:rPr>
        <w:t>. prosinca 202</w:t>
      </w:r>
      <w:r w:rsidR="00640D6A">
        <w:rPr>
          <w:rFonts w:ascii="Arial" w:hAnsi="Arial" w:cs="Arial"/>
          <w:sz w:val="24"/>
          <w:szCs w:val="24"/>
        </w:rPr>
        <w:t>4</w:t>
      </w:r>
      <w:r w:rsidRPr="006C30BB">
        <w:rPr>
          <w:rFonts w:ascii="Arial" w:hAnsi="Arial" w:cs="Arial"/>
          <w:sz w:val="24"/>
          <w:szCs w:val="24"/>
        </w:rPr>
        <w:t xml:space="preserve">.) - </w:t>
      </w:r>
      <w:r w:rsidR="00BC6145" w:rsidRPr="00BC6145">
        <w:rPr>
          <w:rFonts w:ascii="Arial" w:hAnsi="Arial" w:cs="Arial"/>
          <w:sz w:val="24"/>
          <w:szCs w:val="24"/>
        </w:rPr>
        <w:t>II. izmjene i dopune Financijskog plana POU Pregrada za 2024. godinu i Obrazloženje</w:t>
      </w:r>
      <w:r w:rsidR="00BC6145">
        <w:rPr>
          <w:rFonts w:ascii="Arial" w:hAnsi="Arial" w:cs="Arial"/>
          <w:sz w:val="24"/>
          <w:szCs w:val="24"/>
        </w:rPr>
        <w:t xml:space="preserve">; </w:t>
      </w:r>
      <w:r w:rsidR="00BC6145" w:rsidRPr="00BC6145">
        <w:rPr>
          <w:rFonts w:ascii="Arial" w:hAnsi="Arial" w:cs="Arial"/>
          <w:sz w:val="24"/>
          <w:szCs w:val="24"/>
        </w:rPr>
        <w:t>Financijski plan POU Pregrada za 2025. godinu i Obrazloženje</w:t>
      </w:r>
      <w:r w:rsidR="00BC6145">
        <w:rPr>
          <w:rFonts w:ascii="Arial" w:hAnsi="Arial" w:cs="Arial"/>
          <w:sz w:val="24"/>
          <w:szCs w:val="24"/>
        </w:rPr>
        <w:t xml:space="preserve">; </w:t>
      </w:r>
      <w:r w:rsidR="00BC6145" w:rsidRPr="00BC6145">
        <w:rPr>
          <w:rFonts w:ascii="Arial" w:hAnsi="Arial" w:cs="Arial"/>
          <w:sz w:val="24"/>
          <w:szCs w:val="24"/>
        </w:rPr>
        <w:t>Godišnji program rada POU Pregrada za 2025. godinu</w:t>
      </w:r>
      <w:r w:rsidR="00BC6145">
        <w:rPr>
          <w:rFonts w:ascii="Arial" w:hAnsi="Arial" w:cs="Arial"/>
          <w:sz w:val="24"/>
          <w:szCs w:val="24"/>
        </w:rPr>
        <w:t xml:space="preserve"> i </w:t>
      </w:r>
      <w:r w:rsidR="00BC6145" w:rsidRPr="00BC6145">
        <w:rPr>
          <w:rFonts w:ascii="Arial" w:hAnsi="Arial" w:cs="Arial"/>
          <w:sz w:val="24"/>
          <w:szCs w:val="24"/>
        </w:rPr>
        <w:t>Molba za osiguravanje prostora u sklopu kompleksa nekadašnje tvornice Emka d.d</w:t>
      </w:r>
      <w:r w:rsidR="00640D6A">
        <w:rPr>
          <w:rFonts w:ascii="Arial" w:hAnsi="Arial" w:cs="Arial"/>
          <w:sz w:val="24"/>
          <w:szCs w:val="24"/>
        </w:rPr>
        <w:t xml:space="preserve"> (</w:t>
      </w:r>
      <w:r w:rsidR="00640D6A" w:rsidRPr="00640D6A">
        <w:rPr>
          <w:rFonts w:ascii="Arial" w:hAnsi="Arial" w:cs="Arial"/>
          <w:sz w:val="24"/>
          <w:szCs w:val="24"/>
        </w:rPr>
        <w:t>održana elektroničkim putem)</w:t>
      </w:r>
    </w:p>
    <w:p w14:paraId="0581FEF7" w14:textId="77777777" w:rsidR="006C30BB" w:rsidRDefault="006C30BB" w:rsidP="006C30BB">
      <w:pPr>
        <w:spacing w:line="360" w:lineRule="auto"/>
        <w:ind w:firstLine="708"/>
        <w:jc w:val="both"/>
        <w:rPr>
          <w:rFonts w:ascii="Arial" w:hAnsi="Arial" w:cs="Arial"/>
          <w:sz w:val="24"/>
          <w:szCs w:val="24"/>
        </w:rPr>
      </w:pPr>
    </w:p>
    <w:p w14:paraId="671F08F8" w14:textId="10FA9555" w:rsidR="006C30BB" w:rsidRPr="006C30BB" w:rsidRDefault="006C30BB" w:rsidP="006C30BB">
      <w:pPr>
        <w:spacing w:line="360" w:lineRule="auto"/>
        <w:jc w:val="both"/>
        <w:rPr>
          <w:rFonts w:ascii="Arial" w:hAnsi="Arial" w:cs="Arial"/>
          <w:b/>
          <w:sz w:val="24"/>
          <w:szCs w:val="24"/>
        </w:rPr>
      </w:pPr>
      <w:r w:rsidRPr="006C30BB">
        <w:rPr>
          <w:rFonts w:ascii="Arial" w:hAnsi="Arial" w:cs="Arial"/>
          <w:b/>
          <w:sz w:val="24"/>
          <w:szCs w:val="24"/>
        </w:rPr>
        <w:t>Neformalni obrazovni i kulturni programi</w:t>
      </w:r>
    </w:p>
    <w:p w14:paraId="2CA7F7A0" w14:textId="77777777" w:rsidR="006C30BB" w:rsidRPr="006C30BB" w:rsidRDefault="006C30BB" w:rsidP="006C30BB">
      <w:pPr>
        <w:spacing w:line="360" w:lineRule="auto"/>
        <w:jc w:val="both"/>
        <w:rPr>
          <w:rFonts w:ascii="Arial" w:hAnsi="Arial" w:cs="Arial"/>
          <w:sz w:val="24"/>
          <w:szCs w:val="24"/>
        </w:rPr>
      </w:pPr>
      <w:r w:rsidRPr="006C30BB">
        <w:rPr>
          <w:rFonts w:ascii="Arial" w:hAnsi="Arial" w:cs="Arial"/>
          <w:sz w:val="24"/>
          <w:szCs w:val="24"/>
        </w:rPr>
        <w:tab/>
        <w:t xml:space="preserve">Sukladno odredbama Zakona o obrazovanju odraslih, Učilište do ispunjavanja uvjeta propisanih za izvođenje formalnih obrazovnih programa može izvoditi neformalne obrazovne programe. </w:t>
      </w:r>
    </w:p>
    <w:p w14:paraId="2F75F12D" w14:textId="4A1989CA" w:rsidR="00016BC0" w:rsidRDefault="00297FBD" w:rsidP="00A8470B">
      <w:pPr>
        <w:spacing w:line="360" w:lineRule="auto"/>
        <w:ind w:firstLine="708"/>
        <w:jc w:val="both"/>
        <w:rPr>
          <w:rFonts w:ascii="Arial" w:hAnsi="Arial" w:cs="Arial"/>
          <w:sz w:val="24"/>
          <w:szCs w:val="24"/>
        </w:rPr>
      </w:pPr>
      <w:r>
        <w:rPr>
          <w:rFonts w:ascii="Arial" w:hAnsi="Arial" w:cs="Arial"/>
          <w:sz w:val="24"/>
          <w:szCs w:val="24"/>
        </w:rPr>
        <w:t>Tokom 2024. godine Učilište je organ</w:t>
      </w:r>
      <w:r w:rsidR="005159C0">
        <w:rPr>
          <w:rFonts w:ascii="Arial" w:hAnsi="Arial" w:cs="Arial"/>
          <w:sz w:val="24"/>
          <w:szCs w:val="24"/>
        </w:rPr>
        <w:t>i</w:t>
      </w:r>
      <w:r>
        <w:rPr>
          <w:rFonts w:ascii="Arial" w:hAnsi="Arial" w:cs="Arial"/>
          <w:sz w:val="24"/>
          <w:szCs w:val="24"/>
        </w:rPr>
        <w:t xml:space="preserve">ziralo nekoliko </w:t>
      </w:r>
      <w:r w:rsidR="005159C0">
        <w:rPr>
          <w:rFonts w:ascii="Arial" w:hAnsi="Arial" w:cs="Arial"/>
          <w:sz w:val="24"/>
          <w:szCs w:val="24"/>
        </w:rPr>
        <w:t xml:space="preserve">neformalnih programa. </w:t>
      </w:r>
      <w:r w:rsidR="00016BC0">
        <w:rPr>
          <w:rFonts w:ascii="Arial" w:hAnsi="Arial" w:cs="Arial"/>
          <w:sz w:val="24"/>
          <w:szCs w:val="24"/>
        </w:rPr>
        <w:t xml:space="preserve">U travnju 2024. godine </w:t>
      </w:r>
      <w:r w:rsidR="00016BC0" w:rsidRPr="00016BC0">
        <w:rPr>
          <w:rFonts w:ascii="Arial" w:hAnsi="Arial" w:cs="Arial"/>
          <w:sz w:val="24"/>
          <w:szCs w:val="24"/>
        </w:rPr>
        <w:t xml:space="preserve">predavanjem </w:t>
      </w:r>
      <w:r w:rsidR="0099400E">
        <w:rPr>
          <w:rFonts w:ascii="Arial" w:hAnsi="Arial" w:cs="Arial"/>
          <w:sz w:val="24"/>
          <w:szCs w:val="24"/>
        </w:rPr>
        <w:t>„Viva Mexico“</w:t>
      </w:r>
      <w:r w:rsidR="003B7DC8">
        <w:rPr>
          <w:rFonts w:ascii="Arial" w:hAnsi="Arial" w:cs="Arial"/>
          <w:sz w:val="24"/>
          <w:szCs w:val="24"/>
        </w:rPr>
        <w:t xml:space="preserve"> </w:t>
      </w:r>
      <w:r w:rsidR="00DC7902">
        <w:rPr>
          <w:rFonts w:ascii="Arial" w:hAnsi="Arial" w:cs="Arial"/>
          <w:sz w:val="24"/>
          <w:szCs w:val="24"/>
        </w:rPr>
        <w:t xml:space="preserve">započeo je </w:t>
      </w:r>
      <w:r w:rsidR="00016BC0" w:rsidRPr="00016BC0">
        <w:rPr>
          <w:rFonts w:ascii="Arial" w:hAnsi="Arial" w:cs="Arial"/>
          <w:sz w:val="24"/>
          <w:szCs w:val="24"/>
        </w:rPr>
        <w:t>novi ciklus događanja pod nazivom “Podijeli svoju kulturu / Share your culture”, namijenjen predstavljanju različitih kultura uz gostujuće predavače iz različitih država Europe i svijeta koji žive i rade u Pregradi ili drugim dijelovima Krapinsko-zagorske županije.</w:t>
      </w:r>
      <w:r w:rsidR="00D859D5">
        <w:rPr>
          <w:rFonts w:ascii="Arial" w:hAnsi="Arial" w:cs="Arial"/>
          <w:sz w:val="24"/>
          <w:szCs w:val="24"/>
        </w:rPr>
        <w:t xml:space="preserve"> </w:t>
      </w:r>
      <w:r w:rsidR="001059D6">
        <w:rPr>
          <w:rFonts w:ascii="Arial" w:hAnsi="Arial" w:cs="Arial"/>
          <w:sz w:val="24"/>
          <w:szCs w:val="24"/>
        </w:rPr>
        <w:t>U sklopu programa održava su dva predavanja o Me</w:t>
      </w:r>
      <w:r w:rsidR="0036702A">
        <w:rPr>
          <w:rFonts w:ascii="Arial" w:hAnsi="Arial" w:cs="Arial"/>
          <w:sz w:val="24"/>
          <w:szCs w:val="24"/>
        </w:rPr>
        <w:t xml:space="preserve">ksiku koja je održala Denisse Curiel Sosa. </w:t>
      </w:r>
    </w:p>
    <w:p w14:paraId="3D347E9A" w14:textId="19F58735" w:rsidR="00A8470B" w:rsidRDefault="000B1A82" w:rsidP="00A8470B">
      <w:pPr>
        <w:spacing w:line="360" w:lineRule="auto"/>
        <w:ind w:firstLine="708"/>
        <w:jc w:val="both"/>
        <w:rPr>
          <w:rFonts w:ascii="Arial" w:hAnsi="Arial" w:cs="Arial"/>
          <w:sz w:val="24"/>
          <w:szCs w:val="24"/>
        </w:rPr>
      </w:pPr>
      <w:r>
        <w:rPr>
          <w:rFonts w:ascii="Arial" w:hAnsi="Arial" w:cs="Arial"/>
          <w:sz w:val="24"/>
          <w:szCs w:val="24"/>
        </w:rPr>
        <w:t xml:space="preserve">U lipnju je </w:t>
      </w:r>
      <w:r w:rsidR="00C33633">
        <w:rPr>
          <w:rFonts w:ascii="Arial" w:hAnsi="Arial" w:cs="Arial"/>
          <w:sz w:val="24"/>
          <w:szCs w:val="24"/>
        </w:rPr>
        <w:t>Učilište</w:t>
      </w:r>
      <w:r>
        <w:rPr>
          <w:rFonts w:ascii="Arial" w:hAnsi="Arial" w:cs="Arial"/>
          <w:sz w:val="24"/>
          <w:szCs w:val="24"/>
        </w:rPr>
        <w:t xml:space="preserve"> započelo </w:t>
      </w:r>
      <w:r w:rsidR="00A8470B" w:rsidRPr="00A8470B">
        <w:rPr>
          <w:rFonts w:ascii="Arial" w:hAnsi="Arial" w:cs="Arial"/>
          <w:sz w:val="24"/>
          <w:szCs w:val="24"/>
        </w:rPr>
        <w:t>s provedbom programa učenja digitalnih vještina za odrasle i osobe treće životne dobi pod nazivom „Digitalni seniori“. Program se sastoja</w:t>
      </w:r>
      <w:r w:rsidR="008C55EE">
        <w:rPr>
          <w:rFonts w:ascii="Arial" w:hAnsi="Arial" w:cs="Arial"/>
          <w:sz w:val="24"/>
          <w:szCs w:val="24"/>
        </w:rPr>
        <w:t>o</w:t>
      </w:r>
      <w:r w:rsidR="00A8470B" w:rsidRPr="00A8470B">
        <w:rPr>
          <w:rFonts w:ascii="Arial" w:hAnsi="Arial" w:cs="Arial"/>
          <w:sz w:val="24"/>
          <w:szCs w:val="24"/>
        </w:rPr>
        <w:t xml:space="preserve"> od </w:t>
      </w:r>
      <w:r>
        <w:rPr>
          <w:rFonts w:ascii="Arial" w:hAnsi="Arial" w:cs="Arial"/>
          <w:sz w:val="24"/>
          <w:szCs w:val="24"/>
        </w:rPr>
        <w:t>četiri radionice</w:t>
      </w:r>
      <w:r w:rsidR="00A8470B" w:rsidRPr="00A8470B">
        <w:rPr>
          <w:rFonts w:ascii="Arial" w:hAnsi="Arial" w:cs="Arial"/>
          <w:sz w:val="24"/>
          <w:szCs w:val="24"/>
        </w:rPr>
        <w:t xml:space="preserve"> na kojima </w:t>
      </w:r>
      <w:r w:rsidR="00B237A3">
        <w:rPr>
          <w:rFonts w:ascii="Arial" w:hAnsi="Arial" w:cs="Arial"/>
          <w:sz w:val="24"/>
          <w:szCs w:val="24"/>
        </w:rPr>
        <w:t>su se</w:t>
      </w:r>
      <w:r w:rsidR="00A8470B" w:rsidRPr="00A8470B">
        <w:rPr>
          <w:rFonts w:ascii="Arial" w:hAnsi="Arial" w:cs="Arial"/>
          <w:sz w:val="24"/>
          <w:szCs w:val="24"/>
        </w:rPr>
        <w:t xml:space="preserve"> polaznici </w:t>
      </w:r>
      <w:r w:rsidR="00B237A3">
        <w:rPr>
          <w:rFonts w:ascii="Arial" w:hAnsi="Arial" w:cs="Arial"/>
          <w:sz w:val="24"/>
          <w:szCs w:val="24"/>
        </w:rPr>
        <w:t>imali priliku</w:t>
      </w:r>
      <w:r w:rsidR="00A8470B" w:rsidRPr="00A8470B">
        <w:rPr>
          <w:rFonts w:ascii="Arial" w:hAnsi="Arial" w:cs="Arial"/>
          <w:sz w:val="24"/>
          <w:szCs w:val="24"/>
        </w:rPr>
        <w:t xml:space="preserve"> upoznati </w:t>
      </w:r>
      <w:r w:rsidR="00B237A3">
        <w:rPr>
          <w:rFonts w:ascii="Arial" w:hAnsi="Arial" w:cs="Arial"/>
          <w:sz w:val="24"/>
          <w:szCs w:val="24"/>
        </w:rPr>
        <w:t xml:space="preserve">s </w:t>
      </w:r>
      <w:r w:rsidR="00A8470B" w:rsidRPr="00A8470B">
        <w:rPr>
          <w:rFonts w:ascii="Arial" w:hAnsi="Arial" w:cs="Arial"/>
          <w:sz w:val="24"/>
          <w:szCs w:val="24"/>
        </w:rPr>
        <w:t>osnov</w:t>
      </w:r>
      <w:r w:rsidR="00B237A3">
        <w:rPr>
          <w:rFonts w:ascii="Arial" w:hAnsi="Arial" w:cs="Arial"/>
          <w:sz w:val="24"/>
          <w:szCs w:val="24"/>
        </w:rPr>
        <w:t>ama</w:t>
      </w:r>
      <w:r w:rsidR="00A8470B" w:rsidRPr="00A8470B">
        <w:rPr>
          <w:rFonts w:ascii="Arial" w:hAnsi="Arial" w:cs="Arial"/>
          <w:sz w:val="24"/>
          <w:szCs w:val="24"/>
        </w:rPr>
        <w:t xml:space="preserve"> korištenja pametnih uređaja, saznati kako sigurno pretraživati internet, sve o društvenim mrežama i slično. </w:t>
      </w:r>
      <w:r w:rsidR="00B237A3">
        <w:rPr>
          <w:rFonts w:ascii="Arial" w:hAnsi="Arial" w:cs="Arial"/>
          <w:sz w:val="24"/>
          <w:szCs w:val="24"/>
        </w:rPr>
        <w:t xml:space="preserve">Radionice su održane u lipnju, srpnju, </w:t>
      </w:r>
      <w:r w:rsidR="00AD3EFB">
        <w:rPr>
          <w:rFonts w:ascii="Arial" w:hAnsi="Arial" w:cs="Arial"/>
          <w:sz w:val="24"/>
          <w:szCs w:val="24"/>
        </w:rPr>
        <w:t>rujnu i studenom</w:t>
      </w:r>
      <w:r w:rsidR="008C55EE">
        <w:rPr>
          <w:rFonts w:ascii="Arial" w:hAnsi="Arial" w:cs="Arial"/>
          <w:sz w:val="24"/>
          <w:szCs w:val="24"/>
        </w:rPr>
        <w:t xml:space="preserve"> u galerijskom prostoru zgrade,</w:t>
      </w:r>
      <w:r w:rsidR="00ED64A4">
        <w:rPr>
          <w:rFonts w:ascii="Arial" w:hAnsi="Arial" w:cs="Arial"/>
          <w:sz w:val="24"/>
          <w:szCs w:val="24"/>
        </w:rPr>
        <w:t xml:space="preserve"> </w:t>
      </w:r>
      <w:r w:rsidR="00AD3EFB">
        <w:rPr>
          <w:rFonts w:ascii="Arial" w:hAnsi="Arial" w:cs="Arial"/>
          <w:sz w:val="24"/>
          <w:szCs w:val="24"/>
        </w:rPr>
        <w:t>vodio ih je</w:t>
      </w:r>
      <w:r w:rsidR="00846CB0">
        <w:rPr>
          <w:rFonts w:ascii="Arial" w:hAnsi="Arial" w:cs="Arial"/>
          <w:sz w:val="24"/>
          <w:szCs w:val="24"/>
        </w:rPr>
        <w:t xml:space="preserve"> Dario Hunski, vanjski suradnik</w:t>
      </w:r>
      <w:r w:rsidR="00ED64A4">
        <w:rPr>
          <w:rFonts w:ascii="Arial" w:hAnsi="Arial" w:cs="Arial"/>
          <w:sz w:val="24"/>
          <w:szCs w:val="24"/>
        </w:rPr>
        <w:t>, a pohađalo ih je 10-tak polaznika</w:t>
      </w:r>
      <w:r w:rsidR="00846CB0">
        <w:rPr>
          <w:rFonts w:ascii="Arial" w:hAnsi="Arial" w:cs="Arial"/>
          <w:sz w:val="24"/>
          <w:szCs w:val="24"/>
        </w:rPr>
        <w:t xml:space="preserve">. </w:t>
      </w:r>
      <w:r w:rsidR="004C60D9">
        <w:rPr>
          <w:rFonts w:ascii="Arial" w:hAnsi="Arial" w:cs="Arial"/>
          <w:sz w:val="24"/>
          <w:szCs w:val="24"/>
        </w:rPr>
        <w:t xml:space="preserve">Za potrebe provođenja </w:t>
      </w:r>
      <w:r w:rsidR="000059AD">
        <w:rPr>
          <w:rFonts w:ascii="Arial" w:hAnsi="Arial" w:cs="Arial"/>
          <w:sz w:val="24"/>
          <w:szCs w:val="24"/>
        </w:rPr>
        <w:t xml:space="preserve">ovog </w:t>
      </w:r>
      <w:r w:rsidR="004C60D9">
        <w:rPr>
          <w:rFonts w:ascii="Arial" w:hAnsi="Arial" w:cs="Arial"/>
          <w:sz w:val="24"/>
          <w:szCs w:val="24"/>
        </w:rPr>
        <w:t>programa Učilištu su odobrena sredstva od strane Ministarstva kulture i medija RH te je tim sredstvima nabavljeno 10 tableta i jedno prijenosno računalo. Polaznici programa koristili su tablete za vrijeme radionica kako bi usvojili gradivo</w:t>
      </w:r>
      <w:r w:rsidR="003A600B">
        <w:rPr>
          <w:rFonts w:ascii="Arial" w:hAnsi="Arial" w:cs="Arial"/>
          <w:sz w:val="24"/>
          <w:szCs w:val="24"/>
        </w:rPr>
        <w:t xml:space="preserve"> i stekli potrebne vještine.</w:t>
      </w:r>
      <w:r w:rsidR="004C60D9">
        <w:rPr>
          <w:rFonts w:ascii="Arial" w:hAnsi="Arial" w:cs="Arial"/>
          <w:sz w:val="24"/>
          <w:szCs w:val="24"/>
        </w:rPr>
        <w:t xml:space="preserve"> </w:t>
      </w:r>
    </w:p>
    <w:p w14:paraId="74C60D7C" w14:textId="2E56626C" w:rsidR="000059AD" w:rsidRPr="00A8470B" w:rsidRDefault="008B4136" w:rsidP="00A247EB">
      <w:pPr>
        <w:spacing w:line="360" w:lineRule="auto"/>
        <w:ind w:firstLine="708"/>
        <w:jc w:val="both"/>
        <w:rPr>
          <w:rFonts w:ascii="Arial" w:hAnsi="Arial" w:cs="Arial"/>
          <w:sz w:val="24"/>
          <w:szCs w:val="24"/>
        </w:rPr>
      </w:pPr>
      <w:r>
        <w:rPr>
          <w:rFonts w:ascii="Arial" w:hAnsi="Arial" w:cs="Arial"/>
          <w:sz w:val="24"/>
          <w:szCs w:val="24"/>
        </w:rPr>
        <w:t xml:space="preserve">U studenom je pokrenut </w:t>
      </w:r>
      <w:r w:rsidR="003233ED">
        <w:rPr>
          <w:rFonts w:ascii="Arial" w:hAnsi="Arial" w:cs="Arial"/>
          <w:sz w:val="24"/>
          <w:szCs w:val="24"/>
        </w:rPr>
        <w:t xml:space="preserve">program </w:t>
      </w:r>
      <w:r w:rsidR="00A247EB">
        <w:rPr>
          <w:rFonts w:ascii="Arial" w:hAnsi="Arial" w:cs="Arial"/>
          <w:sz w:val="24"/>
          <w:szCs w:val="24"/>
        </w:rPr>
        <w:t>pod</w:t>
      </w:r>
      <w:r w:rsidR="003233ED">
        <w:rPr>
          <w:rFonts w:ascii="Arial" w:hAnsi="Arial" w:cs="Arial"/>
          <w:sz w:val="24"/>
          <w:szCs w:val="24"/>
        </w:rPr>
        <w:t xml:space="preserve"> </w:t>
      </w:r>
      <w:r w:rsidR="00A247EB" w:rsidRPr="00A247EB">
        <w:rPr>
          <w:rFonts w:ascii="Arial" w:hAnsi="Arial" w:cs="Arial"/>
          <w:sz w:val="24"/>
          <w:szCs w:val="24"/>
        </w:rPr>
        <w:t xml:space="preserve">nazivom „Na kavici – grupa za podršku i osnaživanje mladih“. Cilj programa je pružiti podršku mladima kroz savjetovanje i aktivnosti za mlade. Ovim programom pruža se sigurno okruženje za razvoj socijalnih vještina, potiče </w:t>
      </w:r>
      <w:r w:rsidR="00A247EB" w:rsidRPr="00A247EB">
        <w:rPr>
          <w:rFonts w:ascii="Arial" w:hAnsi="Arial" w:cs="Arial"/>
          <w:sz w:val="24"/>
          <w:szCs w:val="24"/>
        </w:rPr>
        <w:lastRenderedPageBreak/>
        <w:t>se osobni rast i zajedništvo među mladim ljudima.</w:t>
      </w:r>
      <w:r w:rsidR="004279C0">
        <w:rPr>
          <w:rFonts w:ascii="Arial" w:hAnsi="Arial" w:cs="Arial"/>
          <w:sz w:val="24"/>
          <w:szCs w:val="24"/>
        </w:rPr>
        <w:t xml:space="preserve"> Program se odvija dva puta mjesečno,</w:t>
      </w:r>
      <w:r w:rsidR="00802815">
        <w:rPr>
          <w:rFonts w:ascii="Arial" w:hAnsi="Arial" w:cs="Arial"/>
          <w:sz w:val="24"/>
          <w:szCs w:val="24"/>
        </w:rPr>
        <w:t xml:space="preserve"> okuplja 15-tak članova,</w:t>
      </w:r>
      <w:r w:rsidR="004279C0">
        <w:rPr>
          <w:rFonts w:ascii="Arial" w:hAnsi="Arial" w:cs="Arial"/>
          <w:sz w:val="24"/>
          <w:szCs w:val="24"/>
        </w:rPr>
        <w:t xml:space="preserve"> a sastanke moderira Dora Kolar. </w:t>
      </w:r>
    </w:p>
    <w:p w14:paraId="58F6E888" w14:textId="0C45FB18" w:rsidR="005C5108" w:rsidRDefault="00781C46" w:rsidP="001A715F">
      <w:pPr>
        <w:spacing w:line="360" w:lineRule="auto"/>
        <w:ind w:firstLine="708"/>
        <w:jc w:val="both"/>
        <w:rPr>
          <w:rFonts w:ascii="Arial" w:hAnsi="Arial" w:cs="Arial"/>
          <w:sz w:val="24"/>
          <w:szCs w:val="24"/>
        </w:rPr>
      </w:pPr>
      <w:r>
        <w:rPr>
          <w:rFonts w:ascii="Arial" w:hAnsi="Arial" w:cs="Arial"/>
          <w:sz w:val="24"/>
          <w:szCs w:val="24"/>
        </w:rPr>
        <w:t>U prosincu 2024. pokrenut je još jedan vrlo važan neformalni program</w:t>
      </w:r>
      <w:r w:rsidR="006E1D3D">
        <w:rPr>
          <w:rFonts w:ascii="Arial" w:hAnsi="Arial" w:cs="Arial"/>
          <w:sz w:val="24"/>
          <w:szCs w:val="24"/>
        </w:rPr>
        <w:t>.</w:t>
      </w:r>
      <w:r w:rsidR="009D01D8">
        <w:rPr>
          <w:rFonts w:ascii="Arial" w:hAnsi="Arial" w:cs="Arial"/>
          <w:sz w:val="24"/>
          <w:szCs w:val="24"/>
        </w:rPr>
        <w:t xml:space="preserve"> Učilište je započelo s provedbom</w:t>
      </w:r>
      <w:r w:rsidR="001720D7" w:rsidRPr="001720D7">
        <w:t xml:space="preserve"> </w:t>
      </w:r>
      <w:r w:rsidR="001720D7" w:rsidRPr="001720D7">
        <w:rPr>
          <w:rFonts w:ascii="Arial" w:hAnsi="Arial" w:cs="Arial"/>
          <w:sz w:val="24"/>
          <w:szCs w:val="24"/>
        </w:rPr>
        <w:t>neformalnog programa učenja hrvatskog jezika pod nazivom „Hrvatski bez granica/Croatian language without borders“. Program je namijenjen stranim državljanima koji su postali građani Pregrade, odnosno ovdje žive i rade</w:t>
      </w:r>
      <w:r w:rsidR="00ED64A4">
        <w:rPr>
          <w:rFonts w:ascii="Arial" w:hAnsi="Arial" w:cs="Arial"/>
          <w:sz w:val="24"/>
          <w:szCs w:val="24"/>
        </w:rPr>
        <w:t xml:space="preserve">, a okupio je </w:t>
      </w:r>
      <w:r w:rsidR="004C6C53">
        <w:rPr>
          <w:rFonts w:ascii="Arial" w:hAnsi="Arial" w:cs="Arial"/>
          <w:sz w:val="24"/>
          <w:szCs w:val="24"/>
        </w:rPr>
        <w:t>20</w:t>
      </w:r>
      <w:r w:rsidR="00ED64A4">
        <w:rPr>
          <w:rFonts w:ascii="Arial" w:hAnsi="Arial" w:cs="Arial"/>
          <w:sz w:val="24"/>
          <w:szCs w:val="24"/>
        </w:rPr>
        <w:t>-tak polaznika.</w:t>
      </w:r>
      <w:r w:rsidR="001720D7" w:rsidRPr="001720D7">
        <w:rPr>
          <w:rFonts w:ascii="Arial" w:hAnsi="Arial" w:cs="Arial"/>
          <w:sz w:val="24"/>
          <w:szCs w:val="24"/>
        </w:rPr>
        <w:t xml:space="preserve"> Program upoznaje polaznike s osnovama</w:t>
      </w:r>
      <w:r w:rsidR="00CD5244">
        <w:rPr>
          <w:rFonts w:ascii="Arial" w:hAnsi="Arial" w:cs="Arial"/>
          <w:sz w:val="24"/>
          <w:szCs w:val="24"/>
        </w:rPr>
        <w:t xml:space="preserve"> hrvatskog</w:t>
      </w:r>
      <w:r w:rsidR="001720D7" w:rsidRPr="001720D7">
        <w:rPr>
          <w:rFonts w:ascii="Arial" w:hAnsi="Arial" w:cs="Arial"/>
          <w:sz w:val="24"/>
          <w:szCs w:val="24"/>
        </w:rPr>
        <w:t xml:space="preserve"> jezika uz učenje osnovnog vokabulara za svakodnevne situacije te obuhvaća konverzacijski dio i gramatiku. Uz jezik polaznici </w:t>
      </w:r>
      <w:r w:rsidR="00053911">
        <w:rPr>
          <w:rFonts w:ascii="Arial" w:hAnsi="Arial" w:cs="Arial"/>
          <w:sz w:val="24"/>
          <w:szCs w:val="24"/>
        </w:rPr>
        <w:t>imaju</w:t>
      </w:r>
      <w:r w:rsidR="001720D7" w:rsidRPr="001720D7">
        <w:rPr>
          <w:rFonts w:ascii="Arial" w:hAnsi="Arial" w:cs="Arial"/>
          <w:sz w:val="24"/>
          <w:szCs w:val="24"/>
        </w:rPr>
        <w:t xml:space="preserve"> mogućnost upoznati hrvatsku kulturu. Ciljevi ovog programa su razvijanje osnovnih jezičnih vještina (govor, slušanje, čitanje, pisanje), upoznavanje s hrvatskom kulturom i običajima i povećanje samopouzdanja u komunikaciji na hrvatskom jeziku te lakša integracija u društvo. Program </w:t>
      </w:r>
      <w:r w:rsidR="00ED6254">
        <w:rPr>
          <w:rFonts w:ascii="Arial" w:hAnsi="Arial" w:cs="Arial"/>
          <w:sz w:val="24"/>
          <w:szCs w:val="24"/>
        </w:rPr>
        <w:t xml:space="preserve">je besplatan za </w:t>
      </w:r>
      <w:r w:rsidR="005C5108">
        <w:rPr>
          <w:rFonts w:ascii="Arial" w:hAnsi="Arial" w:cs="Arial"/>
          <w:sz w:val="24"/>
          <w:szCs w:val="24"/>
        </w:rPr>
        <w:t xml:space="preserve">sve </w:t>
      </w:r>
      <w:r w:rsidR="00ED6254">
        <w:rPr>
          <w:rFonts w:ascii="Arial" w:hAnsi="Arial" w:cs="Arial"/>
          <w:sz w:val="24"/>
          <w:szCs w:val="24"/>
        </w:rPr>
        <w:t>sudionike</w:t>
      </w:r>
      <w:r w:rsidR="005C5108">
        <w:rPr>
          <w:rFonts w:ascii="Arial" w:hAnsi="Arial" w:cs="Arial"/>
          <w:sz w:val="24"/>
          <w:szCs w:val="24"/>
        </w:rPr>
        <w:t>, a voditeljica programa je Mateja Pondeljak</w:t>
      </w:r>
      <w:r w:rsidR="00D02ECF">
        <w:rPr>
          <w:rFonts w:ascii="Arial" w:hAnsi="Arial" w:cs="Arial"/>
          <w:sz w:val="24"/>
          <w:szCs w:val="24"/>
        </w:rPr>
        <w:t>,</w:t>
      </w:r>
      <w:r w:rsidR="0052416C">
        <w:rPr>
          <w:rFonts w:ascii="Arial" w:hAnsi="Arial" w:cs="Arial"/>
          <w:sz w:val="24"/>
          <w:szCs w:val="24"/>
        </w:rPr>
        <w:t xml:space="preserve"> </w:t>
      </w:r>
      <w:r w:rsidR="0052416C" w:rsidRPr="0052416C">
        <w:rPr>
          <w:rFonts w:ascii="Arial" w:hAnsi="Arial" w:cs="Arial"/>
          <w:sz w:val="24"/>
          <w:szCs w:val="24"/>
        </w:rPr>
        <w:t>magistra edukacije hrvatskog jezika i književnosti i magistra kroatologije</w:t>
      </w:r>
      <w:r w:rsidR="001E7B3C">
        <w:rPr>
          <w:rFonts w:ascii="Arial" w:hAnsi="Arial" w:cs="Arial"/>
          <w:sz w:val="24"/>
          <w:szCs w:val="24"/>
        </w:rPr>
        <w:t>. Satovi</w:t>
      </w:r>
      <w:r w:rsidR="00CE5E9C">
        <w:rPr>
          <w:rFonts w:ascii="Arial" w:hAnsi="Arial" w:cs="Arial"/>
          <w:sz w:val="24"/>
          <w:szCs w:val="24"/>
        </w:rPr>
        <w:t>/radionice</w:t>
      </w:r>
      <w:r w:rsidR="001E7B3C">
        <w:rPr>
          <w:rFonts w:ascii="Arial" w:hAnsi="Arial" w:cs="Arial"/>
          <w:sz w:val="24"/>
          <w:szCs w:val="24"/>
        </w:rPr>
        <w:t xml:space="preserve"> </w:t>
      </w:r>
      <w:r w:rsidR="00CE5E9C">
        <w:rPr>
          <w:rFonts w:ascii="Arial" w:hAnsi="Arial" w:cs="Arial"/>
          <w:sz w:val="24"/>
          <w:szCs w:val="24"/>
        </w:rPr>
        <w:t xml:space="preserve">u trajanju od 90 minuta </w:t>
      </w:r>
      <w:r w:rsidR="001E7B3C">
        <w:rPr>
          <w:rFonts w:ascii="Arial" w:hAnsi="Arial" w:cs="Arial"/>
          <w:sz w:val="24"/>
          <w:szCs w:val="24"/>
        </w:rPr>
        <w:t xml:space="preserve">održavaju </w:t>
      </w:r>
      <w:r w:rsidR="00CE5E9C">
        <w:rPr>
          <w:rFonts w:ascii="Arial" w:hAnsi="Arial" w:cs="Arial"/>
          <w:sz w:val="24"/>
          <w:szCs w:val="24"/>
        </w:rPr>
        <w:t xml:space="preserve">se </w:t>
      </w:r>
      <w:r w:rsidR="001E7B3C">
        <w:rPr>
          <w:rFonts w:ascii="Arial" w:hAnsi="Arial" w:cs="Arial"/>
          <w:sz w:val="24"/>
          <w:szCs w:val="24"/>
        </w:rPr>
        <w:t>svakog tjedna</w:t>
      </w:r>
      <w:r w:rsidR="00CE5E9C">
        <w:rPr>
          <w:rFonts w:ascii="Arial" w:hAnsi="Arial" w:cs="Arial"/>
          <w:sz w:val="24"/>
          <w:szCs w:val="24"/>
        </w:rPr>
        <w:t xml:space="preserve">, u prosincu 2024. održane su 4 radionice, a s provedbom se nastavlja i u 2025. godini. </w:t>
      </w:r>
      <w:r w:rsidR="001D44F2" w:rsidRPr="001D44F2">
        <w:rPr>
          <w:rFonts w:ascii="Arial" w:hAnsi="Arial" w:cs="Arial"/>
          <w:sz w:val="24"/>
          <w:szCs w:val="24"/>
        </w:rPr>
        <w:t>Važnost ovog programa prepoznala je i Hrvatska radiotelevizija. Snimljena je kratka reportaža o našem programu</w:t>
      </w:r>
      <w:r w:rsidR="001D44F2">
        <w:rPr>
          <w:rFonts w:ascii="Arial" w:hAnsi="Arial" w:cs="Arial"/>
          <w:sz w:val="24"/>
          <w:szCs w:val="24"/>
        </w:rPr>
        <w:t xml:space="preserve"> koja je emitirana </w:t>
      </w:r>
      <w:r w:rsidR="00D976BA">
        <w:rPr>
          <w:rFonts w:ascii="Arial" w:hAnsi="Arial" w:cs="Arial"/>
          <w:sz w:val="24"/>
          <w:szCs w:val="24"/>
        </w:rPr>
        <w:t xml:space="preserve">u središnjem Dnevniku </w:t>
      </w:r>
      <w:r w:rsidR="00D976BA" w:rsidRPr="00D976BA">
        <w:rPr>
          <w:rFonts w:ascii="Arial" w:hAnsi="Arial" w:cs="Arial"/>
          <w:sz w:val="24"/>
          <w:szCs w:val="24"/>
        </w:rPr>
        <w:t>Hrvatsk</w:t>
      </w:r>
      <w:r w:rsidR="00D976BA">
        <w:rPr>
          <w:rFonts w:ascii="Arial" w:hAnsi="Arial" w:cs="Arial"/>
          <w:sz w:val="24"/>
          <w:szCs w:val="24"/>
        </w:rPr>
        <w:t>e</w:t>
      </w:r>
      <w:r w:rsidR="00D976BA" w:rsidRPr="00D976BA">
        <w:rPr>
          <w:rFonts w:ascii="Arial" w:hAnsi="Arial" w:cs="Arial"/>
          <w:sz w:val="24"/>
          <w:szCs w:val="24"/>
        </w:rPr>
        <w:t xml:space="preserve"> radiotelevizij</w:t>
      </w:r>
      <w:r w:rsidR="00D976BA">
        <w:rPr>
          <w:rFonts w:ascii="Arial" w:hAnsi="Arial" w:cs="Arial"/>
          <w:sz w:val="24"/>
          <w:szCs w:val="24"/>
        </w:rPr>
        <w:t xml:space="preserve">e. </w:t>
      </w:r>
    </w:p>
    <w:p w14:paraId="4DAA3DE8" w14:textId="7ACAAFEB" w:rsidR="00B776D0" w:rsidRPr="00235A86" w:rsidRDefault="00A43240" w:rsidP="00B776D0">
      <w:pPr>
        <w:spacing w:line="360" w:lineRule="auto"/>
        <w:ind w:firstLine="708"/>
        <w:jc w:val="both"/>
        <w:rPr>
          <w:rFonts w:ascii="Arial" w:hAnsi="Arial" w:cs="Arial"/>
          <w:sz w:val="24"/>
          <w:szCs w:val="24"/>
        </w:rPr>
      </w:pPr>
      <w:r w:rsidRPr="00235A86">
        <w:rPr>
          <w:rFonts w:ascii="Arial" w:hAnsi="Arial" w:cs="Arial"/>
          <w:sz w:val="24"/>
          <w:szCs w:val="24"/>
        </w:rPr>
        <w:t xml:space="preserve">Učilište je </w:t>
      </w:r>
      <w:r w:rsidR="007953DF" w:rsidRPr="00235A86">
        <w:rPr>
          <w:rFonts w:ascii="Arial" w:hAnsi="Arial" w:cs="Arial"/>
          <w:sz w:val="24"/>
          <w:szCs w:val="24"/>
        </w:rPr>
        <w:t xml:space="preserve">kroz godinu </w:t>
      </w:r>
      <w:r w:rsidRPr="00235A86">
        <w:rPr>
          <w:rFonts w:ascii="Arial" w:hAnsi="Arial" w:cs="Arial"/>
          <w:sz w:val="24"/>
          <w:szCs w:val="24"/>
        </w:rPr>
        <w:t xml:space="preserve">provodilo </w:t>
      </w:r>
      <w:r w:rsidR="007953DF" w:rsidRPr="00235A86">
        <w:rPr>
          <w:rFonts w:ascii="Arial" w:hAnsi="Arial" w:cs="Arial"/>
          <w:sz w:val="24"/>
          <w:szCs w:val="24"/>
        </w:rPr>
        <w:t xml:space="preserve">i </w:t>
      </w:r>
      <w:r w:rsidRPr="00235A86">
        <w:rPr>
          <w:rFonts w:ascii="Arial" w:hAnsi="Arial" w:cs="Arial"/>
          <w:sz w:val="24"/>
          <w:szCs w:val="24"/>
        </w:rPr>
        <w:t>razne radionice, predavanj</w:t>
      </w:r>
      <w:r w:rsidR="00D5524D">
        <w:rPr>
          <w:rFonts w:ascii="Arial" w:hAnsi="Arial" w:cs="Arial"/>
          <w:sz w:val="24"/>
          <w:szCs w:val="24"/>
        </w:rPr>
        <w:t>a</w:t>
      </w:r>
      <w:r w:rsidRPr="00235A86">
        <w:rPr>
          <w:rFonts w:ascii="Arial" w:hAnsi="Arial" w:cs="Arial"/>
          <w:sz w:val="24"/>
          <w:szCs w:val="24"/>
        </w:rPr>
        <w:t xml:space="preserve"> </w:t>
      </w:r>
      <w:r w:rsidR="007953DF" w:rsidRPr="00235A86">
        <w:rPr>
          <w:rFonts w:ascii="Arial" w:hAnsi="Arial" w:cs="Arial"/>
          <w:sz w:val="24"/>
          <w:szCs w:val="24"/>
        </w:rPr>
        <w:t>te</w:t>
      </w:r>
      <w:r w:rsidRPr="00235A86">
        <w:rPr>
          <w:rFonts w:ascii="Arial" w:hAnsi="Arial" w:cs="Arial"/>
          <w:sz w:val="24"/>
          <w:szCs w:val="24"/>
        </w:rPr>
        <w:t xml:space="preserve"> </w:t>
      </w:r>
      <w:r w:rsidR="007953DF" w:rsidRPr="00235A86">
        <w:rPr>
          <w:rFonts w:ascii="Arial" w:hAnsi="Arial" w:cs="Arial"/>
          <w:sz w:val="24"/>
          <w:szCs w:val="24"/>
        </w:rPr>
        <w:t xml:space="preserve">kulturna događanja. </w:t>
      </w:r>
      <w:r w:rsidR="00B776D0" w:rsidRPr="00235A86">
        <w:rPr>
          <w:rFonts w:ascii="Arial" w:hAnsi="Arial" w:cs="Arial"/>
          <w:sz w:val="24"/>
          <w:szCs w:val="24"/>
        </w:rPr>
        <w:t>U siječnju 2024. godine u suradnji s Poduzetničkim centrom Krapinsko-zagorske županije organizirana je radionica pod nazivom "Novi natječaji kroz novu financijsku perspektivu - ZPP - Ruralni razvoj i Vinska omotnica" uz gostujućeg predavača Denisa Ranogajca, zamjenika direktorice Poduzetničkog centra KZŽ, namijenjena poljoprivrednicima, obiteljskim poljoprivrednim gospodarstvima, vinarima, podrumarima te osobama koje razmišljaju o ruralnom turizmu i pokretanju nepoljoprivrednih djelatnosti.</w:t>
      </w:r>
    </w:p>
    <w:p w14:paraId="4F0BBFCD" w14:textId="22B8A4B8" w:rsidR="00A0669B" w:rsidRPr="00235A86" w:rsidRDefault="00B776D0" w:rsidP="00A0669B">
      <w:pPr>
        <w:spacing w:line="360" w:lineRule="auto"/>
        <w:ind w:firstLine="708"/>
        <w:jc w:val="both"/>
        <w:rPr>
          <w:rFonts w:ascii="Arial" w:hAnsi="Arial" w:cs="Arial"/>
          <w:sz w:val="24"/>
          <w:szCs w:val="24"/>
        </w:rPr>
      </w:pPr>
      <w:r w:rsidRPr="00235A86">
        <w:rPr>
          <w:rFonts w:ascii="Arial" w:hAnsi="Arial" w:cs="Arial"/>
          <w:sz w:val="24"/>
          <w:szCs w:val="24"/>
        </w:rPr>
        <w:t xml:space="preserve">POU Pregrada </w:t>
      </w:r>
      <w:r w:rsidR="00D43C21" w:rsidRPr="00235A86">
        <w:rPr>
          <w:rFonts w:ascii="Arial" w:hAnsi="Arial" w:cs="Arial"/>
          <w:sz w:val="24"/>
          <w:szCs w:val="24"/>
        </w:rPr>
        <w:t>je u 2024. godini</w:t>
      </w:r>
      <w:r w:rsidRPr="00235A86">
        <w:rPr>
          <w:rFonts w:ascii="Arial" w:hAnsi="Arial" w:cs="Arial"/>
          <w:sz w:val="24"/>
          <w:szCs w:val="24"/>
        </w:rPr>
        <w:t xml:space="preserve"> bilo</w:t>
      </w:r>
      <w:r w:rsidR="008E4A85">
        <w:rPr>
          <w:rFonts w:ascii="Arial" w:hAnsi="Arial" w:cs="Arial"/>
          <w:sz w:val="24"/>
          <w:szCs w:val="24"/>
        </w:rPr>
        <w:t xml:space="preserve"> po prvi puta</w:t>
      </w:r>
      <w:r w:rsidRPr="00235A86">
        <w:rPr>
          <w:rFonts w:ascii="Arial" w:hAnsi="Arial" w:cs="Arial"/>
          <w:sz w:val="24"/>
          <w:szCs w:val="24"/>
        </w:rPr>
        <w:t xml:space="preserve"> zaduženo za organizaciju Pregračkog fašnika. </w:t>
      </w:r>
      <w:r w:rsidR="00D43C21" w:rsidRPr="00235A86">
        <w:rPr>
          <w:rFonts w:ascii="Arial" w:hAnsi="Arial" w:cs="Arial"/>
          <w:sz w:val="24"/>
          <w:szCs w:val="24"/>
        </w:rPr>
        <w:t xml:space="preserve">Nakon nekoliko godina stanke, </w:t>
      </w:r>
      <w:r w:rsidRPr="00235A86">
        <w:rPr>
          <w:rFonts w:ascii="Arial" w:hAnsi="Arial" w:cs="Arial"/>
          <w:sz w:val="24"/>
          <w:szCs w:val="24"/>
        </w:rPr>
        <w:t xml:space="preserve">Fašnik je održan </w:t>
      </w:r>
      <w:r w:rsidR="00D43C21" w:rsidRPr="00235A86">
        <w:rPr>
          <w:rFonts w:ascii="Arial" w:hAnsi="Arial" w:cs="Arial"/>
          <w:sz w:val="24"/>
          <w:szCs w:val="24"/>
        </w:rPr>
        <w:t xml:space="preserve">u organizaciji Učilišta i Grada Pregrade </w:t>
      </w:r>
      <w:r w:rsidRPr="00235A86">
        <w:rPr>
          <w:rFonts w:ascii="Arial" w:hAnsi="Arial" w:cs="Arial"/>
          <w:sz w:val="24"/>
          <w:szCs w:val="24"/>
        </w:rPr>
        <w:t xml:space="preserve">na Trgu Gospe Kunagorske u nedjelju, 11. veljače 2024. te je okupio mnoge maskirane sudionike i posjetitelje. Zahvaljujući donacijama privatnih tvrtki, društava i obrta dodijeljene su vrijedne </w:t>
      </w:r>
      <w:r w:rsidR="00D43C21" w:rsidRPr="00235A86">
        <w:rPr>
          <w:rFonts w:ascii="Arial" w:hAnsi="Arial" w:cs="Arial"/>
          <w:sz w:val="24"/>
          <w:szCs w:val="24"/>
        </w:rPr>
        <w:t xml:space="preserve">novčane </w:t>
      </w:r>
      <w:r w:rsidRPr="00235A86">
        <w:rPr>
          <w:rFonts w:ascii="Arial" w:hAnsi="Arial" w:cs="Arial"/>
          <w:sz w:val="24"/>
          <w:szCs w:val="24"/>
        </w:rPr>
        <w:t>nagrade za male i velike maskirane skupine, a tradicija održavanja Fašnika nakon nekoliko godina pauze vratila se u Pregradu.</w:t>
      </w:r>
      <w:r w:rsidR="00A0669B" w:rsidRPr="00235A86">
        <w:rPr>
          <w:rFonts w:ascii="Arial" w:hAnsi="Arial" w:cs="Arial"/>
          <w:sz w:val="24"/>
          <w:szCs w:val="24"/>
        </w:rPr>
        <w:t xml:space="preserve"> </w:t>
      </w:r>
      <w:r w:rsidR="00D43C21" w:rsidRPr="00235A86">
        <w:rPr>
          <w:rFonts w:ascii="Arial" w:hAnsi="Arial" w:cs="Arial"/>
          <w:sz w:val="24"/>
          <w:szCs w:val="24"/>
        </w:rPr>
        <w:t>U</w:t>
      </w:r>
      <w:r w:rsidR="006D08EF" w:rsidRPr="00235A86">
        <w:rPr>
          <w:rFonts w:ascii="Arial" w:hAnsi="Arial" w:cs="Arial"/>
          <w:sz w:val="24"/>
          <w:szCs w:val="24"/>
        </w:rPr>
        <w:t xml:space="preserve"> veljači </w:t>
      </w:r>
      <w:r w:rsidR="00D43C21" w:rsidRPr="00235A86">
        <w:rPr>
          <w:rFonts w:ascii="Arial" w:hAnsi="Arial" w:cs="Arial"/>
          <w:sz w:val="24"/>
          <w:szCs w:val="24"/>
        </w:rPr>
        <w:t xml:space="preserve">je </w:t>
      </w:r>
      <w:r w:rsidR="006D08EF" w:rsidRPr="00235A86">
        <w:rPr>
          <w:rFonts w:ascii="Arial" w:hAnsi="Arial" w:cs="Arial"/>
          <w:sz w:val="24"/>
          <w:szCs w:val="24"/>
        </w:rPr>
        <w:t xml:space="preserve">održano </w:t>
      </w:r>
      <w:r w:rsidR="00D43C21" w:rsidRPr="00235A86">
        <w:rPr>
          <w:rFonts w:ascii="Arial" w:hAnsi="Arial" w:cs="Arial"/>
          <w:sz w:val="24"/>
          <w:szCs w:val="24"/>
        </w:rPr>
        <w:t xml:space="preserve">i </w:t>
      </w:r>
      <w:r w:rsidR="006D08EF" w:rsidRPr="00235A86">
        <w:rPr>
          <w:rFonts w:ascii="Arial" w:hAnsi="Arial" w:cs="Arial"/>
          <w:sz w:val="24"/>
          <w:szCs w:val="24"/>
        </w:rPr>
        <w:t>predavanje pod nazivom „UA</w:t>
      </w:r>
      <w:r w:rsidR="006D08EF" w:rsidRPr="00235A86">
        <w:rPr>
          <w:rFonts w:ascii="Segoe UI Symbol" w:hAnsi="Segoe UI Symbol" w:cs="Segoe UI Symbol"/>
          <w:sz w:val="24"/>
          <w:szCs w:val="24"/>
        </w:rPr>
        <w:t>➔</w:t>
      </w:r>
      <w:r w:rsidR="006D08EF" w:rsidRPr="00235A86">
        <w:rPr>
          <w:rFonts w:ascii="Arial" w:hAnsi="Arial" w:cs="Arial"/>
          <w:sz w:val="24"/>
          <w:szCs w:val="24"/>
        </w:rPr>
        <w:t xml:space="preserve">HR | u potrazi za smislom“ koje je održala Svitlana </w:t>
      </w:r>
      <w:r w:rsidR="006D08EF" w:rsidRPr="00235A86">
        <w:rPr>
          <w:rFonts w:ascii="Arial" w:hAnsi="Arial" w:cs="Arial"/>
          <w:sz w:val="24"/>
          <w:szCs w:val="24"/>
        </w:rPr>
        <w:lastRenderedPageBreak/>
        <w:t>Kapitonova te predstavila Ukrajinu i svoj put prema Hrvatskoj.</w:t>
      </w:r>
      <w:r w:rsidR="00A0669B" w:rsidRPr="00235A86">
        <w:rPr>
          <w:rFonts w:ascii="Arial" w:hAnsi="Arial" w:cs="Arial"/>
          <w:sz w:val="24"/>
          <w:szCs w:val="24"/>
        </w:rPr>
        <w:t xml:space="preserve"> P</w:t>
      </w:r>
      <w:r w:rsidR="00CA4E04" w:rsidRPr="00235A86">
        <w:rPr>
          <w:rFonts w:ascii="Arial" w:hAnsi="Arial" w:cs="Arial"/>
          <w:sz w:val="24"/>
          <w:szCs w:val="24"/>
        </w:rPr>
        <w:t xml:space="preserve">ovodom Valentinova </w:t>
      </w:r>
      <w:r w:rsidR="00A0669B" w:rsidRPr="00235A86">
        <w:rPr>
          <w:rFonts w:ascii="Arial" w:hAnsi="Arial" w:cs="Arial"/>
          <w:sz w:val="24"/>
          <w:szCs w:val="24"/>
        </w:rPr>
        <w:t xml:space="preserve">pregradska publika </w:t>
      </w:r>
      <w:r w:rsidR="00CA4E04" w:rsidRPr="00235A86">
        <w:rPr>
          <w:rFonts w:ascii="Arial" w:hAnsi="Arial" w:cs="Arial"/>
          <w:sz w:val="24"/>
          <w:szCs w:val="24"/>
        </w:rPr>
        <w:t xml:space="preserve">mogla </w:t>
      </w:r>
      <w:r w:rsidR="00A0669B" w:rsidRPr="00235A86">
        <w:rPr>
          <w:rFonts w:ascii="Arial" w:hAnsi="Arial" w:cs="Arial"/>
          <w:sz w:val="24"/>
          <w:szCs w:val="24"/>
        </w:rPr>
        <w:t xml:space="preserve">je </w:t>
      </w:r>
      <w:r w:rsidR="00CA4E04" w:rsidRPr="00235A86">
        <w:rPr>
          <w:rFonts w:ascii="Arial" w:hAnsi="Arial" w:cs="Arial"/>
          <w:sz w:val="24"/>
          <w:szCs w:val="24"/>
        </w:rPr>
        <w:t xml:space="preserve">prisustvovati Pjevačkom recitalu sopranistice Arijane Gigliani-Philipp uz klavirsku pratnju Pregračana Daniela Halužana. </w:t>
      </w:r>
    </w:p>
    <w:p w14:paraId="2A5F0E65" w14:textId="379E13DF" w:rsidR="00AA5ED3" w:rsidRPr="001D0ABB" w:rsidRDefault="001261D7" w:rsidP="007124F6">
      <w:pPr>
        <w:spacing w:line="360" w:lineRule="auto"/>
        <w:ind w:firstLine="708"/>
        <w:jc w:val="both"/>
        <w:rPr>
          <w:rFonts w:ascii="Arial" w:hAnsi="Arial" w:cs="Arial"/>
          <w:sz w:val="24"/>
          <w:szCs w:val="24"/>
        </w:rPr>
      </w:pPr>
      <w:r w:rsidRPr="001D0ABB">
        <w:rPr>
          <w:rFonts w:ascii="Arial" w:hAnsi="Arial" w:cs="Arial"/>
          <w:sz w:val="24"/>
          <w:szCs w:val="24"/>
        </w:rPr>
        <w:t>U ožujku je održana promocija uvjeta i načina korištenja mjera aktivne politike zapošljavanja za 2024. godinu. Promociju su organizirali Hrvatski zavod za zapošljavanje Područni ured Krapina u suradnji s Obrtničkom komorom Krapinsko-zagorske županije i Udruženjem obrtnika Pregrada, Hum na Sutli, Desinić, Grad Pregrada i  Pučko otvoreno učilište Pregrada.</w:t>
      </w:r>
      <w:r w:rsidR="007124F6" w:rsidRPr="001D0ABB">
        <w:rPr>
          <w:rFonts w:ascii="Arial" w:hAnsi="Arial" w:cs="Arial"/>
          <w:sz w:val="24"/>
          <w:szCs w:val="24"/>
        </w:rPr>
        <w:t xml:space="preserve"> </w:t>
      </w:r>
      <w:r w:rsidR="00CA4E04" w:rsidRPr="001D0ABB">
        <w:rPr>
          <w:rFonts w:ascii="Arial" w:hAnsi="Arial" w:cs="Arial"/>
          <w:sz w:val="24"/>
          <w:szCs w:val="24"/>
        </w:rPr>
        <w:t xml:space="preserve">U </w:t>
      </w:r>
      <w:r w:rsidR="00AA5ED3" w:rsidRPr="001D0ABB">
        <w:rPr>
          <w:rFonts w:ascii="Arial" w:hAnsi="Arial" w:cs="Arial"/>
          <w:sz w:val="24"/>
          <w:szCs w:val="24"/>
        </w:rPr>
        <w:t xml:space="preserve">sklopu „Proljeća u Pregradi“ u </w:t>
      </w:r>
      <w:r w:rsidR="00CA4E04" w:rsidRPr="001D0ABB">
        <w:rPr>
          <w:rFonts w:ascii="Arial" w:hAnsi="Arial" w:cs="Arial"/>
          <w:sz w:val="24"/>
          <w:szCs w:val="24"/>
        </w:rPr>
        <w:t>travnju je Učilište ugostilo Glumački festival u Krapini (GFUK) i po Zagorju te je</w:t>
      </w:r>
      <w:r w:rsidR="00F6402D">
        <w:rPr>
          <w:rFonts w:ascii="Arial" w:hAnsi="Arial" w:cs="Arial"/>
          <w:sz w:val="24"/>
          <w:szCs w:val="24"/>
        </w:rPr>
        <w:t xml:space="preserve"> u velikoj dvorani Vatrogasnog doma DVD-a Pregrada</w:t>
      </w:r>
      <w:r w:rsidR="00CA4E04" w:rsidRPr="001D0ABB">
        <w:rPr>
          <w:rFonts w:ascii="Arial" w:hAnsi="Arial" w:cs="Arial"/>
          <w:sz w:val="24"/>
          <w:szCs w:val="24"/>
        </w:rPr>
        <w:t xml:space="preserve"> odigrana predstava „Žene na rubu“</w:t>
      </w:r>
      <w:r w:rsidR="003F341C" w:rsidRPr="001D0ABB">
        <w:rPr>
          <w:rFonts w:ascii="Arial" w:hAnsi="Arial" w:cs="Arial"/>
          <w:sz w:val="24"/>
          <w:szCs w:val="24"/>
        </w:rPr>
        <w:t>.</w:t>
      </w:r>
    </w:p>
    <w:p w14:paraId="7F47219A" w14:textId="497F5721" w:rsidR="00AA5ED3" w:rsidRPr="0090741A" w:rsidRDefault="00E27A6B" w:rsidP="0090741A">
      <w:pPr>
        <w:spacing w:line="360" w:lineRule="auto"/>
        <w:ind w:firstLine="708"/>
        <w:jc w:val="both"/>
        <w:rPr>
          <w:rFonts w:ascii="Arial" w:hAnsi="Arial" w:cs="Arial"/>
          <w:sz w:val="24"/>
          <w:szCs w:val="24"/>
        </w:rPr>
      </w:pPr>
      <w:r w:rsidRPr="00E8644B">
        <w:rPr>
          <w:rFonts w:ascii="Arial" w:hAnsi="Arial" w:cs="Arial"/>
          <w:sz w:val="24"/>
          <w:szCs w:val="24"/>
        </w:rPr>
        <w:t>U suradnji POU Pregrada i Instituta za filozofiju iz Zagreba u svibnju je održano predavanje „Prvi udžbenici iz psihologije u nas“. Predavanje je održala dr. sc. Ivana Skuhala Karasman, znanstvena savjetnica na Institutu za filozofiju u Zagrebu. Kroz povijesne udžbenike iz psihologije prisutni su imali priliku pobliže saznati</w:t>
      </w:r>
      <w:r w:rsidR="00652E7C" w:rsidRPr="00E8644B">
        <w:rPr>
          <w:rFonts w:ascii="Arial" w:hAnsi="Arial" w:cs="Arial"/>
          <w:sz w:val="24"/>
          <w:szCs w:val="24"/>
        </w:rPr>
        <w:t xml:space="preserve"> više</w:t>
      </w:r>
      <w:r w:rsidRPr="00E8644B">
        <w:rPr>
          <w:rFonts w:ascii="Arial" w:hAnsi="Arial" w:cs="Arial"/>
          <w:sz w:val="24"/>
          <w:szCs w:val="24"/>
        </w:rPr>
        <w:t xml:space="preserve"> o prvim udžbenicima</w:t>
      </w:r>
      <w:r w:rsidR="00652E7C" w:rsidRPr="00E8644B">
        <w:rPr>
          <w:rFonts w:ascii="Arial" w:hAnsi="Arial" w:cs="Arial"/>
          <w:sz w:val="24"/>
          <w:szCs w:val="24"/>
        </w:rPr>
        <w:t xml:space="preserve">, </w:t>
      </w:r>
      <w:r w:rsidRPr="00E8644B">
        <w:rPr>
          <w:rFonts w:ascii="Arial" w:hAnsi="Arial" w:cs="Arial"/>
          <w:sz w:val="24"/>
          <w:szCs w:val="24"/>
        </w:rPr>
        <w:t xml:space="preserve">  kome su bili namijenjeni, kako su utjecali na obrazovni sustav te tko su bili prvi istraživači ovih tema u Hrvatskoj.</w:t>
      </w:r>
      <w:r w:rsidR="00652E7C" w:rsidRPr="00E8644B">
        <w:rPr>
          <w:rFonts w:ascii="Arial" w:hAnsi="Arial" w:cs="Arial"/>
          <w:sz w:val="24"/>
          <w:szCs w:val="24"/>
        </w:rPr>
        <w:t xml:space="preserve"> </w:t>
      </w:r>
      <w:r w:rsidR="00E8644B" w:rsidRPr="00E8644B">
        <w:rPr>
          <w:rFonts w:ascii="Arial" w:hAnsi="Arial" w:cs="Arial"/>
          <w:sz w:val="24"/>
          <w:szCs w:val="24"/>
        </w:rPr>
        <w:t>Predavanje je organizirano u sklopu projekta „Wundt, Mercier i novija hrvatska filozofija“.</w:t>
      </w:r>
      <w:r w:rsidR="0090741A">
        <w:rPr>
          <w:rFonts w:ascii="Arial" w:hAnsi="Arial" w:cs="Arial"/>
          <w:sz w:val="24"/>
          <w:szCs w:val="24"/>
        </w:rPr>
        <w:t xml:space="preserve"> </w:t>
      </w:r>
      <w:r w:rsidR="0090741A" w:rsidRPr="0090741A">
        <w:rPr>
          <w:rFonts w:ascii="Arial" w:hAnsi="Arial" w:cs="Arial"/>
          <w:sz w:val="24"/>
          <w:szCs w:val="24"/>
        </w:rPr>
        <w:t>Krajem svibnja organizirano je p</w:t>
      </w:r>
      <w:r w:rsidR="006B4B40" w:rsidRPr="0090741A">
        <w:rPr>
          <w:rFonts w:ascii="Arial" w:hAnsi="Arial" w:cs="Arial"/>
          <w:sz w:val="24"/>
          <w:szCs w:val="24"/>
        </w:rPr>
        <w:t>redavanje „Online sigurnost djece“</w:t>
      </w:r>
      <w:r w:rsidR="0090741A" w:rsidRPr="0090741A">
        <w:rPr>
          <w:rFonts w:ascii="Arial" w:hAnsi="Arial" w:cs="Arial"/>
          <w:sz w:val="24"/>
          <w:szCs w:val="24"/>
        </w:rPr>
        <w:t xml:space="preserve">. </w:t>
      </w:r>
      <w:r w:rsidR="006B4B40" w:rsidRPr="0090741A">
        <w:rPr>
          <w:rFonts w:ascii="Arial" w:hAnsi="Arial" w:cs="Arial"/>
          <w:sz w:val="24"/>
          <w:szCs w:val="24"/>
        </w:rPr>
        <w:t>Predavanje je bilo namijenjeno roditeljima, nastavnicima, svim osobama koje rade s djecom, a koji su htjeli saznati kako zaštititi djecu u online okruženju. Predavanje je vodila Tina Andrašek, vlasnica tvrtke TCB i digitalna edukatorica.</w:t>
      </w:r>
    </w:p>
    <w:p w14:paraId="6F384700" w14:textId="43685B34" w:rsidR="000E76B8" w:rsidRPr="000A0C2D" w:rsidRDefault="00DA3817" w:rsidP="00A0669B">
      <w:pPr>
        <w:spacing w:line="360" w:lineRule="auto"/>
        <w:ind w:firstLine="708"/>
        <w:jc w:val="both"/>
        <w:rPr>
          <w:rFonts w:ascii="Arial" w:hAnsi="Arial" w:cs="Arial"/>
          <w:sz w:val="24"/>
          <w:szCs w:val="24"/>
        </w:rPr>
      </w:pPr>
      <w:r w:rsidRPr="000A0C2D">
        <w:rPr>
          <w:rFonts w:ascii="Arial" w:hAnsi="Arial" w:cs="Arial"/>
          <w:sz w:val="24"/>
          <w:szCs w:val="24"/>
        </w:rPr>
        <w:t xml:space="preserve">U sklopu „Ljeta u Pregradi“ u organizaciji Učilišta </w:t>
      </w:r>
      <w:r w:rsidR="00CA4E04" w:rsidRPr="000A0C2D">
        <w:rPr>
          <w:rFonts w:ascii="Arial" w:hAnsi="Arial" w:cs="Arial"/>
          <w:sz w:val="24"/>
          <w:szCs w:val="24"/>
        </w:rPr>
        <w:t>u srpnju je uslijedilo i ljetno izdanje GFUK-a koje se održalo na gradskoj pozornici na Trgu Gospe Kunagorske gdje je publika mogla pogledati predstavu „Otvoreni brak“. Za kraj ljeta na gradskoj pozornici POU Pregrada i KUD Pregrada zajednički su ugostili AKUD Žensko kazalište Jesenje s predstavom „Naših 50 let“.</w:t>
      </w:r>
    </w:p>
    <w:p w14:paraId="5EFF7A30" w14:textId="3328FF26" w:rsidR="009A5323" w:rsidRPr="000A0C2D" w:rsidRDefault="000A0C2D" w:rsidP="000A0C2D">
      <w:pPr>
        <w:spacing w:line="360" w:lineRule="auto"/>
        <w:ind w:firstLine="708"/>
        <w:jc w:val="both"/>
        <w:rPr>
          <w:rFonts w:ascii="Arial" w:hAnsi="Arial" w:cs="Arial"/>
          <w:sz w:val="24"/>
          <w:szCs w:val="24"/>
        </w:rPr>
      </w:pPr>
      <w:r w:rsidRPr="000A0C2D">
        <w:rPr>
          <w:rFonts w:ascii="Arial" w:hAnsi="Arial" w:cs="Arial"/>
          <w:sz w:val="24"/>
          <w:szCs w:val="24"/>
        </w:rPr>
        <w:t xml:space="preserve">U </w:t>
      </w:r>
      <w:r w:rsidR="009A5323" w:rsidRPr="000A0C2D">
        <w:rPr>
          <w:rFonts w:ascii="Arial" w:hAnsi="Arial" w:cs="Arial"/>
          <w:sz w:val="24"/>
          <w:szCs w:val="24"/>
        </w:rPr>
        <w:t xml:space="preserve">sklopu </w:t>
      </w:r>
      <w:r w:rsidRPr="000A0C2D">
        <w:rPr>
          <w:rFonts w:ascii="Arial" w:hAnsi="Arial" w:cs="Arial"/>
          <w:sz w:val="24"/>
          <w:szCs w:val="24"/>
        </w:rPr>
        <w:t xml:space="preserve">najveće gradske manifestacije </w:t>
      </w:r>
      <w:r w:rsidR="009A5323" w:rsidRPr="000A0C2D">
        <w:rPr>
          <w:rFonts w:ascii="Arial" w:hAnsi="Arial" w:cs="Arial"/>
          <w:sz w:val="24"/>
          <w:szCs w:val="24"/>
        </w:rPr>
        <w:t xml:space="preserve">„Branja grojzdja“ u organizaciji POU Pregrada i KUD-a Pregrada održana </w:t>
      </w:r>
      <w:r w:rsidRPr="000A0C2D">
        <w:rPr>
          <w:rFonts w:ascii="Arial" w:hAnsi="Arial" w:cs="Arial"/>
          <w:sz w:val="24"/>
          <w:szCs w:val="24"/>
        </w:rPr>
        <w:t xml:space="preserve">je </w:t>
      </w:r>
      <w:r w:rsidR="009A5323" w:rsidRPr="000A0C2D">
        <w:rPr>
          <w:rFonts w:ascii="Arial" w:hAnsi="Arial" w:cs="Arial"/>
          <w:sz w:val="24"/>
          <w:szCs w:val="24"/>
        </w:rPr>
        <w:t xml:space="preserve">predstava Humskog amaterskog kazališta pod nazivom „Čakala te bum“ na pozornici ispred zgrade muzeja i knjižnice, a u kapeli sv. Mihaela u Sopotu kraj Pregrade održan je koncert povodom jubilarnog 30. Festivala Orgulje Heferer, u suorganizaciji Udruge Kajkaviana kao završni događaj manifestacije. </w:t>
      </w:r>
    </w:p>
    <w:p w14:paraId="3FF8EF73" w14:textId="4C49DE7F" w:rsidR="00CA4E04" w:rsidRPr="00F132B6" w:rsidRDefault="009A5323" w:rsidP="009A5323">
      <w:pPr>
        <w:spacing w:line="360" w:lineRule="auto"/>
        <w:ind w:firstLine="708"/>
        <w:jc w:val="both"/>
        <w:rPr>
          <w:rFonts w:ascii="Arial" w:hAnsi="Arial" w:cs="Arial"/>
          <w:sz w:val="24"/>
          <w:szCs w:val="24"/>
        </w:rPr>
      </w:pPr>
      <w:r w:rsidRPr="00F132B6">
        <w:rPr>
          <w:rFonts w:ascii="Arial" w:hAnsi="Arial" w:cs="Arial"/>
          <w:sz w:val="24"/>
          <w:szCs w:val="24"/>
        </w:rPr>
        <w:lastRenderedPageBreak/>
        <w:t xml:space="preserve">Učilište se </w:t>
      </w:r>
      <w:r w:rsidR="000A0C2D" w:rsidRPr="00F132B6">
        <w:rPr>
          <w:rFonts w:ascii="Arial" w:hAnsi="Arial" w:cs="Arial"/>
          <w:sz w:val="24"/>
          <w:szCs w:val="24"/>
        </w:rPr>
        <w:t xml:space="preserve">u listopadu </w:t>
      </w:r>
      <w:r w:rsidRPr="00F132B6">
        <w:rPr>
          <w:rFonts w:ascii="Arial" w:hAnsi="Arial" w:cs="Arial"/>
          <w:sz w:val="24"/>
          <w:szCs w:val="24"/>
        </w:rPr>
        <w:t xml:space="preserve">pridružilo i programu obilježavanja Dječjeg tjedna uz kreativnu radionicu pod nazivom „Izradi svoju teku“. Radionicu je vodila djelatnica Učilišta Dora Kolar, stručna suradnica, inače magistra medijskog dizajna, a na radionici su sudjelovali učenici 6.c razreda iz Osnovne škole Janka Leskovara koji su imali priliku izraditi bilježnicu tehnikom japanskog uveza i saznati nešto o povijesti uvezivanja. U listopadu i studenom održana su još dva događanja. Predstavljanje knjige „Ja kao priča“ autorice dr. sc. Ane Grgić i gostiju održano je u suradnji s Institutom za filozofiju i Centrom za javnu filozofiju iz Zagreba, a moderator događanja bio je dr. sc. Davor Špoljar, ravnatelj Učilišta. Ovo događanje iskorišteno je kao prilika i za </w:t>
      </w:r>
      <w:r w:rsidR="00243291">
        <w:rPr>
          <w:rFonts w:ascii="Arial" w:hAnsi="Arial" w:cs="Arial"/>
          <w:sz w:val="24"/>
          <w:szCs w:val="24"/>
        </w:rPr>
        <w:t>potpisivanje</w:t>
      </w:r>
      <w:r w:rsidRPr="00F132B6">
        <w:rPr>
          <w:rFonts w:ascii="Arial" w:hAnsi="Arial" w:cs="Arial"/>
          <w:sz w:val="24"/>
          <w:szCs w:val="24"/>
        </w:rPr>
        <w:t xml:space="preserve"> Sporazuma o suradnji između Učilišta i Instituta za filozofiju iz Zagreba. Održana je i tribina o bespovratnim potporama i financijskim instrumentima HAMAG BICRO-a, namijenjena obrtnicima, poduzetnicima i vlasnicima OPG-ova, organizirana u suradnji s Mjesnim odborom Pregrada i Udruženjem obrtnika Pregrada, Hum na Sutli i Desinić.</w:t>
      </w:r>
    </w:p>
    <w:p w14:paraId="552A3D47" w14:textId="3F820E6D" w:rsidR="000E76B8" w:rsidRPr="00F132B6" w:rsidRDefault="004504FA" w:rsidP="001A715F">
      <w:pPr>
        <w:spacing w:line="360" w:lineRule="auto"/>
        <w:ind w:firstLine="708"/>
        <w:jc w:val="both"/>
        <w:rPr>
          <w:rFonts w:ascii="Arial" w:hAnsi="Arial" w:cs="Arial"/>
          <w:sz w:val="24"/>
          <w:szCs w:val="24"/>
        </w:rPr>
      </w:pPr>
      <w:r w:rsidRPr="00F132B6">
        <w:rPr>
          <w:rFonts w:ascii="Arial" w:hAnsi="Arial" w:cs="Arial"/>
          <w:sz w:val="24"/>
          <w:szCs w:val="24"/>
        </w:rPr>
        <w:t>U prosincu 2024. godine je POU Pregrada je u suradnji s Gradom Pregradom i udrugom Moj otok organiziralo predavanje “Uklonimo azbestne krovove u Pregradi” o projektu zamjene azbestnih krovova i fasada</w:t>
      </w:r>
      <w:r w:rsidR="00F132B6">
        <w:rPr>
          <w:rFonts w:ascii="Arial" w:hAnsi="Arial" w:cs="Arial"/>
          <w:sz w:val="24"/>
          <w:szCs w:val="24"/>
        </w:rPr>
        <w:t>.</w:t>
      </w:r>
      <w:r w:rsidRPr="00F132B6">
        <w:rPr>
          <w:rFonts w:ascii="Arial" w:hAnsi="Arial" w:cs="Arial"/>
          <w:sz w:val="24"/>
          <w:szCs w:val="24"/>
        </w:rPr>
        <w:t xml:space="preserve"> </w:t>
      </w:r>
      <w:r w:rsidR="00325496">
        <w:rPr>
          <w:rFonts w:ascii="Arial" w:hAnsi="Arial" w:cs="Arial"/>
          <w:sz w:val="24"/>
          <w:szCs w:val="24"/>
        </w:rPr>
        <w:t xml:space="preserve">Za kraj godine organizirana je </w:t>
      </w:r>
      <w:r w:rsidR="00325496" w:rsidRPr="00F132B6">
        <w:rPr>
          <w:rFonts w:ascii="Arial" w:hAnsi="Arial" w:cs="Arial"/>
          <w:sz w:val="24"/>
          <w:szCs w:val="24"/>
        </w:rPr>
        <w:t>predstav</w:t>
      </w:r>
      <w:r w:rsidR="00325496">
        <w:rPr>
          <w:rFonts w:ascii="Arial" w:hAnsi="Arial" w:cs="Arial"/>
          <w:sz w:val="24"/>
          <w:szCs w:val="24"/>
        </w:rPr>
        <w:t xml:space="preserve">a </w:t>
      </w:r>
      <w:r w:rsidR="00325496" w:rsidRPr="00F132B6">
        <w:rPr>
          <w:rFonts w:ascii="Arial" w:hAnsi="Arial" w:cs="Arial"/>
          <w:sz w:val="24"/>
          <w:szCs w:val="24"/>
        </w:rPr>
        <w:t>za djecu „Tajni recept Bake Mraz“</w:t>
      </w:r>
      <w:r w:rsidR="00325496">
        <w:rPr>
          <w:rFonts w:ascii="Arial" w:hAnsi="Arial" w:cs="Arial"/>
          <w:sz w:val="24"/>
          <w:szCs w:val="24"/>
        </w:rPr>
        <w:t xml:space="preserve"> u izvedbi</w:t>
      </w:r>
      <w:r w:rsidRPr="00F132B6">
        <w:rPr>
          <w:rFonts w:ascii="Arial" w:hAnsi="Arial" w:cs="Arial"/>
          <w:sz w:val="24"/>
          <w:szCs w:val="24"/>
        </w:rPr>
        <w:t xml:space="preserve"> Teat</w:t>
      </w:r>
      <w:r w:rsidR="00325496">
        <w:rPr>
          <w:rFonts w:ascii="Arial" w:hAnsi="Arial" w:cs="Arial"/>
          <w:sz w:val="24"/>
          <w:szCs w:val="24"/>
        </w:rPr>
        <w:t>ra</w:t>
      </w:r>
      <w:r w:rsidRPr="00F132B6">
        <w:rPr>
          <w:rFonts w:ascii="Arial" w:hAnsi="Arial" w:cs="Arial"/>
          <w:sz w:val="24"/>
          <w:szCs w:val="24"/>
        </w:rPr>
        <w:t xml:space="preserve"> Naranča</w:t>
      </w:r>
      <w:r w:rsidR="00325496">
        <w:rPr>
          <w:rFonts w:ascii="Arial" w:hAnsi="Arial" w:cs="Arial"/>
          <w:sz w:val="24"/>
          <w:szCs w:val="24"/>
        </w:rPr>
        <w:t xml:space="preserve">. </w:t>
      </w:r>
    </w:p>
    <w:p w14:paraId="64A929D3" w14:textId="521574AB" w:rsidR="006C30BB" w:rsidRPr="006C30BB" w:rsidRDefault="00255AE9" w:rsidP="00682F78">
      <w:pPr>
        <w:spacing w:line="360" w:lineRule="auto"/>
        <w:ind w:firstLine="708"/>
        <w:jc w:val="both"/>
        <w:rPr>
          <w:rFonts w:ascii="Arial" w:hAnsi="Arial" w:cs="Arial"/>
          <w:sz w:val="24"/>
          <w:szCs w:val="24"/>
        </w:rPr>
      </w:pPr>
      <w:r>
        <w:rPr>
          <w:rFonts w:ascii="Arial" w:hAnsi="Arial" w:cs="Arial"/>
          <w:sz w:val="24"/>
          <w:szCs w:val="24"/>
        </w:rPr>
        <w:t>Nastav</w:t>
      </w:r>
      <w:r w:rsidR="007A7A7F">
        <w:rPr>
          <w:rFonts w:ascii="Arial" w:hAnsi="Arial" w:cs="Arial"/>
          <w:sz w:val="24"/>
          <w:szCs w:val="24"/>
        </w:rPr>
        <w:t>ljene su i aktivnosti u sklopu inicijative</w:t>
      </w:r>
      <w:r w:rsidR="006C30BB" w:rsidRPr="006C30BB">
        <w:rPr>
          <w:rFonts w:ascii="Arial" w:hAnsi="Arial" w:cs="Arial"/>
          <w:sz w:val="24"/>
          <w:szCs w:val="24"/>
        </w:rPr>
        <w:t xml:space="preserve"> „Vitrin</w:t>
      </w:r>
      <w:r w:rsidR="00F164EB">
        <w:rPr>
          <w:rFonts w:ascii="Arial" w:hAnsi="Arial" w:cs="Arial"/>
          <w:sz w:val="24"/>
          <w:szCs w:val="24"/>
        </w:rPr>
        <w:t>a</w:t>
      </w:r>
      <w:r w:rsidR="006C30BB" w:rsidRPr="006C30BB">
        <w:rPr>
          <w:rFonts w:ascii="Arial" w:hAnsi="Arial" w:cs="Arial"/>
          <w:sz w:val="24"/>
          <w:szCs w:val="24"/>
        </w:rPr>
        <w:t xml:space="preserve"> mjeseca“, koju Učilište provodi u suradnji s Gradskom knjižnicom Pregrada i Muzejom grada Pregrade, </w:t>
      </w:r>
      <w:r w:rsidR="00D1524F">
        <w:rPr>
          <w:rFonts w:ascii="Arial" w:hAnsi="Arial" w:cs="Arial"/>
          <w:sz w:val="24"/>
          <w:szCs w:val="24"/>
        </w:rPr>
        <w:t xml:space="preserve">a </w:t>
      </w:r>
      <w:r w:rsidR="006C30BB" w:rsidRPr="006C30BB">
        <w:rPr>
          <w:rFonts w:ascii="Arial" w:hAnsi="Arial" w:cs="Arial"/>
          <w:sz w:val="24"/>
          <w:szCs w:val="24"/>
        </w:rPr>
        <w:t>osmišljen</w:t>
      </w:r>
      <w:r w:rsidR="00282C6B">
        <w:rPr>
          <w:rFonts w:ascii="Arial" w:hAnsi="Arial" w:cs="Arial"/>
          <w:sz w:val="24"/>
          <w:szCs w:val="24"/>
        </w:rPr>
        <w:t>a</w:t>
      </w:r>
      <w:r w:rsidR="00D1524F">
        <w:rPr>
          <w:rFonts w:ascii="Arial" w:hAnsi="Arial" w:cs="Arial"/>
          <w:sz w:val="24"/>
          <w:szCs w:val="24"/>
        </w:rPr>
        <w:t xml:space="preserve"> je</w:t>
      </w:r>
      <w:r w:rsidR="006C30BB" w:rsidRPr="006C30BB">
        <w:rPr>
          <w:rFonts w:ascii="Arial" w:hAnsi="Arial" w:cs="Arial"/>
          <w:sz w:val="24"/>
          <w:szCs w:val="24"/>
        </w:rPr>
        <w:t xml:space="preserve"> s ciljem promocije lokalnih umjetnica/-ka s područja grada Pregrade. U vitrini smještenoj u predvorju zgrade lokalni umjetnici imaju priliku izložiti svoje radove kako bi ih korisnici i posjetitelji pregradskih ustanova smještenih u zgradi stare škole imali priliku razgledati te radove uživo. </w:t>
      </w:r>
      <w:r w:rsidR="00282C6B">
        <w:rPr>
          <w:rFonts w:ascii="Arial" w:hAnsi="Arial" w:cs="Arial"/>
          <w:sz w:val="24"/>
          <w:szCs w:val="24"/>
        </w:rPr>
        <w:t>U 2024. godini</w:t>
      </w:r>
      <w:r w:rsidR="006C30BB" w:rsidRPr="006C30BB">
        <w:rPr>
          <w:rFonts w:ascii="Arial" w:hAnsi="Arial" w:cs="Arial"/>
          <w:sz w:val="24"/>
          <w:szCs w:val="24"/>
        </w:rPr>
        <w:t xml:space="preserve"> vitrinu su naselili sljedeći obrtnici/umjetnici: </w:t>
      </w:r>
      <w:r w:rsidR="00282C6B">
        <w:rPr>
          <w:rFonts w:ascii="Arial" w:hAnsi="Arial" w:cs="Arial"/>
          <w:sz w:val="24"/>
          <w:szCs w:val="24"/>
        </w:rPr>
        <w:t>Slavi</w:t>
      </w:r>
      <w:r w:rsidR="00FB0B94">
        <w:rPr>
          <w:rFonts w:ascii="Arial" w:hAnsi="Arial" w:cs="Arial"/>
          <w:sz w:val="24"/>
          <w:szCs w:val="24"/>
        </w:rPr>
        <w:t>ca Vidaček i njezini bodeci</w:t>
      </w:r>
      <w:r w:rsidR="006C30BB" w:rsidRPr="006C30BB">
        <w:rPr>
          <w:rFonts w:ascii="Arial" w:hAnsi="Arial" w:cs="Arial"/>
          <w:sz w:val="24"/>
          <w:szCs w:val="24"/>
        </w:rPr>
        <w:t>,</w:t>
      </w:r>
      <w:r w:rsidR="00F164EB">
        <w:rPr>
          <w:rFonts w:ascii="Arial" w:hAnsi="Arial" w:cs="Arial"/>
          <w:sz w:val="24"/>
          <w:szCs w:val="24"/>
        </w:rPr>
        <w:t xml:space="preserve"> </w:t>
      </w:r>
      <w:r w:rsidR="00BE241F">
        <w:rPr>
          <w:rFonts w:ascii="Arial" w:hAnsi="Arial" w:cs="Arial"/>
          <w:sz w:val="24"/>
          <w:szCs w:val="24"/>
        </w:rPr>
        <w:t>„Kućice“ Valentine Vuk</w:t>
      </w:r>
      <w:r w:rsidR="00EC4CEB">
        <w:rPr>
          <w:rFonts w:ascii="Arial" w:hAnsi="Arial" w:cs="Arial"/>
          <w:sz w:val="24"/>
          <w:szCs w:val="24"/>
        </w:rPr>
        <w:t>ma</w:t>
      </w:r>
      <w:r w:rsidR="00BE241F">
        <w:rPr>
          <w:rFonts w:ascii="Arial" w:hAnsi="Arial" w:cs="Arial"/>
          <w:sz w:val="24"/>
          <w:szCs w:val="24"/>
        </w:rPr>
        <w:t>nić“,</w:t>
      </w:r>
      <w:r w:rsidR="006C30BB" w:rsidRPr="006C30BB">
        <w:rPr>
          <w:rFonts w:ascii="Arial" w:hAnsi="Arial" w:cs="Arial"/>
          <w:sz w:val="24"/>
          <w:szCs w:val="24"/>
        </w:rPr>
        <w:t xml:space="preserve"> </w:t>
      </w:r>
      <w:r w:rsidR="00A33449">
        <w:rPr>
          <w:rFonts w:ascii="Arial" w:hAnsi="Arial" w:cs="Arial"/>
          <w:sz w:val="24"/>
          <w:szCs w:val="24"/>
        </w:rPr>
        <w:t>Sanja Ovčarić i njezin obrt „</w:t>
      </w:r>
      <w:r w:rsidR="00FB0B94">
        <w:rPr>
          <w:rFonts w:ascii="Arial" w:hAnsi="Arial" w:cs="Arial"/>
          <w:sz w:val="24"/>
          <w:szCs w:val="24"/>
        </w:rPr>
        <w:t>Funky Shapes</w:t>
      </w:r>
      <w:r w:rsidR="00A33449">
        <w:rPr>
          <w:rFonts w:ascii="Arial" w:hAnsi="Arial" w:cs="Arial"/>
          <w:sz w:val="24"/>
          <w:szCs w:val="24"/>
        </w:rPr>
        <w:t>“</w:t>
      </w:r>
      <w:r w:rsidR="00BE241F">
        <w:rPr>
          <w:rFonts w:ascii="Arial" w:hAnsi="Arial" w:cs="Arial"/>
          <w:sz w:val="24"/>
          <w:szCs w:val="24"/>
        </w:rPr>
        <w:t xml:space="preserve"> te </w:t>
      </w:r>
      <w:r w:rsidR="00A33449">
        <w:rPr>
          <w:rFonts w:ascii="Arial" w:hAnsi="Arial" w:cs="Arial"/>
          <w:sz w:val="24"/>
          <w:szCs w:val="24"/>
        </w:rPr>
        <w:t>Jasna Turčin i njezin obrt „</w:t>
      </w:r>
      <w:r w:rsidR="00FB0B94">
        <w:rPr>
          <w:rFonts w:ascii="Arial" w:hAnsi="Arial" w:cs="Arial"/>
          <w:sz w:val="24"/>
          <w:szCs w:val="24"/>
        </w:rPr>
        <w:t>Meraki Art</w:t>
      </w:r>
      <w:r w:rsidR="00A33449">
        <w:rPr>
          <w:rFonts w:ascii="Arial" w:hAnsi="Arial" w:cs="Arial"/>
          <w:sz w:val="24"/>
          <w:szCs w:val="24"/>
        </w:rPr>
        <w:t>“</w:t>
      </w:r>
      <w:r w:rsidR="00BE241F">
        <w:rPr>
          <w:rFonts w:ascii="Arial" w:hAnsi="Arial" w:cs="Arial"/>
          <w:sz w:val="24"/>
          <w:szCs w:val="24"/>
        </w:rPr>
        <w:t xml:space="preserve">. </w:t>
      </w:r>
    </w:p>
    <w:p w14:paraId="48B65E64" w14:textId="77777777" w:rsidR="006C30BB" w:rsidRPr="006C30BB" w:rsidRDefault="006C30BB" w:rsidP="006C30BB">
      <w:pPr>
        <w:spacing w:line="360" w:lineRule="auto"/>
        <w:ind w:firstLine="708"/>
        <w:jc w:val="both"/>
        <w:rPr>
          <w:rFonts w:ascii="Arial" w:hAnsi="Arial" w:cs="Arial"/>
          <w:sz w:val="24"/>
          <w:szCs w:val="24"/>
        </w:rPr>
      </w:pPr>
    </w:p>
    <w:p w14:paraId="174FFAE5" w14:textId="77777777" w:rsidR="006C30BB" w:rsidRPr="006C30BB" w:rsidRDefault="006C30BB" w:rsidP="006C30BB">
      <w:pPr>
        <w:spacing w:line="360" w:lineRule="auto"/>
        <w:jc w:val="both"/>
        <w:rPr>
          <w:rFonts w:ascii="Arial" w:hAnsi="Arial" w:cs="Arial"/>
          <w:b/>
          <w:bCs/>
          <w:sz w:val="24"/>
          <w:szCs w:val="24"/>
        </w:rPr>
      </w:pPr>
      <w:r w:rsidRPr="008E7A4F">
        <w:rPr>
          <w:rFonts w:ascii="Arial" w:hAnsi="Arial" w:cs="Arial"/>
          <w:b/>
          <w:bCs/>
          <w:sz w:val="24"/>
          <w:szCs w:val="24"/>
        </w:rPr>
        <w:t>Prijave na javne pozive</w:t>
      </w:r>
    </w:p>
    <w:p w14:paraId="2027D904" w14:textId="77777777" w:rsidR="0097355E" w:rsidRDefault="006C30BB" w:rsidP="006C30BB">
      <w:pPr>
        <w:spacing w:line="360" w:lineRule="auto"/>
        <w:jc w:val="both"/>
        <w:rPr>
          <w:rFonts w:ascii="Arial" w:hAnsi="Arial" w:cs="Arial"/>
          <w:sz w:val="24"/>
          <w:szCs w:val="24"/>
        </w:rPr>
      </w:pPr>
      <w:r w:rsidRPr="006C30BB">
        <w:rPr>
          <w:rFonts w:ascii="Arial" w:hAnsi="Arial" w:cs="Arial"/>
          <w:sz w:val="24"/>
          <w:szCs w:val="24"/>
        </w:rPr>
        <w:tab/>
        <w:t>Početkom siječnja 202</w:t>
      </w:r>
      <w:r w:rsidR="00616706">
        <w:rPr>
          <w:rFonts w:ascii="Arial" w:hAnsi="Arial" w:cs="Arial"/>
          <w:sz w:val="24"/>
          <w:szCs w:val="24"/>
        </w:rPr>
        <w:t>4</w:t>
      </w:r>
      <w:r w:rsidRPr="006C30BB">
        <w:rPr>
          <w:rFonts w:ascii="Arial" w:hAnsi="Arial" w:cs="Arial"/>
          <w:sz w:val="24"/>
          <w:szCs w:val="24"/>
        </w:rPr>
        <w:t>. godine objavljeni su rezultati Javnog poziva za predlaganje javnih potreba u kulturi Republike Hrvatske za 202</w:t>
      </w:r>
      <w:r w:rsidR="0097355E">
        <w:rPr>
          <w:rFonts w:ascii="Arial" w:hAnsi="Arial" w:cs="Arial"/>
          <w:sz w:val="24"/>
          <w:szCs w:val="24"/>
        </w:rPr>
        <w:t>4</w:t>
      </w:r>
      <w:r w:rsidRPr="006C30BB">
        <w:rPr>
          <w:rFonts w:ascii="Arial" w:hAnsi="Arial" w:cs="Arial"/>
          <w:sz w:val="24"/>
          <w:szCs w:val="24"/>
        </w:rPr>
        <w:t xml:space="preserve">. godinu kojeg je raspisalo Ministarstvo kulture i medija. </w:t>
      </w:r>
    </w:p>
    <w:p w14:paraId="7258F17D" w14:textId="273CBD0F" w:rsidR="006C30BB" w:rsidRPr="00577F2C" w:rsidRDefault="006C30BB" w:rsidP="00E30F77">
      <w:pPr>
        <w:spacing w:line="360" w:lineRule="auto"/>
        <w:jc w:val="both"/>
        <w:rPr>
          <w:rFonts w:ascii="Arial" w:hAnsi="Arial" w:cs="Arial"/>
          <w:sz w:val="24"/>
          <w:szCs w:val="24"/>
        </w:rPr>
      </w:pPr>
      <w:r w:rsidRPr="006C30BB">
        <w:rPr>
          <w:rFonts w:ascii="Arial" w:hAnsi="Arial" w:cs="Arial"/>
          <w:sz w:val="24"/>
          <w:szCs w:val="24"/>
        </w:rPr>
        <w:lastRenderedPageBreak/>
        <w:t>Učilište je na taj Poziv prijavilo listopada 202</w:t>
      </w:r>
      <w:r w:rsidR="00E72B7B">
        <w:rPr>
          <w:rFonts w:ascii="Arial" w:hAnsi="Arial" w:cs="Arial"/>
          <w:sz w:val="24"/>
          <w:szCs w:val="24"/>
        </w:rPr>
        <w:t>3</w:t>
      </w:r>
      <w:r w:rsidRPr="006C30BB">
        <w:rPr>
          <w:rFonts w:ascii="Arial" w:hAnsi="Arial" w:cs="Arial"/>
          <w:sz w:val="24"/>
          <w:szCs w:val="24"/>
        </w:rPr>
        <w:t xml:space="preserve">. projekt pod nazivom „Nabava informatičke opreme za </w:t>
      </w:r>
      <w:r w:rsidR="00900301">
        <w:rPr>
          <w:rFonts w:ascii="Arial" w:hAnsi="Arial" w:cs="Arial"/>
          <w:sz w:val="24"/>
          <w:szCs w:val="24"/>
        </w:rPr>
        <w:t>Pučko otvoreno učilište</w:t>
      </w:r>
      <w:r w:rsidRPr="006C30BB">
        <w:rPr>
          <w:rFonts w:ascii="Arial" w:hAnsi="Arial" w:cs="Arial"/>
          <w:sz w:val="24"/>
          <w:szCs w:val="24"/>
        </w:rPr>
        <w:t xml:space="preserve"> Pregrada“ u sklopu programa gradnje, rekonstrukcije i opremanja kulturne infrastrukture za 202</w:t>
      </w:r>
      <w:r w:rsidR="00B5310A">
        <w:rPr>
          <w:rFonts w:ascii="Arial" w:hAnsi="Arial" w:cs="Arial"/>
          <w:sz w:val="24"/>
          <w:szCs w:val="24"/>
        </w:rPr>
        <w:t>4</w:t>
      </w:r>
      <w:r w:rsidRPr="006C30BB">
        <w:rPr>
          <w:rFonts w:ascii="Arial" w:hAnsi="Arial" w:cs="Arial"/>
          <w:sz w:val="24"/>
          <w:szCs w:val="24"/>
        </w:rPr>
        <w:t xml:space="preserve">. godinu. U sklopu ovoga projekta bila je planirana </w:t>
      </w:r>
      <w:r w:rsidR="00E30F77" w:rsidRPr="00E30F77">
        <w:rPr>
          <w:rFonts w:ascii="Arial" w:hAnsi="Arial" w:cs="Arial"/>
          <w:sz w:val="24"/>
          <w:szCs w:val="24"/>
        </w:rPr>
        <w:t>nabav</w:t>
      </w:r>
      <w:r w:rsidR="00E30F77">
        <w:rPr>
          <w:rFonts w:ascii="Arial" w:hAnsi="Arial" w:cs="Arial"/>
          <w:sz w:val="24"/>
          <w:szCs w:val="24"/>
        </w:rPr>
        <w:t>a</w:t>
      </w:r>
      <w:r w:rsidR="00E30F77" w:rsidRPr="00E30F77">
        <w:rPr>
          <w:rFonts w:ascii="Arial" w:hAnsi="Arial" w:cs="Arial"/>
          <w:sz w:val="24"/>
          <w:szCs w:val="24"/>
        </w:rPr>
        <w:t xml:space="preserve"> dva</w:t>
      </w:r>
      <w:r w:rsidR="00E30F77">
        <w:rPr>
          <w:rFonts w:ascii="Arial" w:hAnsi="Arial" w:cs="Arial"/>
          <w:sz w:val="24"/>
          <w:szCs w:val="24"/>
        </w:rPr>
        <w:t>ju</w:t>
      </w:r>
      <w:r w:rsidR="00E30F77" w:rsidRPr="00E30F77">
        <w:rPr>
          <w:rFonts w:ascii="Arial" w:hAnsi="Arial" w:cs="Arial"/>
          <w:sz w:val="24"/>
          <w:szCs w:val="24"/>
        </w:rPr>
        <w:t xml:space="preserve"> stoln</w:t>
      </w:r>
      <w:r w:rsidR="00E30F77">
        <w:rPr>
          <w:rFonts w:ascii="Arial" w:hAnsi="Arial" w:cs="Arial"/>
          <w:sz w:val="24"/>
          <w:szCs w:val="24"/>
        </w:rPr>
        <w:t>ih</w:t>
      </w:r>
      <w:r w:rsidR="00E30F77" w:rsidRPr="00E30F77">
        <w:rPr>
          <w:rFonts w:ascii="Arial" w:hAnsi="Arial" w:cs="Arial"/>
          <w:sz w:val="24"/>
          <w:szCs w:val="24"/>
        </w:rPr>
        <w:t xml:space="preserve"> računala i dva ekrana s pripadajućim dodacima (miš i tipkovnica) za potrebe uredskog poslovanja, ali i za potrebe izvođenja obrazovnih programa i organizaciju kulturnih događanja. Osim računala </w:t>
      </w:r>
      <w:r w:rsidR="00E30F77">
        <w:rPr>
          <w:rFonts w:ascii="Arial" w:hAnsi="Arial" w:cs="Arial"/>
          <w:sz w:val="24"/>
          <w:szCs w:val="24"/>
        </w:rPr>
        <w:t>bila je</w:t>
      </w:r>
      <w:r w:rsidR="00577F2C">
        <w:rPr>
          <w:rFonts w:ascii="Arial" w:hAnsi="Arial" w:cs="Arial"/>
          <w:sz w:val="24"/>
          <w:szCs w:val="24"/>
        </w:rPr>
        <w:t xml:space="preserve"> uključena i</w:t>
      </w:r>
      <w:r w:rsidR="00E30F77" w:rsidRPr="00E30F77">
        <w:rPr>
          <w:rFonts w:ascii="Arial" w:hAnsi="Arial" w:cs="Arial"/>
          <w:sz w:val="24"/>
          <w:szCs w:val="24"/>
        </w:rPr>
        <w:t xml:space="preserve"> nabava licence za antivirusni program ESET i licence za program Office za oba računala.</w:t>
      </w:r>
      <w:r w:rsidR="00577F2C">
        <w:rPr>
          <w:rFonts w:ascii="Arial" w:hAnsi="Arial" w:cs="Arial"/>
          <w:sz w:val="24"/>
          <w:szCs w:val="24"/>
        </w:rPr>
        <w:t xml:space="preserve"> </w:t>
      </w:r>
      <w:r w:rsidR="00E30F77" w:rsidRPr="00E30F77">
        <w:rPr>
          <w:rFonts w:ascii="Arial" w:hAnsi="Arial" w:cs="Arial"/>
          <w:sz w:val="24"/>
          <w:szCs w:val="24"/>
        </w:rPr>
        <w:t xml:space="preserve">Osim navedenih računala ovim programom planirana je nabava deset komada tableta (tablet računala). </w:t>
      </w:r>
      <w:r w:rsidRPr="006C30BB">
        <w:rPr>
          <w:rFonts w:ascii="Arial" w:hAnsi="Arial" w:cs="Arial"/>
          <w:sz w:val="24"/>
          <w:szCs w:val="24"/>
        </w:rPr>
        <w:t xml:space="preserve">Za nabavu sve navedene opreme zatražena su sredstva u iznosu od </w:t>
      </w:r>
      <w:r w:rsidR="00496BF4" w:rsidRPr="00496BF4">
        <w:rPr>
          <w:rFonts w:ascii="Arial" w:hAnsi="Arial" w:cs="Arial"/>
          <w:sz w:val="24"/>
          <w:szCs w:val="24"/>
        </w:rPr>
        <w:t>3.835,00</w:t>
      </w:r>
      <w:r w:rsidR="00496BF4">
        <w:rPr>
          <w:rFonts w:ascii="Arial" w:hAnsi="Arial" w:cs="Arial"/>
          <w:sz w:val="24"/>
          <w:szCs w:val="24"/>
        </w:rPr>
        <w:t xml:space="preserve"> </w:t>
      </w:r>
      <w:r w:rsidRPr="006C30BB">
        <w:rPr>
          <w:rFonts w:ascii="Arial" w:hAnsi="Arial" w:cs="Arial"/>
          <w:sz w:val="24"/>
          <w:szCs w:val="24"/>
        </w:rPr>
        <w:t xml:space="preserve">EUR.  </w:t>
      </w:r>
    </w:p>
    <w:p w14:paraId="6140E4FA" w14:textId="77777777" w:rsidR="00F64A59" w:rsidRDefault="006C30BB" w:rsidP="00F64A59">
      <w:pPr>
        <w:spacing w:line="360" w:lineRule="auto"/>
        <w:ind w:firstLine="708"/>
        <w:jc w:val="both"/>
        <w:rPr>
          <w:rFonts w:ascii="Arial" w:hAnsi="Arial" w:cs="Arial"/>
          <w:sz w:val="24"/>
          <w:szCs w:val="24"/>
        </w:rPr>
      </w:pPr>
      <w:r w:rsidRPr="006C30BB">
        <w:rPr>
          <w:rFonts w:ascii="Arial" w:hAnsi="Arial" w:cs="Arial"/>
          <w:sz w:val="24"/>
          <w:szCs w:val="24"/>
        </w:rPr>
        <w:t>Ministarstvo kulture i medija RH prepoznalo je projekt i potrebe Učilišt</w:t>
      </w:r>
      <w:r w:rsidR="008E5CE0">
        <w:rPr>
          <w:rFonts w:ascii="Arial" w:hAnsi="Arial" w:cs="Arial"/>
          <w:sz w:val="24"/>
          <w:szCs w:val="24"/>
        </w:rPr>
        <w:t>a te je</w:t>
      </w:r>
      <w:r w:rsidRPr="006C30BB">
        <w:rPr>
          <w:rFonts w:ascii="Arial" w:hAnsi="Arial" w:cs="Arial"/>
          <w:sz w:val="24"/>
          <w:szCs w:val="24"/>
        </w:rPr>
        <w:t xml:space="preserve"> odobrilo sredstva u iznosu od </w:t>
      </w:r>
      <w:r w:rsidR="008E5CE0">
        <w:rPr>
          <w:rFonts w:ascii="Arial" w:hAnsi="Arial" w:cs="Arial"/>
          <w:sz w:val="24"/>
          <w:szCs w:val="24"/>
        </w:rPr>
        <w:t>1.500,00</w:t>
      </w:r>
      <w:r w:rsidRPr="006C30BB">
        <w:rPr>
          <w:rFonts w:ascii="Arial" w:hAnsi="Arial" w:cs="Arial"/>
          <w:sz w:val="24"/>
          <w:szCs w:val="24"/>
        </w:rPr>
        <w:t xml:space="preserve"> EUR, o čemu je </w:t>
      </w:r>
      <w:r w:rsidR="002C2B9B">
        <w:rPr>
          <w:rFonts w:ascii="Arial" w:hAnsi="Arial" w:cs="Arial"/>
          <w:sz w:val="24"/>
          <w:szCs w:val="24"/>
        </w:rPr>
        <w:t>26</w:t>
      </w:r>
      <w:r w:rsidRPr="006C30BB">
        <w:rPr>
          <w:rFonts w:ascii="Arial" w:hAnsi="Arial" w:cs="Arial"/>
          <w:sz w:val="24"/>
          <w:szCs w:val="24"/>
        </w:rPr>
        <w:t xml:space="preserve">. </w:t>
      </w:r>
      <w:r w:rsidR="002C2B9B">
        <w:rPr>
          <w:rFonts w:ascii="Arial" w:hAnsi="Arial" w:cs="Arial"/>
          <w:sz w:val="24"/>
          <w:szCs w:val="24"/>
        </w:rPr>
        <w:t>veljače</w:t>
      </w:r>
      <w:r w:rsidRPr="006C30BB">
        <w:rPr>
          <w:rFonts w:ascii="Arial" w:hAnsi="Arial" w:cs="Arial"/>
          <w:sz w:val="24"/>
          <w:szCs w:val="24"/>
        </w:rPr>
        <w:t xml:space="preserve"> 202</w:t>
      </w:r>
      <w:r w:rsidR="002C2B9B">
        <w:rPr>
          <w:rFonts w:ascii="Arial" w:hAnsi="Arial" w:cs="Arial"/>
          <w:sz w:val="24"/>
          <w:szCs w:val="24"/>
        </w:rPr>
        <w:t>4</w:t>
      </w:r>
      <w:r w:rsidRPr="006C30BB">
        <w:rPr>
          <w:rFonts w:ascii="Arial" w:hAnsi="Arial" w:cs="Arial"/>
          <w:sz w:val="24"/>
          <w:szCs w:val="24"/>
        </w:rPr>
        <w:t>. sklopljen ugovor između Ministarstva i Učilišta.</w:t>
      </w:r>
      <w:r w:rsidR="00F64A59">
        <w:rPr>
          <w:rFonts w:ascii="Arial" w:hAnsi="Arial" w:cs="Arial"/>
          <w:sz w:val="24"/>
          <w:szCs w:val="24"/>
        </w:rPr>
        <w:t xml:space="preserve"> </w:t>
      </w:r>
      <w:r w:rsidRPr="006C30BB">
        <w:rPr>
          <w:rFonts w:ascii="Arial" w:hAnsi="Arial" w:cs="Arial"/>
          <w:sz w:val="24"/>
          <w:szCs w:val="24"/>
        </w:rPr>
        <w:t xml:space="preserve">Odobrenim sredstvima nabavljeno je jedno </w:t>
      </w:r>
      <w:r w:rsidR="006376AB" w:rsidRPr="006376AB">
        <w:rPr>
          <w:rFonts w:ascii="Arial" w:hAnsi="Arial" w:cs="Arial"/>
          <w:sz w:val="24"/>
          <w:szCs w:val="24"/>
        </w:rPr>
        <w:t>novo prijenosno računalo Notebook Lenovo E16 G1 i5-1335U i odgovarajući bežični miš marke Logitech MX Anywhere. Prijenosno računalo Učilište koristi za potrebe održavanja predavanja, prezentacija i radionica, što nam je izrazito važno zbog potreba seljenja u različite prostore, ovisno o raspoloživosti dvorana. Uz navedenu opremu nabavljeno je i 10 novih tablet računala (Tablet Lenovo Tab M10 Gen3). Tableti su namijenjeni za potrebe izvođenja programa učenja digitalnih vještina za odrasle i osobe treće životne dobi kojeg je Učilište počelo provoditi u lipnju</w:t>
      </w:r>
      <w:r w:rsidR="008B1F84">
        <w:rPr>
          <w:rFonts w:ascii="Arial" w:hAnsi="Arial" w:cs="Arial"/>
          <w:sz w:val="24"/>
          <w:szCs w:val="24"/>
        </w:rPr>
        <w:t xml:space="preserve"> 2024</w:t>
      </w:r>
      <w:r w:rsidR="006376AB" w:rsidRPr="006376AB">
        <w:rPr>
          <w:rFonts w:ascii="Arial" w:hAnsi="Arial" w:cs="Arial"/>
          <w:sz w:val="24"/>
          <w:szCs w:val="24"/>
        </w:rPr>
        <w:t xml:space="preserve">. </w:t>
      </w:r>
    </w:p>
    <w:p w14:paraId="09819590" w14:textId="295D1509" w:rsidR="006C30BB" w:rsidRDefault="006C30BB" w:rsidP="001E3CA9">
      <w:pPr>
        <w:spacing w:line="360" w:lineRule="auto"/>
        <w:ind w:firstLine="708"/>
        <w:jc w:val="both"/>
        <w:rPr>
          <w:rFonts w:ascii="Arial" w:hAnsi="Arial" w:cs="Arial"/>
          <w:sz w:val="24"/>
          <w:szCs w:val="24"/>
        </w:rPr>
      </w:pPr>
      <w:r w:rsidRPr="006C30BB">
        <w:rPr>
          <w:rFonts w:ascii="Arial" w:hAnsi="Arial" w:cs="Arial"/>
          <w:sz w:val="24"/>
          <w:szCs w:val="24"/>
        </w:rPr>
        <w:t>Krajem 202</w:t>
      </w:r>
      <w:r w:rsidR="00006CFD">
        <w:rPr>
          <w:rFonts w:ascii="Arial" w:hAnsi="Arial" w:cs="Arial"/>
          <w:sz w:val="24"/>
          <w:szCs w:val="24"/>
        </w:rPr>
        <w:t>4</w:t>
      </w:r>
      <w:r w:rsidRPr="006C30BB">
        <w:rPr>
          <w:rFonts w:ascii="Arial" w:hAnsi="Arial" w:cs="Arial"/>
          <w:sz w:val="24"/>
          <w:szCs w:val="24"/>
        </w:rPr>
        <w:t>. godine ravnatelj Učilišta podnio je prijavu za sufinanciranje projektnog prijedloga pod nazivom „</w:t>
      </w:r>
      <w:r w:rsidR="000651DD" w:rsidRPr="000651DD">
        <w:rPr>
          <w:rFonts w:ascii="Arial" w:hAnsi="Arial" w:cs="Arial"/>
          <w:sz w:val="24"/>
          <w:szCs w:val="24"/>
        </w:rPr>
        <w:t>Opremanje POU Pregrada opremom za kulturna događanja</w:t>
      </w:r>
      <w:r w:rsidRPr="006C30BB">
        <w:rPr>
          <w:rFonts w:ascii="Arial" w:hAnsi="Arial" w:cs="Arial"/>
          <w:sz w:val="24"/>
          <w:szCs w:val="24"/>
        </w:rPr>
        <w:t>“ putem Javnog poziva za predlaganje programa investicija Ministarstva kulture i medija za 202</w:t>
      </w:r>
      <w:r w:rsidR="000651DD">
        <w:rPr>
          <w:rFonts w:ascii="Arial" w:hAnsi="Arial" w:cs="Arial"/>
          <w:sz w:val="24"/>
          <w:szCs w:val="24"/>
        </w:rPr>
        <w:t>5</w:t>
      </w:r>
      <w:r w:rsidRPr="006C30BB">
        <w:rPr>
          <w:rFonts w:ascii="Arial" w:hAnsi="Arial" w:cs="Arial"/>
          <w:sz w:val="24"/>
          <w:szCs w:val="24"/>
        </w:rPr>
        <w:t xml:space="preserve">. godinu. Ukupna vrijednost projektnog prijedloga iznosila je </w:t>
      </w:r>
      <w:r w:rsidR="00EB32AA">
        <w:rPr>
          <w:rFonts w:ascii="Arial" w:hAnsi="Arial" w:cs="Arial"/>
          <w:sz w:val="24"/>
          <w:szCs w:val="24"/>
        </w:rPr>
        <w:t>2.779,50</w:t>
      </w:r>
      <w:r w:rsidRPr="006C30BB">
        <w:rPr>
          <w:rFonts w:ascii="Arial" w:hAnsi="Arial" w:cs="Arial"/>
          <w:sz w:val="24"/>
          <w:szCs w:val="24"/>
        </w:rPr>
        <w:t xml:space="preserve"> eura. U sklopu ovoga prijavljenog programa planirana je nabava </w:t>
      </w:r>
      <w:r w:rsidR="00F35A20" w:rsidRPr="00F35A20">
        <w:rPr>
          <w:rFonts w:ascii="Arial" w:hAnsi="Arial" w:cs="Arial"/>
          <w:sz w:val="24"/>
          <w:szCs w:val="24"/>
        </w:rPr>
        <w:t>opreme za potrebe realizacije</w:t>
      </w:r>
      <w:r w:rsidR="001E3CA9">
        <w:rPr>
          <w:rFonts w:ascii="Arial" w:hAnsi="Arial" w:cs="Arial"/>
          <w:sz w:val="24"/>
          <w:szCs w:val="24"/>
        </w:rPr>
        <w:t xml:space="preserve"> </w:t>
      </w:r>
      <w:r w:rsidR="00F35A20" w:rsidRPr="00F35A20">
        <w:rPr>
          <w:rFonts w:ascii="Arial" w:hAnsi="Arial" w:cs="Arial"/>
          <w:sz w:val="24"/>
          <w:szCs w:val="24"/>
        </w:rPr>
        <w:t>kulturnih događanja na području grada Pregrade, kao što su to kazališne predstave, koncerti, predavanja i druge aktivnosti kroz godinu. Nabava opreme uključuje nabavu razglasnog sustava (sustava ozvučenja), rasvjetnih tijela i reflektora te druge opreme.</w:t>
      </w:r>
      <w:r w:rsidR="00F35A20">
        <w:rPr>
          <w:rFonts w:ascii="Arial" w:hAnsi="Arial" w:cs="Arial"/>
          <w:sz w:val="24"/>
          <w:szCs w:val="24"/>
        </w:rPr>
        <w:t xml:space="preserve"> R</w:t>
      </w:r>
      <w:r w:rsidRPr="006C30BB">
        <w:rPr>
          <w:rFonts w:ascii="Arial" w:hAnsi="Arial" w:cs="Arial"/>
          <w:sz w:val="24"/>
          <w:szCs w:val="24"/>
        </w:rPr>
        <w:t xml:space="preserve">ezultati poziva </w:t>
      </w:r>
      <w:r w:rsidR="00A87467">
        <w:rPr>
          <w:rFonts w:ascii="Arial" w:hAnsi="Arial" w:cs="Arial"/>
          <w:sz w:val="24"/>
          <w:szCs w:val="24"/>
        </w:rPr>
        <w:t>objavljeni su od strane Ministarstva kulture i medija u veljači</w:t>
      </w:r>
      <w:r w:rsidRPr="006C30BB">
        <w:rPr>
          <w:rFonts w:ascii="Arial" w:hAnsi="Arial" w:cs="Arial"/>
          <w:sz w:val="24"/>
          <w:szCs w:val="24"/>
        </w:rPr>
        <w:t xml:space="preserve"> 202</w:t>
      </w:r>
      <w:r w:rsidR="00F35A20">
        <w:rPr>
          <w:rFonts w:ascii="Arial" w:hAnsi="Arial" w:cs="Arial"/>
          <w:sz w:val="24"/>
          <w:szCs w:val="24"/>
        </w:rPr>
        <w:t>5</w:t>
      </w:r>
      <w:r w:rsidRPr="006C30BB">
        <w:rPr>
          <w:rFonts w:ascii="Arial" w:hAnsi="Arial" w:cs="Arial"/>
          <w:sz w:val="24"/>
          <w:szCs w:val="24"/>
        </w:rPr>
        <w:t>. godine</w:t>
      </w:r>
      <w:r w:rsidR="000D162F">
        <w:rPr>
          <w:rFonts w:ascii="Arial" w:hAnsi="Arial" w:cs="Arial"/>
          <w:sz w:val="24"/>
          <w:szCs w:val="24"/>
        </w:rPr>
        <w:t xml:space="preserve"> te je u trenutku podnošenja ovog izvješća poznato da je projektni prijedlog odbijen.</w:t>
      </w:r>
    </w:p>
    <w:p w14:paraId="46DCFA1F" w14:textId="72FCB16A" w:rsidR="005403A1" w:rsidRPr="005403A1" w:rsidRDefault="00B12256" w:rsidP="005403A1">
      <w:pPr>
        <w:spacing w:line="360" w:lineRule="auto"/>
        <w:ind w:firstLine="708"/>
        <w:jc w:val="both"/>
        <w:rPr>
          <w:rFonts w:ascii="Arial" w:hAnsi="Arial" w:cs="Arial"/>
          <w:sz w:val="24"/>
          <w:szCs w:val="24"/>
        </w:rPr>
      </w:pPr>
      <w:r>
        <w:rPr>
          <w:rFonts w:ascii="Arial" w:hAnsi="Arial" w:cs="Arial"/>
          <w:sz w:val="24"/>
          <w:szCs w:val="24"/>
        </w:rPr>
        <w:t xml:space="preserve">Također, Učilište je </w:t>
      </w:r>
      <w:r w:rsidR="000E780B">
        <w:rPr>
          <w:rFonts w:ascii="Arial" w:hAnsi="Arial" w:cs="Arial"/>
          <w:sz w:val="24"/>
          <w:szCs w:val="24"/>
        </w:rPr>
        <w:t xml:space="preserve">krajem </w:t>
      </w:r>
      <w:r w:rsidR="005403A1">
        <w:rPr>
          <w:rFonts w:ascii="Arial" w:hAnsi="Arial" w:cs="Arial"/>
          <w:sz w:val="24"/>
          <w:szCs w:val="24"/>
        </w:rPr>
        <w:t>studenog 2024. godine na J</w:t>
      </w:r>
      <w:r w:rsidR="005403A1" w:rsidRPr="005403A1">
        <w:rPr>
          <w:rFonts w:ascii="Arial" w:hAnsi="Arial" w:cs="Arial"/>
          <w:sz w:val="24"/>
          <w:szCs w:val="24"/>
        </w:rPr>
        <w:t>avni poziv</w:t>
      </w:r>
      <w:r w:rsidR="005403A1">
        <w:rPr>
          <w:rFonts w:ascii="Arial" w:hAnsi="Arial" w:cs="Arial"/>
          <w:sz w:val="24"/>
          <w:szCs w:val="24"/>
        </w:rPr>
        <w:t xml:space="preserve"> </w:t>
      </w:r>
      <w:r w:rsidR="005403A1" w:rsidRPr="005403A1">
        <w:rPr>
          <w:rFonts w:ascii="Arial" w:hAnsi="Arial" w:cs="Arial"/>
          <w:sz w:val="24"/>
          <w:szCs w:val="24"/>
        </w:rPr>
        <w:t xml:space="preserve">za financiranje javnih potreba u kulturi Krapinsko-zagorske županije u 2025. godini </w:t>
      </w:r>
      <w:r w:rsidR="00612771">
        <w:rPr>
          <w:rFonts w:ascii="Arial" w:hAnsi="Arial" w:cs="Arial"/>
          <w:sz w:val="24"/>
          <w:szCs w:val="24"/>
        </w:rPr>
        <w:t xml:space="preserve">prijavilo projekt pod </w:t>
      </w:r>
      <w:r w:rsidR="00612771">
        <w:rPr>
          <w:rFonts w:ascii="Arial" w:hAnsi="Arial" w:cs="Arial"/>
          <w:sz w:val="24"/>
          <w:szCs w:val="24"/>
        </w:rPr>
        <w:lastRenderedPageBreak/>
        <w:t xml:space="preserve">nazivom </w:t>
      </w:r>
      <w:r w:rsidR="00211143">
        <w:rPr>
          <w:rFonts w:ascii="Arial" w:hAnsi="Arial" w:cs="Arial"/>
          <w:sz w:val="24"/>
          <w:szCs w:val="24"/>
        </w:rPr>
        <w:t>„</w:t>
      </w:r>
      <w:r w:rsidR="00211143" w:rsidRPr="00211143">
        <w:rPr>
          <w:rFonts w:ascii="Arial" w:hAnsi="Arial" w:cs="Arial"/>
          <w:sz w:val="24"/>
          <w:szCs w:val="24"/>
        </w:rPr>
        <w:t>Programi urbane kulture u Pregradi u 2025. godini</w:t>
      </w:r>
      <w:r w:rsidR="00211143">
        <w:rPr>
          <w:rFonts w:ascii="Arial" w:hAnsi="Arial" w:cs="Arial"/>
          <w:sz w:val="24"/>
          <w:szCs w:val="24"/>
        </w:rPr>
        <w:t>“</w:t>
      </w:r>
      <w:r w:rsidR="00E11BDF">
        <w:rPr>
          <w:rFonts w:ascii="Arial" w:hAnsi="Arial" w:cs="Arial"/>
          <w:sz w:val="24"/>
          <w:szCs w:val="24"/>
        </w:rPr>
        <w:t xml:space="preserve">. </w:t>
      </w:r>
      <w:r w:rsidR="00E11BDF" w:rsidRPr="00E11BDF">
        <w:rPr>
          <w:rFonts w:ascii="Arial" w:hAnsi="Arial" w:cs="Arial"/>
          <w:sz w:val="24"/>
          <w:szCs w:val="24"/>
        </w:rPr>
        <w:t xml:space="preserve">Programom </w:t>
      </w:r>
      <w:r w:rsidR="00E11BDF">
        <w:rPr>
          <w:rFonts w:ascii="Arial" w:hAnsi="Arial" w:cs="Arial"/>
          <w:sz w:val="24"/>
          <w:szCs w:val="24"/>
        </w:rPr>
        <w:t>je</w:t>
      </w:r>
      <w:r w:rsidR="00E11BDF" w:rsidRPr="00E11BDF">
        <w:rPr>
          <w:rFonts w:ascii="Arial" w:hAnsi="Arial" w:cs="Arial"/>
          <w:sz w:val="24"/>
          <w:szCs w:val="24"/>
        </w:rPr>
        <w:t xml:space="preserve"> zamišljeno održavanje barem dva koncerta urbanih izvođača, odnosno koncerata koji bi bili usmjereni na mlade te realizaciju kulturno-umjetničkog događanja s ciljem poboljšanja kulturne ponude na području grada Pregrade, a samim time i Krapinsko-zagorske županije. Osim koncerata i događanja iz područja likovnih i vizualnih umjetnosti (street art) ovim projektom planirana je nabava razglasnog sustava i rasvjetnih tijela za potrebe održavanja kulturnih događanja u organizaciji Pučkog otvorenog učilišta Pregrada.</w:t>
      </w:r>
      <w:r w:rsidR="003D302D">
        <w:rPr>
          <w:rFonts w:ascii="Arial" w:hAnsi="Arial" w:cs="Arial"/>
          <w:sz w:val="24"/>
          <w:szCs w:val="24"/>
        </w:rPr>
        <w:t xml:space="preserve"> Ukupna vrijednost p</w:t>
      </w:r>
      <w:r w:rsidR="009D51BF">
        <w:rPr>
          <w:rFonts w:ascii="Arial" w:hAnsi="Arial" w:cs="Arial"/>
          <w:sz w:val="24"/>
          <w:szCs w:val="24"/>
        </w:rPr>
        <w:t xml:space="preserve">rijavljenog projekta iznosila je </w:t>
      </w:r>
      <w:r w:rsidR="00D11EAC" w:rsidRPr="00D11EAC">
        <w:rPr>
          <w:rFonts w:ascii="Arial" w:hAnsi="Arial" w:cs="Arial"/>
          <w:sz w:val="24"/>
          <w:szCs w:val="24"/>
        </w:rPr>
        <w:t xml:space="preserve">6.293,00 </w:t>
      </w:r>
      <w:r w:rsidR="00D11EAC">
        <w:rPr>
          <w:rFonts w:ascii="Arial" w:hAnsi="Arial" w:cs="Arial"/>
          <w:sz w:val="24"/>
          <w:szCs w:val="24"/>
        </w:rPr>
        <w:t>eura, a rezultati</w:t>
      </w:r>
      <w:r w:rsidR="00605799">
        <w:rPr>
          <w:rFonts w:ascii="Arial" w:hAnsi="Arial" w:cs="Arial"/>
          <w:sz w:val="24"/>
          <w:szCs w:val="24"/>
        </w:rPr>
        <w:t xml:space="preserve"> poziva očekuju se u prvoj polovici 2025. godine. </w:t>
      </w:r>
    </w:p>
    <w:p w14:paraId="64181CB1" w14:textId="26744BC8" w:rsidR="00F35A20" w:rsidRPr="006C30BB" w:rsidRDefault="00F35A20" w:rsidP="006C30BB">
      <w:pPr>
        <w:spacing w:line="360" w:lineRule="auto"/>
        <w:ind w:firstLine="708"/>
        <w:jc w:val="both"/>
        <w:rPr>
          <w:rFonts w:ascii="Arial" w:hAnsi="Arial" w:cs="Arial"/>
          <w:sz w:val="24"/>
          <w:szCs w:val="24"/>
        </w:rPr>
      </w:pPr>
    </w:p>
    <w:p w14:paraId="4B537A05" w14:textId="77777777" w:rsidR="006C30BB" w:rsidRPr="006C30BB" w:rsidRDefault="006C30BB" w:rsidP="006C30BB">
      <w:pPr>
        <w:spacing w:line="360" w:lineRule="auto"/>
        <w:jc w:val="both"/>
        <w:rPr>
          <w:rFonts w:ascii="Arial" w:hAnsi="Arial" w:cs="Arial"/>
          <w:sz w:val="24"/>
          <w:szCs w:val="24"/>
        </w:rPr>
      </w:pPr>
      <w:r w:rsidRPr="005D7BD6">
        <w:rPr>
          <w:rFonts w:ascii="Arial" w:hAnsi="Arial" w:cs="Arial"/>
          <w:b/>
          <w:bCs/>
          <w:sz w:val="24"/>
          <w:szCs w:val="24"/>
        </w:rPr>
        <w:t>Financije</w:t>
      </w:r>
    </w:p>
    <w:p w14:paraId="5C7D014F" w14:textId="549F2EF6" w:rsidR="006C30BB" w:rsidRPr="006C30BB" w:rsidRDefault="006C30BB" w:rsidP="006C30BB">
      <w:pPr>
        <w:spacing w:line="360" w:lineRule="auto"/>
        <w:ind w:firstLine="708"/>
        <w:jc w:val="both"/>
        <w:rPr>
          <w:rFonts w:ascii="Arial" w:hAnsi="Arial" w:cs="Arial"/>
          <w:sz w:val="24"/>
          <w:szCs w:val="24"/>
        </w:rPr>
      </w:pPr>
      <w:r w:rsidRPr="006C30BB">
        <w:rPr>
          <w:rFonts w:ascii="Arial" w:hAnsi="Arial" w:cs="Arial"/>
          <w:sz w:val="24"/>
          <w:szCs w:val="24"/>
        </w:rPr>
        <w:t>Financijskim planom (II. izmjenama Financijskog plana) Učilišta za 202</w:t>
      </w:r>
      <w:r w:rsidR="007E43F9">
        <w:rPr>
          <w:rFonts w:ascii="Arial" w:hAnsi="Arial" w:cs="Arial"/>
          <w:sz w:val="24"/>
          <w:szCs w:val="24"/>
        </w:rPr>
        <w:t>4</w:t>
      </w:r>
      <w:r w:rsidRPr="006C30BB">
        <w:rPr>
          <w:rFonts w:ascii="Arial" w:hAnsi="Arial" w:cs="Arial"/>
          <w:sz w:val="24"/>
          <w:szCs w:val="24"/>
        </w:rPr>
        <w:t xml:space="preserve">. godinu, sveukupni prihodi Učilišta planirani su u iznosu od </w:t>
      </w:r>
      <w:r w:rsidR="00D3705E">
        <w:rPr>
          <w:rFonts w:ascii="Arial" w:hAnsi="Arial" w:cs="Arial"/>
          <w:sz w:val="24"/>
          <w:szCs w:val="24"/>
        </w:rPr>
        <w:t>129.</w:t>
      </w:r>
      <w:r w:rsidR="0060265C">
        <w:rPr>
          <w:rFonts w:ascii="Arial" w:hAnsi="Arial" w:cs="Arial"/>
          <w:sz w:val="24"/>
          <w:szCs w:val="24"/>
        </w:rPr>
        <w:t>651,81</w:t>
      </w:r>
      <w:r w:rsidRPr="006C30BB">
        <w:rPr>
          <w:rFonts w:ascii="Arial" w:hAnsi="Arial" w:cs="Arial"/>
          <w:sz w:val="24"/>
          <w:szCs w:val="24"/>
        </w:rPr>
        <w:t xml:space="preserve"> eura, a Izvršenjem Financijskog plana, sveukupni prihodi Učilišta u 202</w:t>
      </w:r>
      <w:r w:rsidR="0060265C">
        <w:rPr>
          <w:rFonts w:ascii="Arial" w:hAnsi="Arial" w:cs="Arial"/>
          <w:sz w:val="24"/>
          <w:szCs w:val="24"/>
        </w:rPr>
        <w:t>4</w:t>
      </w:r>
      <w:r w:rsidRPr="006C30BB">
        <w:rPr>
          <w:rFonts w:ascii="Arial" w:hAnsi="Arial" w:cs="Arial"/>
          <w:sz w:val="24"/>
          <w:szCs w:val="24"/>
        </w:rPr>
        <w:t xml:space="preserve">. godini realizirani su u iznosu od </w:t>
      </w:r>
      <w:r w:rsidR="002120A8" w:rsidRPr="007B24AD">
        <w:rPr>
          <w:rFonts w:ascii="Arial" w:hAnsi="Arial" w:cs="Arial"/>
          <w:sz w:val="24"/>
          <w:szCs w:val="24"/>
        </w:rPr>
        <w:t>118.585</w:t>
      </w:r>
      <w:r w:rsidR="007B24AD" w:rsidRPr="007B24AD">
        <w:rPr>
          <w:rFonts w:ascii="Arial" w:hAnsi="Arial" w:cs="Arial"/>
          <w:sz w:val="24"/>
          <w:szCs w:val="24"/>
        </w:rPr>
        <w:t>,92</w:t>
      </w:r>
      <w:r w:rsidRPr="007B24AD">
        <w:rPr>
          <w:rFonts w:ascii="Arial" w:hAnsi="Arial" w:cs="Arial"/>
          <w:sz w:val="24"/>
          <w:szCs w:val="24"/>
        </w:rPr>
        <w:t xml:space="preserve"> eura, što predstavlja </w:t>
      </w:r>
      <w:r w:rsidR="007B24AD" w:rsidRPr="007B24AD">
        <w:rPr>
          <w:rFonts w:ascii="Arial" w:hAnsi="Arial" w:cs="Arial"/>
          <w:sz w:val="24"/>
          <w:szCs w:val="24"/>
        </w:rPr>
        <w:t>91,46</w:t>
      </w:r>
      <w:r w:rsidRPr="007B24AD">
        <w:rPr>
          <w:rFonts w:ascii="Arial" w:hAnsi="Arial" w:cs="Arial"/>
          <w:sz w:val="24"/>
          <w:szCs w:val="24"/>
        </w:rPr>
        <w:t>% planiranoga</w:t>
      </w:r>
      <w:r w:rsidRPr="006C30BB">
        <w:rPr>
          <w:rFonts w:ascii="Arial" w:hAnsi="Arial" w:cs="Arial"/>
          <w:sz w:val="24"/>
          <w:szCs w:val="24"/>
        </w:rPr>
        <w:t xml:space="preserve">. </w:t>
      </w:r>
    </w:p>
    <w:p w14:paraId="42A81854" w14:textId="19906650" w:rsidR="006C30BB" w:rsidRPr="006C30BB" w:rsidRDefault="006C30BB" w:rsidP="006C30BB">
      <w:pPr>
        <w:spacing w:line="360" w:lineRule="auto"/>
        <w:ind w:firstLine="708"/>
        <w:jc w:val="both"/>
        <w:rPr>
          <w:rFonts w:ascii="Arial" w:hAnsi="Arial" w:cs="Arial"/>
          <w:sz w:val="24"/>
          <w:szCs w:val="24"/>
        </w:rPr>
      </w:pPr>
      <w:r w:rsidRPr="006C30BB">
        <w:rPr>
          <w:rFonts w:ascii="Arial" w:hAnsi="Arial" w:cs="Arial"/>
          <w:sz w:val="24"/>
          <w:szCs w:val="24"/>
        </w:rPr>
        <w:t xml:space="preserve">Među realiziranim prihodima, </w:t>
      </w:r>
      <w:r w:rsidR="007B24AD">
        <w:rPr>
          <w:rFonts w:ascii="Arial" w:hAnsi="Arial" w:cs="Arial"/>
          <w:sz w:val="24"/>
          <w:szCs w:val="24"/>
        </w:rPr>
        <w:t>113.037,33</w:t>
      </w:r>
      <w:r w:rsidRPr="006C30BB">
        <w:rPr>
          <w:rFonts w:ascii="Arial" w:hAnsi="Arial" w:cs="Arial"/>
          <w:sz w:val="24"/>
          <w:szCs w:val="24"/>
        </w:rPr>
        <w:t xml:space="preserve"> eura je od Općih prihoda i primitaka koje je za djelovanje Učilišta namijenio Grad Pregrada, a </w:t>
      </w:r>
      <w:r w:rsidR="007B24AD">
        <w:rPr>
          <w:rFonts w:ascii="Arial" w:hAnsi="Arial" w:cs="Arial"/>
          <w:sz w:val="24"/>
          <w:szCs w:val="24"/>
        </w:rPr>
        <w:t>2.351,67</w:t>
      </w:r>
      <w:r w:rsidRPr="006C30BB">
        <w:rPr>
          <w:rFonts w:ascii="Arial" w:hAnsi="Arial" w:cs="Arial"/>
          <w:sz w:val="24"/>
          <w:szCs w:val="24"/>
        </w:rPr>
        <w:t xml:space="preserve"> eura je od Vlastitih prihoda, dok je </w:t>
      </w:r>
      <w:r w:rsidR="00780ACC">
        <w:rPr>
          <w:rFonts w:ascii="Arial" w:hAnsi="Arial" w:cs="Arial"/>
          <w:sz w:val="24"/>
          <w:szCs w:val="24"/>
        </w:rPr>
        <w:t>1.596,92</w:t>
      </w:r>
      <w:r w:rsidRPr="006C30BB">
        <w:rPr>
          <w:rFonts w:ascii="Arial" w:hAnsi="Arial" w:cs="Arial"/>
          <w:sz w:val="24"/>
          <w:szCs w:val="24"/>
        </w:rPr>
        <w:t xml:space="preserve"> eura od Pomoći, a predstavljaju sredstva Ministarstva kulture i medija ostvarena temeljem javnog poziva za sufinanciranje javnih potreba u kulturi u 202</w:t>
      </w:r>
      <w:r w:rsidR="00780ACC">
        <w:rPr>
          <w:rFonts w:ascii="Arial" w:hAnsi="Arial" w:cs="Arial"/>
          <w:sz w:val="24"/>
          <w:szCs w:val="24"/>
        </w:rPr>
        <w:t>5</w:t>
      </w:r>
      <w:r w:rsidRPr="006C30BB">
        <w:rPr>
          <w:rFonts w:ascii="Arial" w:hAnsi="Arial" w:cs="Arial"/>
          <w:sz w:val="24"/>
          <w:szCs w:val="24"/>
        </w:rPr>
        <w:t>. godini</w:t>
      </w:r>
      <w:r w:rsidR="00780ACC">
        <w:rPr>
          <w:rFonts w:ascii="Arial" w:hAnsi="Arial" w:cs="Arial"/>
          <w:sz w:val="24"/>
          <w:szCs w:val="24"/>
        </w:rPr>
        <w:t xml:space="preserve"> te sredstva </w:t>
      </w:r>
      <w:r w:rsidR="00831035" w:rsidRPr="005D7BD6">
        <w:rPr>
          <w:rFonts w:ascii="Arial" w:hAnsi="Arial" w:cs="Arial"/>
          <w:sz w:val="24"/>
          <w:szCs w:val="24"/>
        </w:rPr>
        <w:t>dodijeljena od strane Agencije za mobilnost i programe Europske unije.</w:t>
      </w:r>
      <w:r w:rsidRPr="006C30BB">
        <w:rPr>
          <w:rFonts w:ascii="Arial" w:hAnsi="Arial" w:cs="Arial"/>
          <w:sz w:val="24"/>
          <w:szCs w:val="24"/>
        </w:rPr>
        <w:t xml:space="preserve"> </w:t>
      </w:r>
    </w:p>
    <w:p w14:paraId="45BA262F" w14:textId="0CFF2DC5" w:rsidR="006C30BB" w:rsidRPr="006C30BB" w:rsidRDefault="006C30BB" w:rsidP="006C30BB">
      <w:pPr>
        <w:spacing w:line="360" w:lineRule="auto"/>
        <w:ind w:firstLine="708"/>
        <w:jc w:val="both"/>
        <w:rPr>
          <w:rFonts w:ascii="Arial" w:hAnsi="Arial" w:cs="Arial"/>
          <w:sz w:val="24"/>
          <w:szCs w:val="24"/>
        </w:rPr>
      </w:pPr>
      <w:r w:rsidRPr="006C30BB">
        <w:rPr>
          <w:rFonts w:ascii="Arial" w:hAnsi="Arial" w:cs="Arial"/>
          <w:sz w:val="24"/>
          <w:szCs w:val="24"/>
        </w:rPr>
        <w:t>Sveukupni rashodi Učilišta u 202</w:t>
      </w:r>
      <w:r w:rsidR="00AA7816">
        <w:rPr>
          <w:rFonts w:ascii="Arial" w:hAnsi="Arial" w:cs="Arial"/>
          <w:sz w:val="24"/>
          <w:szCs w:val="24"/>
        </w:rPr>
        <w:t>4</w:t>
      </w:r>
      <w:r w:rsidRPr="006C30BB">
        <w:rPr>
          <w:rFonts w:ascii="Arial" w:hAnsi="Arial" w:cs="Arial"/>
          <w:sz w:val="24"/>
          <w:szCs w:val="24"/>
        </w:rPr>
        <w:t xml:space="preserve">. godini planirani su u iznosu od </w:t>
      </w:r>
      <w:r w:rsidR="00AA7816" w:rsidRPr="00AA7816">
        <w:rPr>
          <w:rFonts w:ascii="Arial" w:hAnsi="Arial" w:cs="Arial"/>
          <w:sz w:val="24"/>
          <w:szCs w:val="24"/>
        </w:rPr>
        <w:t xml:space="preserve">129.651,81 </w:t>
      </w:r>
      <w:r w:rsidRPr="006C30BB">
        <w:rPr>
          <w:rFonts w:ascii="Arial" w:hAnsi="Arial" w:cs="Arial"/>
          <w:sz w:val="24"/>
          <w:szCs w:val="24"/>
        </w:rPr>
        <w:t xml:space="preserve">eura, a realizirani su u iznosu od </w:t>
      </w:r>
      <w:r w:rsidR="007955FE">
        <w:rPr>
          <w:rFonts w:ascii="Arial" w:hAnsi="Arial" w:cs="Arial"/>
          <w:sz w:val="24"/>
          <w:szCs w:val="24"/>
        </w:rPr>
        <w:t>115.954,25</w:t>
      </w:r>
      <w:r w:rsidRPr="006C30BB">
        <w:rPr>
          <w:rFonts w:ascii="Arial" w:hAnsi="Arial" w:cs="Arial"/>
          <w:sz w:val="24"/>
          <w:szCs w:val="24"/>
        </w:rPr>
        <w:t xml:space="preserve"> eura. Detaljniji podatci o Izvršenju Financijskog plana za 202</w:t>
      </w:r>
      <w:r w:rsidR="00AA7816">
        <w:rPr>
          <w:rFonts w:ascii="Arial" w:hAnsi="Arial" w:cs="Arial"/>
          <w:sz w:val="24"/>
          <w:szCs w:val="24"/>
        </w:rPr>
        <w:t>4</w:t>
      </w:r>
      <w:r w:rsidRPr="006C30BB">
        <w:rPr>
          <w:rFonts w:ascii="Arial" w:hAnsi="Arial" w:cs="Arial"/>
          <w:sz w:val="24"/>
          <w:szCs w:val="24"/>
        </w:rPr>
        <w:t>. godinu dostupni su u dokumentu koji se prilaže uz ovo izvješće.</w:t>
      </w:r>
    </w:p>
    <w:p w14:paraId="1157A07C" w14:textId="386C13C6" w:rsidR="006C30BB" w:rsidRPr="006C30BB" w:rsidRDefault="006C30BB" w:rsidP="006C30BB">
      <w:pPr>
        <w:spacing w:line="360" w:lineRule="auto"/>
        <w:ind w:firstLine="708"/>
        <w:jc w:val="both"/>
        <w:rPr>
          <w:rFonts w:ascii="Arial" w:hAnsi="Arial" w:cs="Arial"/>
          <w:sz w:val="24"/>
          <w:szCs w:val="24"/>
        </w:rPr>
      </w:pPr>
      <w:r w:rsidRPr="006C30BB">
        <w:rPr>
          <w:rFonts w:ascii="Arial" w:hAnsi="Arial" w:cs="Arial"/>
          <w:sz w:val="24"/>
          <w:szCs w:val="24"/>
        </w:rPr>
        <w:t>Rashodi Učilišta odnose se uglavnom na rashode za plaće za redovan rad, doprinose i ostale rashode za zaposlene</w:t>
      </w:r>
      <w:r w:rsidR="003E4A4B" w:rsidRPr="005D7BD6">
        <w:rPr>
          <w:rFonts w:ascii="Arial" w:hAnsi="Arial" w:cs="Arial"/>
          <w:sz w:val="24"/>
          <w:szCs w:val="24"/>
        </w:rPr>
        <w:t>,</w:t>
      </w:r>
      <w:r w:rsidR="005D7BD6">
        <w:rPr>
          <w:rFonts w:ascii="Arial" w:hAnsi="Arial" w:cs="Arial"/>
          <w:sz w:val="24"/>
          <w:szCs w:val="24"/>
        </w:rPr>
        <w:t xml:space="preserve"> materijalne rashode,</w:t>
      </w:r>
      <w:r w:rsidR="003E4A4B" w:rsidRPr="005D7BD6">
        <w:rPr>
          <w:rFonts w:ascii="Arial" w:hAnsi="Arial" w:cs="Arial"/>
          <w:sz w:val="24"/>
          <w:szCs w:val="24"/>
        </w:rPr>
        <w:t xml:space="preserve"> na usluge tekućeg i investicijskog održavanja</w:t>
      </w:r>
      <w:r w:rsidR="00C53A17" w:rsidRPr="005D7BD6">
        <w:rPr>
          <w:rFonts w:ascii="Arial" w:hAnsi="Arial" w:cs="Arial"/>
          <w:sz w:val="24"/>
          <w:szCs w:val="24"/>
        </w:rPr>
        <w:t>, na uredsku opremu i namještaj</w:t>
      </w:r>
      <w:r w:rsidRPr="006C30BB">
        <w:rPr>
          <w:rFonts w:ascii="Arial" w:hAnsi="Arial" w:cs="Arial"/>
          <w:sz w:val="24"/>
          <w:szCs w:val="24"/>
        </w:rPr>
        <w:t xml:space="preserve"> te na ostale usluge, koje se uglavnom odnose na ugovore s vanjskim suradnicima za provođenje programa.</w:t>
      </w:r>
    </w:p>
    <w:p w14:paraId="69B46C7E" w14:textId="39F235E9" w:rsidR="006C30BB" w:rsidRDefault="006C30BB" w:rsidP="006C30BB">
      <w:pPr>
        <w:spacing w:line="360" w:lineRule="auto"/>
        <w:ind w:firstLine="708"/>
        <w:jc w:val="both"/>
        <w:rPr>
          <w:rFonts w:ascii="Arial" w:hAnsi="Arial" w:cs="Arial"/>
          <w:sz w:val="24"/>
          <w:szCs w:val="24"/>
        </w:rPr>
      </w:pPr>
      <w:r w:rsidRPr="006C30BB">
        <w:rPr>
          <w:rFonts w:ascii="Arial" w:hAnsi="Arial" w:cs="Arial"/>
          <w:sz w:val="24"/>
          <w:szCs w:val="24"/>
        </w:rPr>
        <w:t>U Učilištu je od 15. rujna 2022. godine temeljem ugovora o radu na određeno vrijeme zaposlen ravnatelj, na mandatno razdoblje od četiri godine. Od 1. prosinca 2023. godine u Učilištu je temeljem ugovora o radu na neodređeno vrijeme zaposlena viša stručna suradnica, a temeljem ugovora o radu na određeno vrijeme (12 mjeseci) stručna suradnica.</w:t>
      </w:r>
      <w:r w:rsidR="00B809C9">
        <w:rPr>
          <w:rFonts w:ascii="Arial" w:hAnsi="Arial" w:cs="Arial"/>
          <w:sz w:val="24"/>
          <w:szCs w:val="24"/>
        </w:rPr>
        <w:t xml:space="preserve"> </w:t>
      </w:r>
      <w:r w:rsidR="000D7F6B" w:rsidRPr="005D7BD6">
        <w:rPr>
          <w:rFonts w:ascii="Arial" w:hAnsi="Arial" w:cs="Arial"/>
          <w:sz w:val="24"/>
          <w:szCs w:val="24"/>
        </w:rPr>
        <w:lastRenderedPageBreak/>
        <w:t>Po isteku ugovora, s</w:t>
      </w:r>
      <w:r w:rsidR="00B97FE3" w:rsidRPr="005D7BD6">
        <w:rPr>
          <w:rFonts w:ascii="Arial" w:hAnsi="Arial" w:cs="Arial"/>
          <w:sz w:val="24"/>
          <w:szCs w:val="24"/>
        </w:rPr>
        <w:t>a stručnom suradnicom sklopljen</w:t>
      </w:r>
      <w:r w:rsidR="001F7166" w:rsidRPr="005D7BD6">
        <w:rPr>
          <w:rFonts w:ascii="Arial" w:hAnsi="Arial" w:cs="Arial"/>
          <w:sz w:val="24"/>
          <w:szCs w:val="24"/>
        </w:rPr>
        <w:t xml:space="preserve"> je</w:t>
      </w:r>
      <w:r w:rsidR="00B97FE3" w:rsidRPr="005D7BD6">
        <w:rPr>
          <w:rFonts w:ascii="Arial" w:hAnsi="Arial" w:cs="Arial"/>
          <w:sz w:val="24"/>
          <w:szCs w:val="24"/>
        </w:rPr>
        <w:t xml:space="preserve"> </w:t>
      </w:r>
      <w:r w:rsidR="001F7166" w:rsidRPr="005D7BD6">
        <w:rPr>
          <w:rFonts w:ascii="Arial" w:hAnsi="Arial" w:cs="Arial"/>
          <w:sz w:val="24"/>
          <w:szCs w:val="24"/>
        </w:rPr>
        <w:t xml:space="preserve">20. studenog 2024. </w:t>
      </w:r>
      <w:r w:rsidR="000D7F6B" w:rsidRPr="005D7BD6">
        <w:rPr>
          <w:rFonts w:ascii="Arial" w:hAnsi="Arial" w:cs="Arial"/>
          <w:sz w:val="24"/>
          <w:szCs w:val="24"/>
        </w:rPr>
        <w:t xml:space="preserve">novi </w:t>
      </w:r>
      <w:r w:rsidR="00B97FE3" w:rsidRPr="005D7BD6">
        <w:rPr>
          <w:rFonts w:ascii="Arial" w:hAnsi="Arial" w:cs="Arial"/>
          <w:sz w:val="24"/>
          <w:szCs w:val="24"/>
        </w:rPr>
        <w:t>ugovor o radu na određeno vrijeme (60 dana</w:t>
      </w:r>
      <w:r w:rsidR="005B1D07" w:rsidRPr="005D7BD6">
        <w:rPr>
          <w:rFonts w:ascii="Arial" w:hAnsi="Arial" w:cs="Arial"/>
          <w:sz w:val="24"/>
          <w:szCs w:val="24"/>
        </w:rPr>
        <w:t>: 1.12.2024. -29.</w:t>
      </w:r>
      <w:r w:rsidR="001F7166" w:rsidRPr="005D7BD6">
        <w:rPr>
          <w:rFonts w:ascii="Arial" w:hAnsi="Arial" w:cs="Arial"/>
          <w:sz w:val="24"/>
          <w:szCs w:val="24"/>
        </w:rPr>
        <w:t>01.2025.</w:t>
      </w:r>
      <w:r w:rsidR="00B97FE3" w:rsidRPr="005D7BD6">
        <w:rPr>
          <w:rFonts w:ascii="Arial" w:hAnsi="Arial" w:cs="Arial"/>
          <w:sz w:val="24"/>
          <w:szCs w:val="24"/>
        </w:rPr>
        <w:t>)</w:t>
      </w:r>
      <w:r w:rsidR="001F7166" w:rsidRPr="005D7BD6">
        <w:rPr>
          <w:rFonts w:ascii="Arial" w:hAnsi="Arial" w:cs="Arial"/>
          <w:sz w:val="24"/>
          <w:szCs w:val="24"/>
        </w:rPr>
        <w:t>.</w:t>
      </w:r>
      <w:r w:rsidR="001F7166">
        <w:rPr>
          <w:rFonts w:ascii="Arial" w:hAnsi="Arial" w:cs="Arial"/>
          <w:sz w:val="24"/>
          <w:szCs w:val="24"/>
        </w:rPr>
        <w:t xml:space="preserve"> </w:t>
      </w:r>
      <w:r w:rsidR="00B97FE3">
        <w:rPr>
          <w:rFonts w:ascii="Arial" w:hAnsi="Arial" w:cs="Arial"/>
          <w:sz w:val="24"/>
          <w:szCs w:val="24"/>
        </w:rPr>
        <w:t xml:space="preserve"> </w:t>
      </w:r>
    </w:p>
    <w:p w14:paraId="49B3077F" w14:textId="77777777" w:rsidR="006C30BB" w:rsidRPr="006C30BB" w:rsidRDefault="006C30BB" w:rsidP="006C30BB">
      <w:pPr>
        <w:spacing w:line="360" w:lineRule="auto"/>
        <w:jc w:val="both"/>
        <w:rPr>
          <w:rFonts w:ascii="Arial" w:hAnsi="Arial" w:cs="Arial"/>
          <w:sz w:val="24"/>
          <w:szCs w:val="24"/>
        </w:rPr>
      </w:pPr>
    </w:p>
    <w:p w14:paraId="74337849" w14:textId="77777777" w:rsidR="006C30BB" w:rsidRPr="006C30BB" w:rsidRDefault="006C30BB" w:rsidP="006C30BB">
      <w:pPr>
        <w:spacing w:line="360" w:lineRule="auto"/>
        <w:jc w:val="both"/>
        <w:rPr>
          <w:rFonts w:ascii="Arial" w:hAnsi="Arial" w:cs="Arial"/>
          <w:b/>
          <w:bCs/>
          <w:sz w:val="24"/>
          <w:szCs w:val="24"/>
        </w:rPr>
      </w:pPr>
      <w:r w:rsidRPr="006C30BB">
        <w:rPr>
          <w:rFonts w:ascii="Arial" w:hAnsi="Arial" w:cs="Arial"/>
          <w:b/>
          <w:bCs/>
          <w:sz w:val="24"/>
          <w:szCs w:val="24"/>
        </w:rPr>
        <w:t>Zaključak</w:t>
      </w:r>
    </w:p>
    <w:p w14:paraId="45B824BA" w14:textId="79A27107" w:rsidR="006C30BB" w:rsidRPr="006C30BB" w:rsidRDefault="003B4177" w:rsidP="006C7065">
      <w:pPr>
        <w:spacing w:line="360" w:lineRule="auto"/>
        <w:ind w:firstLine="708"/>
        <w:jc w:val="both"/>
        <w:rPr>
          <w:rFonts w:ascii="Arial" w:hAnsi="Arial" w:cs="Arial"/>
          <w:sz w:val="24"/>
          <w:szCs w:val="24"/>
        </w:rPr>
      </w:pPr>
      <w:r>
        <w:rPr>
          <w:rFonts w:ascii="Arial" w:hAnsi="Arial" w:cs="Arial"/>
          <w:sz w:val="24"/>
          <w:szCs w:val="24"/>
        </w:rPr>
        <w:t xml:space="preserve">Tijekom 2024. godine značajno je povećan broj aktivnosti Učilišta u odnosu na 2023. godinu. </w:t>
      </w:r>
      <w:r w:rsidR="006C30BB" w:rsidRPr="006C30BB">
        <w:rPr>
          <w:rFonts w:ascii="Arial" w:hAnsi="Arial" w:cs="Arial"/>
          <w:sz w:val="24"/>
          <w:szCs w:val="24"/>
        </w:rPr>
        <w:t>U 202</w:t>
      </w:r>
      <w:r w:rsidR="006C7065">
        <w:rPr>
          <w:rFonts w:ascii="Arial" w:hAnsi="Arial" w:cs="Arial"/>
          <w:sz w:val="24"/>
          <w:szCs w:val="24"/>
        </w:rPr>
        <w:t>4</w:t>
      </w:r>
      <w:r w:rsidR="006C30BB" w:rsidRPr="006C30BB">
        <w:rPr>
          <w:rFonts w:ascii="Arial" w:hAnsi="Arial" w:cs="Arial"/>
          <w:sz w:val="24"/>
          <w:szCs w:val="24"/>
        </w:rPr>
        <w:t>. godin</w:t>
      </w:r>
      <w:r w:rsidR="006C7065">
        <w:rPr>
          <w:rFonts w:ascii="Arial" w:hAnsi="Arial" w:cs="Arial"/>
          <w:sz w:val="24"/>
          <w:szCs w:val="24"/>
        </w:rPr>
        <w:t>i</w:t>
      </w:r>
      <w:r w:rsidR="006C30BB" w:rsidRPr="006C30BB">
        <w:rPr>
          <w:rFonts w:ascii="Arial" w:hAnsi="Arial" w:cs="Arial"/>
          <w:sz w:val="24"/>
          <w:szCs w:val="24"/>
        </w:rPr>
        <w:t xml:space="preserve"> redovito su održavane sjednice Upravnog vijeća Učilišta, bilo u fizičkom, bilo u hibridnom, odnosno elektroničkom obliku, na kojima su raspravljana sva važna pitanja za funkcioniranje Učilišta te na kojima su usvajani potrebni opći akti ustanove.</w:t>
      </w:r>
    </w:p>
    <w:p w14:paraId="4465DB0C" w14:textId="18426070" w:rsidR="006C30BB" w:rsidRPr="006C30BB" w:rsidRDefault="006C30BB" w:rsidP="006C30BB">
      <w:pPr>
        <w:spacing w:line="360" w:lineRule="auto"/>
        <w:ind w:firstLine="708"/>
        <w:jc w:val="both"/>
        <w:rPr>
          <w:rFonts w:ascii="Arial" w:hAnsi="Arial" w:cs="Arial"/>
          <w:sz w:val="24"/>
          <w:szCs w:val="24"/>
        </w:rPr>
      </w:pPr>
      <w:r w:rsidRPr="006C30BB">
        <w:rPr>
          <w:rFonts w:ascii="Arial" w:hAnsi="Arial" w:cs="Arial"/>
          <w:sz w:val="24"/>
          <w:szCs w:val="24"/>
        </w:rPr>
        <w:t>Tijekom 202</w:t>
      </w:r>
      <w:r w:rsidR="006C7065">
        <w:rPr>
          <w:rFonts w:ascii="Arial" w:hAnsi="Arial" w:cs="Arial"/>
          <w:sz w:val="24"/>
          <w:szCs w:val="24"/>
        </w:rPr>
        <w:t>4</w:t>
      </w:r>
      <w:r w:rsidRPr="006C30BB">
        <w:rPr>
          <w:rFonts w:ascii="Arial" w:hAnsi="Arial" w:cs="Arial"/>
          <w:sz w:val="24"/>
          <w:szCs w:val="24"/>
        </w:rPr>
        <w:t>. godine Učilište je realizira</w:t>
      </w:r>
      <w:r w:rsidR="00570D13">
        <w:rPr>
          <w:rFonts w:ascii="Arial" w:hAnsi="Arial" w:cs="Arial"/>
          <w:sz w:val="24"/>
          <w:szCs w:val="24"/>
        </w:rPr>
        <w:t>lo</w:t>
      </w:r>
      <w:r w:rsidRPr="006C30BB">
        <w:rPr>
          <w:rFonts w:ascii="Arial" w:hAnsi="Arial" w:cs="Arial"/>
          <w:sz w:val="24"/>
          <w:szCs w:val="24"/>
        </w:rPr>
        <w:t xml:space="preserve"> značajan broj obrazovnih i kulturnih programa, poput različitih radionica, predavanja, koncerata, kazališnih predstava, predstavljanja knjiga, izložbi i drugih aktivnosti. </w:t>
      </w:r>
      <w:r w:rsidR="003D1ED3">
        <w:rPr>
          <w:rFonts w:ascii="Arial" w:hAnsi="Arial" w:cs="Arial"/>
          <w:sz w:val="24"/>
          <w:szCs w:val="24"/>
        </w:rPr>
        <w:t xml:space="preserve">Pokrenuta su i četiri neformalna programa. </w:t>
      </w:r>
      <w:r w:rsidRPr="006C30BB">
        <w:rPr>
          <w:rFonts w:ascii="Arial" w:hAnsi="Arial" w:cs="Arial"/>
          <w:sz w:val="24"/>
          <w:szCs w:val="24"/>
        </w:rPr>
        <w:t>Većinu aktivnosti Učilište je samostalno organiziralo i realiziralo, a dio aktivnosti realiziran je u suradnji s drugim srodnim ustanovama, poput npr. Muzeja grada Pregrade ili Gradske knjižnice Pregrada.</w:t>
      </w:r>
    </w:p>
    <w:p w14:paraId="12912F48" w14:textId="2CB6B3EA" w:rsidR="006C30BB" w:rsidRPr="006C30BB" w:rsidRDefault="00364DF8" w:rsidP="006C30BB">
      <w:pPr>
        <w:spacing w:line="360" w:lineRule="auto"/>
        <w:ind w:firstLine="708"/>
        <w:jc w:val="both"/>
        <w:rPr>
          <w:rFonts w:ascii="Arial" w:hAnsi="Arial" w:cs="Arial"/>
          <w:sz w:val="24"/>
          <w:szCs w:val="24"/>
        </w:rPr>
      </w:pPr>
      <w:r w:rsidRPr="00020299">
        <w:rPr>
          <w:rFonts w:ascii="Arial" w:hAnsi="Arial" w:cs="Arial"/>
          <w:sz w:val="24"/>
          <w:szCs w:val="24"/>
        </w:rPr>
        <w:t>U Učilištu je</w:t>
      </w:r>
      <w:r w:rsidR="00AB1441" w:rsidRPr="00020299">
        <w:rPr>
          <w:rFonts w:ascii="Arial" w:hAnsi="Arial" w:cs="Arial"/>
          <w:sz w:val="24"/>
          <w:szCs w:val="24"/>
        </w:rPr>
        <w:t xml:space="preserve"> </w:t>
      </w:r>
      <w:r w:rsidRPr="00020299">
        <w:rPr>
          <w:rFonts w:ascii="Arial" w:hAnsi="Arial" w:cs="Arial"/>
          <w:sz w:val="24"/>
          <w:szCs w:val="24"/>
        </w:rPr>
        <w:t xml:space="preserve">zaposleno troje djelatnika: </w:t>
      </w:r>
      <w:r w:rsidR="00020299">
        <w:rPr>
          <w:rFonts w:ascii="Arial" w:hAnsi="Arial" w:cs="Arial"/>
          <w:sz w:val="24"/>
          <w:szCs w:val="24"/>
        </w:rPr>
        <w:t xml:space="preserve">od 15. rujna 2022. zaposlen je </w:t>
      </w:r>
      <w:r w:rsidR="006C30BB" w:rsidRPr="00020299">
        <w:rPr>
          <w:rFonts w:ascii="Arial" w:hAnsi="Arial" w:cs="Arial"/>
          <w:sz w:val="24"/>
          <w:szCs w:val="24"/>
        </w:rPr>
        <w:t xml:space="preserve">ravnatelj, koji uz posao ravnatelja Učilišta obavlja još i posao vršitelja dužnosti ravnatelja Muzeja grada Pregrade, </w:t>
      </w:r>
      <w:r w:rsidR="00020299">
        <w:rPr>
          <w:rFonts w:ascii="Arial" w:hAnsi="Arial" w:cs="Arial"/>
          <w:sz w:val="24"/>
          <w:szCs w:val="24"/>
        </w:rPr>
        <w:t xml:space="preserve">od 1. prosinaca 2023. zaposlena je </w:t>
      </w:r>
      <w:r w:rsidR="006C30BB" w:rsidRPr="00020299">
        <w:rPr>
          <w:rFonts w:ascii="Arial" w:hAnsi="Arial" w:cs="Arial"/>
          <w:sz w:val="24"/>
          <w:szCs w:val="24"/>
        </w:rPr>
        <w:t>viš</w:t>
      </w:r>
      <w:r w:rsidRPr="00020299">
        <w:rPr>
          <w:rFonts w:ascii="Arial" w:hAnsi="Arial" w:cs="Arial"/>
          <w:sz w:val="24"/>
          <w:szCs w:val="24"/>
        </w:rPr>
        <w:t>a</w:t>
      </w:r>
      <w:r w:rsidR="006C30BB" w:rsidRPr="00020299">
        <w:rPr>
          <w:rFonts w:ascii="Arial" w:hAnsi="Arial" w:cs="Arial"/>
          <w:sz w:val="24"/>
          <w:szCs w:val="24"/>
        </w:rPr>
        <w:t xml:space="preserve"> stručn</w:t>
      </w:r>
      <w:r w:rsidRPr="00020299">
        <w:rPr>
          <w:rFonts w:ascii="Arial" w:hAnsi="Arial" w:cs="Arial"/>
          <w:sz w:val="24"/>
          <w:szCs w:val="24"/>
        </w:rPr>
        <w:t>a</w:t>
      </w:r>
      <w:r w:rsidR="006C30BB" w:rsidRPr="00020299">
        <w:rPr>
          <w:rFonts w:ascii="Arial" w:hAnsi="Arial" w:cs="Arial"/>
          <w:sz w:val="24"/>
          <w:szCs w:val="24"/>
        </w:rPr>
        <w:t xml:space="preserve"> suradnic</w:t>
      </w:r>
      <w:r w:rsidRPr="00020299">
        <w:rPr>
          <w:rFonts w:ascii="Arial" w:hAnsi="Arial" w:cs="Arial"/>
          <w:sz w:val="24"/>
          <w:szCs w:val="24"/>
        </w:rPr>
        <w:t>a</w:t>
      </w:r>
      <w:r w:rsidR="006C30BB" w:rsidRPr="00020299">
        <w:rPr>
          <w:rFonts w:ascii="Arial" w:hAnsi="Arial" w:cs="Arial"/>
          <w:sz w:val="24"/>
          <w:szCs w:val="24"/>
        </w:rPr>
        <w:t xml:space="preserve"> temeljem ugovora o radu na neodređeno vrijeme</w:t>
      </w:r>
      <w:r w:rsidR="00C869E2">
        <w:rPr>
          <w:rFonts w:ascii="Arial" w:hAnsi="Arial" w:cs="Arial"/>
          <w:sz w:val="24"/>
          <w:szCs w:val="24"/>
        </w:rPr>
        <w:t>, a sa</w:t>
      </w:r>
      <w:r w:rsidR="00AB1441" w:rsidRPr="00020299">
        <w:rPr>
          <w:rFonts w:ascii="Arial" w:hAnsi="Arial" w:cs="Arial"/>
          <w:sz w:val="24"/>
          <w:szCs w:val="24"/>
        </w:rPr>
        <w:t xml:space="preserve"> </w:t>
      </w:r>
      <w:r w:rsidR="006C30BB" w:rsidRPr="00020299">
        <w:rPr>
          <w:rFonts w:ascii="Arial" w:hAnsi="Arial" w:cs="Arial"/>
          <w:sz w:val="24"/>
          <w:szCs w:val="24"/>
        </w:rPr>
        <w:t>stručn</w:t>
      </w:r>
      <w:r w:rsidR="00C869E2">
        <w:rPr>
          <w:rFonts w:ascii="Arial" w:hAnsi="Arial" w:cs="Arial"/>
          <w:sz w:val="24"/>
          <w:szCs w:val="24"/>
        </w:rPr>
        <w:t>om</w:t>
      </w:r>
      <w:r w:rsidR="006C30BB" w:rsidRPr="00020299">
        <w:rPr>
          <w:rFonts w:ascii="Arial" w:hAnsi="Arial" w:cs="Arial"/>
          <w:sz w:val="24"/>
          <w:szCs w:val="24"/>
        </w:rPr>
        <w:t xml:space="preserve"> suradnic</w:t>
      </w:r>
      <w:r w:rsidR="00C869E2">
        <w:rPr>
          <w:rFonts w:ascii="Arial" w:hAnsi="Arial" w:cs="Arial"/>
          <w:sz w:val="24"/>
          <w:szCs w:val="24"/>
        </w:rPr>
        <w:t>om</w:t>
      </w:r>
      <w:r w:rsidR="006C30BB" w:rsidRPr="00020299">
        <w:rPr>
          <w:rFonts w:ascii="Arial" w:hAnsi="Arial" w:cs="Arial"/>
          <w:sz w:val="24"/>
          <w:szCs w:val="24"/>
        </w:rPr>
        <w:t xml:space="preserve"> </w:t>
      </w:r>
      <w:r w:rsidR="00C869E2">
        <w:rPr>
          <w:rFonts w:ascii="Arial" w:hAnsi="Arial" w:cs="Arial"/>
          <w:sz w:val="24"/>
          <w:szCs w:val="24"/>
        </w:rPr>
        <w:t xml:space="preserve">krajem 2024. godine </w:t>
      </w:r>
      <w:r w:rsidR="00476DCF">
        <w:rPr>
          <w:rFonts w:ascii="Arial" w:hAnsi="Arial" w:cs="Arial"/>
          <w:sz w:val="24"/>
          <w:szCs w:val="24"/>
        </w:rPr>
        <w:t xml:space="preserve">po isteku ugovora na određeno vrijeme (12 mjeseci) </w:t>
      </w:r>
      <w:r w:rsidR="00C869E2">
        <w:rPr>
          <w:rFonts w:ascii="Arial" w:hAnsi="Arial" w:cs="Arial"/>
          <w:sz w:val="24"/>
          <w:szCs w:val="24"/>
        </w:rPr>
        <w:t>sklopljen je novi ugovor na određeno vrijeme (60 dana).</w:t>
      </w:r>
    </w:p>
    <w:p w14:paraId="66CFA16A" w14:textId="77777777" w:rsidR="006C30BB" w:rsidRPr="006C30BB" w:rsidRDefault="006C30BB" w:rsidP="006C30BB">
      <w:pPr>
        <w:spacing w:line="360" w:lineRule="auto"/>
        <w:ind w:firstLine="708"/>
        <w:jc w:val="both"/>
        <w:rPr>
          <w:rFonts w:ascii="Arial" w:hAnsi="Arial" w:cs="Arial"/>
          <w:sz w:val="24"/>
          <w:szCs w:val="24"/>
        </w:rPr>
      </w:pPr>
      <w:r w:rsidRPr="006C30BB">
        <w:rPr>
          <w:rFonts w:ascii="Arial" w:hAnsi="Arial" w:cs="Arial"/>
          <w:sz w:val="24"/>
          <w:szCs w:val="24"/>
        </w:rPr>
        <w:t>Budući da Učilište ne posjeduje svoj prostor za realizaciju mnogobrojnih programa, potrebno je voditi računa o osiguravanju i uređenju adekvatnih prostorija, kako za djelatnike Učilišta, tako i za polaznike obrazovnih i kulturnih programa.</w:t>
      </w:r>
    </w:p>
    <w:p w14:paraId="46704B8E" w14:textId="1C0D4380" w:rsidR="006C30BB" w:rsidRPr="006C30BB" w:rsidRDefault="006C30BB" w:rsidP="006C30BB">
      <w:pPr>
        <w:spacing w:line="360" w:lineRule="auto"/>
        <w:ind w:firstLine="708"/>
        <w:jc w:val="both"/>
        <w:rPr>
          <w:rFonts w:ascii="Arial" w:hAnsi="Arial" w:cs="Arial"/>
          <w:sz w:val="24"/>
          <w:szCs w:val="24"/>
        </w:rPr>
      </w:pPr>
      <w:r w:rsidRPr="006C30BB">
        <w:rPr>
          <w:rFonts w:ascii="Arial" w:hAnsi="Arial" w:cs="Arial"/>
          <w:sz w:val="24"/>
          <w:szCs w:val="24"/>
        </w:rPr>
        <w:t>Ukupno je u 202</w:t>
      </w:r>
      <w:r w:rsidR="0013344F">
        <w:rPr>
          <w:rFonts w:ascii="Arial" w:hAnsi="Arial" w:cs="Arial"/>
          <w:sz w:val="24"/>
          <w:szCs w:val="24"/>
        </w:rPr>
        <w:t>4</w:t>
      </w:r>
      <w:r w:rsidRPr="006C30BB">
        <w:rPr>
          <w:rFonts w:ascii="Arial" w:hAnsi="Arial" w:cs="Arial"/>
          <w:sz w:val="24"/>
          <w:szCs w:val="24"/>
        </w:rPr>
        <w:t xml:space="preserve">. godini na predavanjima u organizaciji Učilišta sudjelovalo </w:t>
      </w:r>
      <w:r w:rsidR="005F56B6">
        <w:rPr>
          <w:rFonts w:ascii="Arial" w:hAnsi="Arial" w:cs="Arial"/>
          <w:sz w:val="24"/>
          <w:szCs w:val="24"/>
        </w:rPr>
        <w:t>209</w:t>
      </w:r>
      <w:r w:rsidRPr="006C30BB">
        <w:rPr>
          <w:rFonts w:ascii="Arial" w:hAnsi="Arial" w:cs="Arial"/>
          <w:sz w:val="24"/>
          <w:szCs w:val="24"/>
        </w:rPr>
        <w:t xml:space="preserve"> sudionika, na radionicama </w:t>
      </w:r>
      <w:r w:rsidR="005F56B6">
        <w:rPr>
          <w:rFonts w:ascii="Arial" w:hAnsi="Arial" w:cs="Arial"/>
          <w:sz w:val="24"/>
          <w:szCs w:val="24"/>
        </w:rPr>
        <w:t>148</w:t>
      </w:r>
      <w:r w:rsidRPr="006C30BB">
        <w:rPr>
          <w:rFonts w:ascii="Arial" w:hAnsi="Arial" w:cs="Arial"/>
          <w:sz w:val="24"/>
          <w:szCs w:val="24"/>
        </w:rPr>
        <w:t xml:space="preserve"> polaznika, na kazališnim predstavama </w:t>
      </w:r>
      <w:r w:rsidR="005F56B6">
        <w:rPr>
          <w:rFonts w:ascii="Arial" w:hAnsi="Arial" w:cs="Arial"/>
          <w:sz w:val="24"/>
          <w:szCs w:val="24"/>
        </w:rPr>
        <w:t>620</w:t>
      </w:r>
      <w:r w:rsidRPr="006C30BB">
        <w:rPr>
          <w:rFonts w:ascii="Arial" w:hAnsi="Arial" w:cs="Arial"/>
          <w:sz w:val="24"/>
          <w:szCs w:val="24"/>
        </w:rPr>
        <w:t xml:space="preserve"> posjetitelja, na koncertima </w:t>
      </w:r>
      <w:r w:rsidR="005F56B6">
        <w:rPr>
          <w:rFonts w:ascii="Arial" w:hAnsi="Arial" w:cs="Arial"/>
          <w:sz w:val="24"/>
          <w:szCs w:val="24"/>
        </w:rPr>
        <w:t xml:space="preserve">75 </w:t>
      </w:r>
      <w:r w:rsidRPr="006C30BB">
        <w:rPr>
          <w:rFonts w:ascii="Arial" w:hAnsi="Arial" w:cs="Arial"/>
          <w:sz w:val="24"/>
          <w:szCs w:val="24"/>
        </w:rPr>
        <w:t xml:space="preserve">posjetitelja, na izložbama 25 posjetitelja te na predstavljanjima knjiga/filmova </w:t>
      </w:r>
      <w:r w:rsidR="007069F2">
        <w:rPr>
          <w:rFonts w:ascii="Arial" w:hAnsi="Arial" w:cs="Arial"/>
          <w:sz w:val="24"/>
          <w:szCs w:val="24"/>
        </w:rPr>
        <w:t>23</w:t>
      </w:r>
      <w:r w:rsidRPr="006C30BB">
        <w:rPr>
          <w:rFonts w:ascii="Arial" w:hAnsi="Arial" w:cs="Arial"/>
          <w:sz w:val="24"/>
          <w:szCs w:val="24"/>
        </w:rPr>
        <w:t xml:space="preserve"> sudionika. U svim aktivnostima Učilišta u 202</w:t>
      </w:r>
      <w:r w:rsidR="007069F2">
        <w:rPr>
          <w:rFonts w:ascii="Arial" w:hAnsi="Arial" w:cs="Arial"/>
          <w:sz w:val="24"/>
          <w:szCs w:val="24"/>
        </w:rPr>
        <w:t>4</w:t>
      </w:r>
      <w:r w:rsidRPr="006C30BB">
        <w:rPr>
          <w:rFonts w:ascii="Arial" w:hAnsi="Arial" w:cs="Arial"/>
          <w:sz w:val="24"/>
          <w:szCs w:val="24"/>
        </w:rPr>
        <w:t xml:space="preserve">. godini, </w:t>
      </w:r>
      <w:r w:rsidRPr="00394A38">
        <w:rPr>
          <w:rFonts w:ascii="Arial" w:hAnsi="Arial" w:cs="Arial"/>
          <w:sz w:val="24"/>
          <w:szCs w:val="24"/>
        </w:rPr>
        <w:t>odnosno u 2</w:t>
      </w:r>
      <w:r w:rsidR="00394A38" w:rsidRPr="00394A38">
        <w:rPr>
          <w:rFonts w:ascii="Arial" w:hAnsi="Arial" w:cs="Arial"/>
          <w:sz w:val="24"/>
          <w:szCs w:val="24"/>
        </w:rPr>
        <w:t>9</w:t>
      </w:r>
      <w:r w:rsidRPr="00394A38">
        <w:rPr>
          <w:rFonts w:ascii="Arial" w:hAnsi="Arial" w:cs="Arial"/>
          <w:sz w:val="24"/>
          <w:szCs w:val="24"/>
        </w:rPr>
        <w:t xml:space="preserve"> aktivnosti ukupno</w:t>
      </w:r>
      <w:r w:rsidRPr="006C30BB">
        <w:rPr>
          <w:rFonts w:ascii="Arial" w:hAnsi="Arial" w:cs="Arial"/>
          <w:sz w:val="24"/>
          <w:szCs w:val="24"/>
        </w:rPr>
        <w:t xml:space="preserve"> je sudjelovalo </w:t>
      </w:r>
      <w:r w:rsidR="00A92030">
        <w:rPr>
          <w:rFonts w:ascii="Arial" w:hAnsi="Arial" w:cs="Arial"/>
          <w:sz w:val="24"/>
          <w:szCs w:val="24"/>
        </w:rPr>
        <w:t>1075</w:t>
      </w:r>
      <w:r w:rsidRPr="006C30BB">
        <w:rPr>
          <w:rFonts w:ascii="Arial" w:hAnsi="Arial" w:cs="Arial"/>
          <w:sz w:val="24"/>
          <w:szCs w:val="24"/>
        </w:rPr>
        <w:t xml:space="preserve"> osoba</w:t>
      </w:r>
      <w:r w:rsidR="00313221">
        <w:rPr>
          <w:rFonts w:ascii="Arial" w:hAnsi="Arial" w:cs="Arial"/>
          <w:sz w:val="24"/>
          <w:szCs w:val="24"/>
        </w:rPr>
        <w:t xml:space="preserve">, što je povećanje za </w:t>
      </w:r>
      <w:r w:rsidR="00F40AE6">
        <w:rPr>
          <w:rFonts w:ascii="Arial" w:hAnsi="Arial" w:cs="Arial"/>
          <w:sz w:val="24"/>
          <w:szCs w:val="24"/>
        </w:rPr>
        <w:t xml:space="preserve">30,3 % u odnosu na 2023. godinu. </w:t>
      </w:r>
    </w:p>
    <w:p w14:paraId="3488DBF3" w14:textId="2BA08F5C" w:rsidR="00B96A9D" w:rsidRDefault="006C30BB" w:rsidP="006C30BB">
      <w:pPr>
        <w:spacing w:line="360" w:lineRule="auto"/>
        <w:ind w:firstLine="708"/>
        <w:jc w:val="both"/>
        <w:rPr>
          <w:rFonts w:ascii="Arial" w:hAnsi="Arial" w:cs="Arial"/>
          <w:sz w:val="24"/>
          <w:szCs w:val="24"/>
        </w:rPr>
      </w:pPr>
      <w:r w:rsidRPr="006C30BB">
        <w:rPr>
          <w:rFonts w:ascii="Arial" w:hAnsi="Arial" w:cs="Arial"/>
          <w:sz w:val="24"/>
          <w:szCs w:val="24"/>
        </w:rPr>
        <w:lastRenderedPageBreak/>
        <w:t>Uvjer</w:t>
      </w:r>
      <w:r w:rsidR="001D538C">
        <w:rPr>
          <w:rFonts w:ascii="Arial" w:hAnsi="Arial" w:cs="Arial"/>
          <w:sz w:val="24"/>
          <w:szCs w:val="24"/>
        </w:rPr>
        <w:t>ena</w:t>
      </w:r>
      <w:r w:rsidRPr="006C30BB">
        <w:rPr>
          <w:rFonts w:ascii="Arial" w:hAnsi="Arial" w:cs="Arial"/>
          <w:sz w:val="24"/>
          <w:szCs w:val="24"/>
        </w:rPr>
        <w:t xml:space="preserve"> sam da kroz djelovanje Učilišta, grad Pregrada već sada ima značajnu ponudu obrazovnih i kulturnih događanja za odrasle polaznike i </w:t>
      </w:r>
      <w:r w:rsidR="00B1042C">
        <w:rPr>
          <w:rFonts w:ascii="Arial" w:hAnsi="Arial" w:cs="Arial"/>
          <w:sz w:val="24"/>
          <w:szCs w:val="24"/>
        </w:rPr>
        <w:t>druge zainteresirane</w:t>
      </w:r>
      <w:r w:rsidRPr="006C30BB">
        <w:rPr>
          <w:rFonts w:ascii="Arial" w:hAnsi="Arial" w:cs="Arial"/>
          <w:sz w:val="24"/>
          <w:szCs w:val="24"/>
        </w:rPr>
        <w:t>,</w:t>
      </w:r>
      <w:r w:rsidR="00BA575E">
        <w:rPr>
          <w:rFonts w:ascii="Arial" w:hAnsi="Arial" w:cs="Arial"/>
          <w:sz w:val="24"/>
          <w:szCs w:val="24"/>
        </w:rPr>
        <w:t xml:space="preserve"> što je vidljivo i iz značajnog povećanja broja polaznika programa i sudionika događanja u protekloj godini,</w:t>
      </w:r>
      <w:r w:rsidRPr="006C30BB">
        <w:rPr>
          <w:rFonts w:ascii="Arial" w:hAnsi="Arial" w:cs="Arial"/>
          <w:sz w:val="24"/>
          <w:szCs w:val="24"/>
        </w:rPr>
        <w:t xml:space="preserve"> a da će u budućnosti</w:t>
      </w:r>
      <w:r w:rsidR="00B1042C">
        <w:rPr>
          <w:rFonts w:ascii="Arial" w:hAnsi="Arial" w:cs="Arial"/>
          <w:sz w:val="24"/>
          <w:szCs w:val="24"/>
        </w:rPr>
        <w:t>, uz potrebna ulaganja u prostorne i kadrovske kapacitete</w:t>
      </w:r>
      <w:r w:rsidR="00B96A9D">
        <w:rPr>
          <w:rFonts w:ascii="Arial" w:hAnsi="Arial" w:cs="Arial"/>
          <w:sz w:val="24"/>
          <w:szCs w:val="24"/>
        </w:rPr>
        <w:t>,</w:t>
      </w:r>
      <w:r w:rsidRPr="006C30BB">
        <w:rPr>
          <w:rFonts w:ascii="Arial" w:hAnsi="Arial" w:cs="Arial"/>
          <w:sz w:val="24"/>
          <w:szCs w:val="24"/>
        </w:rPr>
        <w:t xml:space="preserve"> postati središ</w:t>
      </w:r>
      <w:r w:rsidR="00B96A9D">
        <w:rPr>
          <w:rFonts w:ascii="Arial" w:hAnsi="Arial" w:cs="Arial"/>
          <w:sz w:val="24"/>
          <w:szCs w:val="24"/>
        </w:rPr>
        <w:t>nje mjesto za</w:t>
      </w:r>
      <w:r w:rsidRPr="006C30BB">
        <w:rPr>
          <w:rFonts w:ascii="Arial" w:hAnsi="Arial" w:cs="Arial"/>
          <w:sz w:val="24"/>
          <w:szCs w:val="24"/>
        </w:rPr>
        <w:t xml:space="preserve"> obrazovanj</w:t>
      </w:r>
      <w:r w:rsidR="00B96A9D">
        <w:rPr>
          <w:rFonts w:ascii="Arial" w:hAnsi="Arial" w:cs="Arial"/>
          <w:sz w:val="24"/>
          <w:szCs w:val="24"/>
        </w:rPr>
        <w:t>e</w:t>
      </w:r>
      <w:r w:rsidRPr="006C30BB">
        <w:rPr>
          <w:rFonts w:ascii="Arial" w:hAnsi="Arial" w:cs="Arial"/>
          <w:sz w:val="24"/>
          <w:szCs w:val="24"/>
        </w:rPr>
        <w:t xml:space="preserve"> odraslih zapadnog dijela Hrvatskog zagorja. </w:t>
      </w:r>
    </w:p>
    <w:p w14:paraId="25BE18AF" w14:textId="77777777" w:rsidR="001931B0" w:rsidRDefault="006C30BB" w:rsidP="006C30BB">
      <w:pPr>
        <w:spacing w:line="360" w:lineRule="auto"/>
        <w:ind w:firstLine="708"/>
        <w:jc w:val="both"/>
        <w:rPr>
          <w:rFonts w:ascii="Arial" w:hAnsi="Arial" w:cs="Arial"/>
          <w:sz w:val="24"/>
          <w:szCs w:val="24"/>
        </w:rPr>
      </w:pPr>
      <w:r w:rsidRPr="006C30BB">
        <w:rPr>
          <w:rFonts w:ascii="Arial" w:hAnsi="Arial" w:cs="Arial"/>
          <w:sz w:val="24"/>
          <w:szCs w:val="24"/>
        </w:rPr>
        <w:t xml:space="preserve">Naša želja je da građanima grada Pregrade, ali i stanovnicima okolnih općina koje gravitiraju Pregradi, poput npr. Huma na Sutli ili Desinića, kroz aktivnosti Učilišta osiguravamo pristup kvalitetnim, pomno osmišljenim i organiziranim sadržajima kojima ćemo zadovoljavati njihovu potrebu za usavršavanjem, cjeloživotnim učenjem i obrazovanjem, stjecanjem novih znanja i vještina, ali i sudjelovanjem u kulturnim događanjima te razvojem i poticanjem kreativnosti. </w:t>
      </w:r>
    </w:p>
    <w:p w14:paraId="5D0F5D94" w14:textId="5A526373" w:rsidR="006C30BB" w:rsidRDefault="006C30BB" w:rsidP="006C30BB">
      <w:pPr>
        <w:spacing w:line="360" w:lineRule="auto"/>
        <w:ind w:firstLine="708"/>
        <w:jc w:val="both"/>
        <w:rPr>
          <w:rFonts w:ascii="Arial" w:hAnsi="Arial" w:cs="Arial"/>
          <w:sz w:val="24"/>
          <w:szCs w:val="24"/>
        </w:rPr>
      </w:pPr>
      <w:r w:rsidRPr="006C30BB">
        <w:rPr>
          <w:rFonts w:ascii="Arial" w:hAnsi="Arial" w:cs="Arial"/>
          <w:sz w:val="24"/>
          <w:szCs w:val="24"/>
        </w:rPr>
        <w:t>Na taj način, Učilište daje svoj doprinos u obrazovnom i kulturnom životu grada te razvoju grada Pregrade u širem smislu te riječi.</w:t>
      </w:r>
    </w:p>
    <w:p w14:paraId="1620497D" w14:textId="77777777" w:rsidR="00AE28EA" w:rsidRPr="006C30BB" w:rsidRDefault="00AE28EA" w:rsidP="006C30BB">
      <w:pPr>
        <w:spacing w:line="360" w:lineRule="auto"/>
        <w:ind w:firstLine="708"/>
        <w:jc w:val="both"/>
        <w:rPr>
          <w:rFonts w:ascii="Arial" w:hAnsi="Arial" w:cs="Arial"/>
          <w:sz w:val="24"/>
          <w:szCs w:val="24"/>
        </w:rPr>
      </w:pPr>
    </w:p>
    <w:p w14:paraId="3185CC2F" w14:textId="2FD2DE40" w:rsidR="006C30BB" w:rsidRPr="006C30BB" w:rsidRDefault="00ED7D1D" w:rsidP="00ED7D1D">
      <w:pPr>
        <w:ind w:left="4956"/>
        <w:rPr>
          <w:rFonts w:ascii="Arial" w:hAnsi="Arial" w:cs="Arial"/>
          <w:b/>
          <w:bCs/>
          <w:sz w:val="24"/>
          <w:szCs w:val="24"/>
        </w:rPr>
      </w:pPr>
      <w:r>
        <w:rPr>
          <w:rFonts w:ascii="Arial" w:hAnsi="Arial" w:cs="Arial"/>
          <w:b/>
          <w:bCs/>
          <w:sz w:val="24"/>
          <w:szCs w:val="24"/>
        </w:rPr>
        <w:t>PREDSJEDNICA UPRAVNOG VIJEĆA</w:t>
      </w:r>
    </w:p>
    <w:p w14:paraId="61C9CE68" w14:textId="77777777" w:rsidR="00ED7D1D" w:rsidRDefault="00ED7D1D" w:rsidP="00ED7D1D">
      <w:pPr>
        <w:ind w:firstLine="708"/>
        <w:jc w:val="center"/>
        <w:rPr>
          <w:rFonts w:ascii="Arial" w:hAnsi="Arial" w:cs="Arial"/>
          <w:sz w:val="24"/>
          <w:szCs w:val="24"/>
        </w:rPr>
      </w:pPr>
    </w:p>
    <w:p w14:paraId="74F7039C" w14:textId="25948469" w:rsidR="006C30BB" w:rsidRDefault="006C30BB" w:rsidP="00ED7D1D">
      <w:pPr>
        <w:ind w:left="4248" w:firstLine="708"/>
        <w:jc w:val="center"/>
        <w:rPr>
          <w:rFonts w:ascii="Arial" w:hAnsi="Arial" w:cs="Arial"/>
          <w:sz w:val="24"/>
          <w:szCs w:val="24"/>
        </w:rPr>
      </w:pPr>
      <w:r w:rsidRPr="006C30BB">
        <w:rPr>
          <w:rFonts w:ascii="Arial" w:hAnsi="Arial" w:cs="Arial"/>
          <w:sz w:val="24"/>
          <w:szCs w:val="24"/>
        </w:rPr>
        <w:t>________________</w:t>
      </w:r>
    </w:p>
    <w:p w14:paraId="4CA1F7D5" w14:textId="69E5F637" w:rsidR="00AE28EA" w:rsidRPr="006C30BB" w:rsidRDefault="00ED7D1D" w:rsidP="00ED7D1D">
      <w:pPr>
        <w:ind w:left="4248" w:firstLine="708"/>
        <w:jc w:val="center"/>
        <w:rPr>
          <w:rFonts w:ascii="Arial" w:hAnsi="Arial" w:cs="Arial"/>
          <w:sz w:val="24"/>
          <w:szCs w:val="24"/>
        </w:rPr>
      </w:pPr>
      <w:r>
        <w:rPr>
          <w:rFonts w:ascii="Arial" w:hAnsi="Arial" w:cs="Arial"/>
          <w:sz w:val="24"/>
          <w:szCs w:val="24"/>
        </w:rPr>
        <w:t>Zdravka Žiger, prof.</w:t>
      </w:r>
    </w:p>
    <w:p w14:paraId="1AF1C9E6" w14:textId="19709E5D" w:rsidR="009122E4" w:rsidRPr="00DC43E6" w:rsidRDefault="009122E4" w:rsidP="00DC43E6"/>
    <w:sectPr w:rsidR="009122E4" w:rsidRPr="00DC43E6" w:rsidSect="007A032D">
      <w:headerReference w:type="default" r:id="rId12"/>
      <w:pgSz w:w="11906" w:h="16838"/>
      <w:pgMar w:top="1985" w:right="1134" w:bottom="1440" w:left="1134" w:header="22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CF915A" w14:textId="77777777" w:rsidR="000D2C60" w:rsidRDefault="000D2C60" w:rsidP="000D7E73">
      <w:pPr>
        <w:spacing w:after="0" w:line="240" w:lineRule="auto"/>
      </w:pPr>
      <w:r>
        <w:separator/>
      </w:r>
    </w:p>
  </w:endnote>
  <w:endnote w:type="continuationSeparator" w:id="0">
    <w:p w14:paraId="75214E20" w14:textId="77777777" w:rsidR="000D2C60" w:rsidRDefault="000D2C60" w:rsidP="000D7E73">
      <w:pPr>
        <w:spacing w:after="0" w:line="240" w:lineRule="auto"/>
      </w:pPr>
      <w:r>
        <w:continuationSeparator/>
      </w:r>
    </w:p>
  </w:endnote>
  <w:endnote w:type="continuationNotice" w:id="1">
    <w:p w14:paraId="55D1E48E" w14:textId="77777777" w:rsidR="000D2C60" w:rsidRDefault="000D2C6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imes">
    <w:panose1 w:val="02020603050405020304"/>
    <w:charset w:val="00"/>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Lexend">
    <w:altName w:val="Calibri"/>
    <w:charset w:val="EE"/>
    <w:family w:val="auto"/>
    <w:pitch w:val="variable"/>
    <w:sig w:usb0="A00000FF" w:usb1="4000205B" w:usb2="00000000" w:usb3="00000000" w:csb0="00000193"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D3FE2F" w14:textId="77777777" w:rsidR="000D2C60" w:rsidRDefault="000D2C60" w:rsidP="000D7E73">
      <w:pPr>
        <w:spacing w:after="0" w:line="240" w:lineRule="auto"/>
      </w:pPr>
      <w:r>
        <w:separator/>
      </w:r>
    </w:p>
  </w:footnote>
  <w:footnote w:type="continuationSeparator" w:id="0">
    <w:p w14:paraId="620FB4A8" w14:textId="77777777" w:rsidR="000D2C60" w:rsidRDefault="000D2C60" w:rsidP="000D7E73">
      <w:pPr>
        <w:spacing w:after="0" w:line="240" w:lineRule="auto"/>
      </w:pPr>
      <w:r>
        <w:continuationSeparator/>
      </w:r>
    </w:p>
  </w:footnote>
  <w:footnote w:type="continuationNotice" w:id="1">
    <w:p w14:paraId="03F1A6F3" w14:textId="77777777" w:rsidR="000D2C60" w:rsidRDefault="000D2C6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85EBC4" w14:textId="2797423B" w:rsidR="00EF63EC" w:rsidRDefault="00B36F00">
    <w:pPr>
      <w:pStyle w:val="Zaglavlje"/>
    </w:pPr>
    <w:r>
      <w:rPr>
        <w:noProof/>
      </w:rPr>
      <mc:AlternateContent>
        <mc:Choice Requires="wps">
          <w:drawing>
            <wp:anchor distT="45720" distB="45720" distL="114300" distR="114300" simplePos="0" relativeHeight="251658240" behindDoc="0" locked="0" layoutInCell="1" allowOverlap="1" wp14:anchorId="54649B9E" wp14:editId="78469FB0">
              <wp:simplePos x="0" y="0"/>
              <wp:positionH relativeFrom="margin">
                <wp:posOffset>4937760</wp:posOffset>
              </wp:positionH>
              <wp:positionV relativeFrom="paragraph">
                <wp:posOffset>265430</wp:posOffset>
              </wp:positionV>
              <wp:extent cx="1476375" cy="771525"/>
              <wp:effectExtent l="0" t="0" r="9525" b="9525"/>
              <wp:wrapSquare wrapText="bothSides"/>
              <wp:docPr id="5" name="Tekstni okvir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6375" cy="771525"/>
                      </a:xfrm>
                      <a:prstGeom prst="rect">
                        <a:avLst/>
                      </a:prstGeom>
                      <a:solidFill>
                        <a:srgbClr val="FFFFFF"/>
                      </a:solidFill>
                      <a:ln w="9525">
                        <a:noFill/>
                        <a:miter lim="800000"/>
                        <a:headEnd/>
                        <a:tailEnd/>
                      </a:ln>
                    </wps:spPr>
                    <wps:txbx>
                      <w:txbxContent>
                        <w:p w14:paraId="57882C97" w14:textId="77777777" w:rsidR="00EF63EC" w:rsidRPr="002E454C" w:rsidRDefault="00EF63EC" w:rsidP="00EF63EC">
                          <w:pPr>
                            <w:spacing w:line="240" w:lineRule="auto"/>
                            <w:rPr>
                              <w:rFonts w:ascii="Lexend" w:hAnsi="Lexend"/>
                              <w:sz w:val="14"/>
                              <w:szCs w:val="14"/>
                            </w:rPr>
                          </w:pPr>
                          <w:r w:rsidRPr="002E454C">
                            <w:rPr>
                              <w:rFonts w:ascii="Lexend" w:hAnsi="Lexend"/>
                              <w:sz w:val="14"/>
                              <w:szCs w:val="14"/>
                            </w:rPr>
                            <w:t xml:space="preserve">Trg Gospe Kunagorske 3, </w:t>
                          </w:r>
                          <w:r w:rsidRPr="002E454C">
                            <w:rPr>
                              <w:rFonts w:ascii="Lexend" w:hAnsi="Lexend"/>
                              <w:sz w:val="14"/>
                              <w:szCs w:val="14"/>
                            </w:rPr>
                            <w:br/>
                            <w:t>HR-49218 Pregrada</w:t>
                          </w:r>
                          <w:r w:rsidRPr="002E454C">
                            <w:rPr>
                              <w:rFonts w:ascii="Lexend" w:hAnsi="Lexend"/>
                              <w:sz w:val="14"/>
                              <w:szCs w:val="14"/>
                            </w:rPr>
                            <w:br/>
                          </w:r>
                          <w:r w:rsidRPr="002E454C">
                            <w:rPr>
                              <w:rFonts w:ascii="Lexend" w:hAnsi="Lexend"/>
                              <w:color w:val="000000" w:themeColor="text1"/>
                              <w:sz w:val="14"/>
                              <w:szCs w:val="14"/>
                            </w:rPr>
                            <w:t>OIB</w:t>
                          </w:r>
                          <w:r w:rsidRPr="002E454C">
                            <w:rPr>
                              <w:rFonts w:ascii="Lexend" w:hAnsi="Lexend"/>
                              <w:sz w:val="14"/>
                              <w:szCs w:val="14"/>
                            </w:rPr>
                            <w:t xml:space="preserve">  62928882154</w:t>
                          </w:r>
                          <w:r w:rsidRPr="002E454C">
                            <w:rPr>
                              <w:rFonts w:ascii="Lexend" w:hAnsi="Lexend"/>
                              <w:sz w:val="14"/>
                              <w:szCs w:val="14"/>
                            </w:rPr>
                            <w:br/>
                          </w:r>
                          <w:r w:rsidRPr="002E454C">
                            <w:rPr>
                              <w:rFonts w:ascii="Lexend" w:hAnsi="Lexend"/>
                              <w:color w:val="7FC241"/>
                              <w:sz w:val="14"/>
                              <w:szCs w:val="14"/>
                            </w:rPr>
                            <w:t xml:space="preserve">T   </w:t>
                          </w:r>
                          <w:r w:rsidRPr="002E454C">
                            <w:rPr>
                              <w:rFonts w:ascii="Lexend" w:hAnsi="Lexend"/>
                              <w:sz w:val="14"/>
                              <w:szCs w:val="14"/>
                            </w:rPr>
                            <w:t>+385 49 376 122</w:t>
                          </w:r>
                          <w:r w:rsidRPr="002E454C">
                            <w:rPr>
                              <w:rFonts w:ascii="Lexend" w:hAnsi="Lexend"/>
                              <w:sz w:val="14"/>
                              <w:szCs w:val="14"/>
                            </w:rPr>
                            <w:br/>
                          </w:r>
                          <w:r w:rsidRPr="002E454C">
                            <w:rPr>
                              <w:rFonts w:ascii="Lexend" w:hAnsi="Lexend"/>
                              <w:color w:val="7FC241"/>
                              <w:sz w:val="14"/>
                              <w:szCs w:val="14"/>
                            </w:rPr>
                            <w:t>M</w:t>
                          </w:r>
                          <w:r w:rsidRPr="002E454C">
                            <w:rPr>
                              <w:rFonts w:ascii="Lexend" w:hAnsi="Lexend"/>
                              <w:sz w:val="14"/>
                              <w:szCs w:val="14"/>
                            </w:rPr>
                            <w:t xml:space="preserve">  +385 99 376 1222</w:t>
                          </w:r>
                          <w:r w:rsidRPr="002E454C">
                            <w:rPr>
                              <w:rFonts w:ascii="Lexend" w:hAnsi="Lexend"/>
                              <w:sz w:val="14"/>
                              <w:szCs w:val="14"/>
                            </w:rPr>
                            <w:br/>
                          </w:r>
                          <w:r w:rsidRPr="002E454C">
                            <w:rPr>
                              <w:rFonts w:ascii="Lexend" w:hAnsi="Lexend"/>
                              <w:color w:val="7FC241"/>
                              <w:sz w:val="14"/>
                              <w:szCs w:val="14"/>
                            </w:rPr>
                            <w:t xml:space="preserve">E-MAIL </w:t>
                          </w:r>
                          <w:r w:rsidRPr="002E454C">
                            <w:rPr>
                              <w:rFonts w:ascii="Lexend" w:hAnsi="Lexend"/>
                              <w:sz w:val="14"/>
                              <w:szCs w:val="14"/>
                            </w:rPr>
                            <w:t>pou@pregrada.hr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4649B9E" id="_x0000_t202" coordsize="21600,21600" o:spt="202" path="m,l,21600r21600,l21600,xe">
              <v:stroke joinstyle="miter"/>
              <v:path gradientshapeok="t" o:connecttype="rect"/>
            </v:shapetype>
            <v:shape id="Tekstni okvir 2" o:spid="_x0000_s1026" type="#_x0000_t202" style="position:absolute;margin-left:388.8pt;margin-top:20.9pt;width:116.25pt;height:60.7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" stroked="f">
              <v:textbox>
                <w:txbxContent>
                  <w:p w14:paraId="57882C97" w14:textId="77777777" w:rsidR="00EF63EC" w:rsidRPr="002E454C" w:rsidRDefault="00EF63EC" w:rsidP="00EF63EC">
                    <w:pPr>
                      <w:spacing w:line="240" w:lineRule="auto"/>
                      <w:rPr>
                        <w:rFonts w:ascii="Lexend" w:hAnsi="Lexend"/>
                        <w:sz w:val="14"/>
                        <w:szCs w:val="14"/>
                      </w:rPr>
                    </w:pPr>
                    <w:r w:rsidRPr="002E454C">
                      <w:rPr>
                        <w:rFonts w:ascii="Lexend" w:hAnsi="Lexend"/>
                        <w:sz w:val="14"/>
                        <w:szCs w:val="14"/>
                      </w:rPr>
                      <w:t xml:space="preserve">Trg Gospe Kunagorske 3, </w:t>
                    </w:r>
                    <w:r w:rsidRPr="002E454C">
                      <w:rPr>
                        <w:rFonts w:ascii="Lexend" w:hAnsi="Lexend"/>
                        <w:sz w:val="14"/>
                        <w:szCs w:val="14"/>
                      </w:rPr>
                      <w:br/>
                      <w:t>HR-49218 Pregrada</w:t>
                    </w:r>
                    <w:r w:rsidRPr="002E454C">
                      <w:rPr>
                        <w:rFonts w:ascii="Lexend" w:hAnsi="Lexend"/>
                        <w:sz w:val="14"/>
                        <w:szCs w:val="14"/>
                      </w:rPr>
                      <w:br/>
                    </w:r>
                    <w:r w:rsidRPr="002E454C">
                      <w:rPr>
                        <w:rFonts w:ascii="Lexend" w:hAnsi="Lexend"/>
                        <w:color w:val="000000" w:themeColor="text1"/>
                        <w:sz w:val="14"/>
                        <w:szCs w:val="14"/>
                      </w:rPr>
                      <w:t>OIB</w:t>
                    </w:r>
                    <w:r w:rsidRPr="002E454C">
                      <w:rPr>
                        <w:rFonts w:ascii="Lexend" w:hAnsi="Lexend"/>
                        <w:sz w:val="14"/>
                        <w:szCs w:val="14"/>
                      </w:rPr>
                      <w:t xml:space="preserve">  62928882154</w:t>
                    </w:r>
                    <w:r w:rsidRPr="002E454C">
                      <w:rPr>
                        <w:rFonts w:ascii="Lexend" w:hAnsi="Lexend"/>
                        <w:sz w:val="14"/>
                        <w:szCs w:val="14"/>
                      </w:rPr>
                      <w:br/>
                    </w:r>
                    <w:r w:rsidRPr="002E454C">
                      <w:rPr>
                        <w:rFonts w:ascii="Lexend" w:hAnsi="Lexend"/>
                        <w:color w:val="7FC241"/>
                        <w:sz w:val="14"/>
                        <w:szCs w:val="14"/>
                      </w:rPr>
                      <w:t xml:space="preserve">T   </w:t>
                    </w:r>
                    <w:r w:rsidRPr="002E454C">
                      <w:rPr>
                        <w:rFonts w:ascii="Lexend" w:hAnsi="Lexend"/>
                        <w:sz w:val="14"/>
                        <w:szCs w:val="14"/>
                      </w:rPr>
                      <w:t>+385 49 376 122</w:t>
                    </w:r>
                    <w:r w:rsidRPr="002E454C">
                      <w:rPr>
                        <w:rFonts w:ascii="Lexend" w:hAnsi="Lexend"/>
                        <w:sz w:val="14"/>
                        <w:szCs w:val="14"/>
                      </w:rPr>
                      <w:br/>
                    </w:r>
                    <w:r w:rsidRPr="002E454C">
                      <w:rPr>
                        <w:rFonts w:ascii="Lexend" w:hAnsi="Lexend"/>
                        <w:color w:val="7FC241"/>
                        <w:sz w:val="14"/>
                        <w:szCs w:val="14"/>
                      </w:rPr>
                      <w:t>M</w:t>
                    </w:r>
                    <w:r w:rsidRPr="002E454C">
                      <w:rPr>
                        <w:rFonts w:ascii="Lexend" w:hAnsi="Lexend"/>
                        <w:sz w:val="14"/>
                        <w:szCs w:val="14"/>
                      </w:rPr>
                      <w:t xml:space="preserve">  +385 99 376 1222</w:t>
                    </w:r>
                    <w:r w:rsidRPr="002E454C">
                      <w:rPr>
                        <w:rFonts w:ascii="Lexend" w:hAnsi="Lexend"/>
                        <w:sz w:val="14"/>
                        <w:szCs w:val="14"/>
                      </w:rPr>
                      <w:br/>
                    </w:r>
                    <w:r w:rsidRPr="002E454C">
                      <w:rPr>
                        <w:rFonts w:ascii="Lexend" w:hAnsi="Lexend"/>
                        <w:color w:val="7FC241"/>
                        <w:sz w:val="14"/>
                        <w:szCs w:val="14"/>
                      </w:rPr>
                      <w:t xml:space="preserve">E-MAIL </w:t>
                    </w:r>
                    <w:r w:rsidRPr="002E454C">
                      <w:rPr>
                        <w:rFonts w:ascii="Lexend" w:hAnsi="Lexend"/>
                        <w:sz w:val="14"/>
                        <w:szCs w:val="14"/>
                      </w:rPr>
                      <w:t>pou@pregrada.hr</w:t>
                    </w:r>
                  </w:p>
                </w:txbxContent>
              </v:textbox>
              <w10:wrap type="square" anchorx="margin"/>
            </v:shape>
          </w:pict>
        </mc:Fallback>
      </mc:AlternateContent>
    </w:r>
    <w:r w:rsidR="00EF63EC">
      <w:rPr>
        <w:noProof/>
      </w:rPr>
      <w:drawing>
        <wp:anchor distT="0" distB="0" distL="114300" distR="114300" simplePos="0" relativeHeight="251658241" behindDoc="0" locked="0" layoutInCell="1" allowOverlap="1" wp14:anchorId="10BAE061" wp14:editId="4E354F22">
          <wp:simplePos x="0" y="0"/>
          <wp:positionH relativeFrom="margin">
            <wp:align>left</wp:align>
          </wp:positionH>
          <wp:positionV relativeFrom="paragraph">
            <wp:posOffset>227330</wp:posOffset>
          </wp:positionV>
          <wp:extent cx="2819400" cy="756989"/>
          <wp:effectExtent l="0" t="0" r="0" b="0"/>
          <wp:wrapNone/>
          <wp:docPr id="18" name="Slika 18" descr="Slika na kojoj se prikazuje grafika, dizajn&#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Slika 18" descr="Slika na kojoj se prikazuje grafika, dizajn&#10;&#10;Opis je automatski generiran"/>
                  <pic:cNvPicPr/>
                </pic:nvPicPr>
                <pic:blipFill>
                  <a:blip r:embed="rId1">
                    <a:extLst>
                      <a:ext uri="{28A0092B-C50C-407E-A947-70E740481C1C}">
                        <a14:useLocalDpi xmlns:a14="http://schemas.microsoft.com/office/drawing/2010/main" val="0"/>
                      </a:ext>
                    </a:extLst>
                  </a:blip>
                  <a:stretch>
                    <a:fillRect/>
                  </a:stretch>
                </pic:blipFill>
                <pic:spPr>
                  <a:xfrm>
                    <a:off x="0" y="0"/>
                    <a:ext cx="2819400" cy="75698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92CDA"/>
    <w:multiLevelType w:val="hybridMultilevel"/>
    <w:tmpl w:val="D77682DC"/>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1" w15:restartNumberingAfterBreak="0">
    <w:nsid w:val="106C4332"/>
    <w:multiLevelType w:val="hybridMultilevel"/>
    <w:tmpl w:val="D60E6A04"/>
    <w:lvl w:ilvl="0" w:tplc="041A0017">
      <w:start w:val="1"/>
      <w:numFmt w:val="lowerLetter"/>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2" w15:restartNumberingAfterBreak="0">
    <w:nsid w:val="38497ADE"/>
    <w:multiLevelType w:val="hybridMultilevel"/>
    <w:tmpl w:val="71BCC78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59973953"/>
    <w:multiLevelType w:val="hybridMultilevel"/>
    <w:tmpl w:val="DF9CFF56"/>
    <w:lvl w:ilvl="0" w:tplc="F9C6C67A">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num w:numId="1" w16cid:durableId="1249969860">
    <w:abstractNumId w:val="2"/>
  </w:num>
  <w:num w:numId="2" w16cid:durableId="746541477">
    <w:abstractNumId w:val="1"/>
  </w:num>
  <w:num w:numId="3" w16cid:durableId="482115389">
    <w:abstractNumId w:val="0"/>
  </w:num>
  <w:num w:numId="4" w16cid:durableId="9284682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403"/>
    <w:rsid w:val="00000FE5"/>
    <w:rsid w:val="000059AD"/>
    <w:rsid w:val="00006CFD"/>
    <w:rsid w:val="00007027"/>
    <w:rsid w:val="00014F5F"/>
    <w:rsid w:val="00016BC0"/>
    <w:rsid w:val="00020299"/>
    <w:rsid w:val="0002350F"/>
    <w:rsid w:val="000460B0"/>
    <w:rsid w:val="00053911"/>
    <w:rsid w:val="00053CA2"/>
    <w:rsid w:val="000651DD"/>
    <w:rsid w:val="0006566E"/>
    <w:rsid w:val="000862BE"/>
    <w:rsid w:val="000A0C2D"/>
    <w:rsid w:val="000A2335"/>
    <w:rsid w:val="000B1A82"/>
    <w:rsid w:val="000D0D1E"/>
    <w:rsid w:val="000D162F"/>
    <w:rsid w:val="000D2C60"/>
    <w:rsid w:val="000D6C53"/>
    <w:rsid w:val="000D7E73"/>
    <w:rsid w:val="000D7F6B"/>
    <w:rsid w:val="000E76B8"/>
    <w:rsid w:val="000E780B"/>
    <w:rsid w:val="001059D6"/>
    <w:rsid w:val="0011342D"/>
    <w:rsid w:val="00115B90"/>
    <w:rsid w:val="001261D7"/>
    <w:rsid w:val="0013344F"/>
    <w:rsid w:val="001662FE"/>
    <w:rsid w:val="001720D7"/>
    <w:rsid w:val="00181115"/>
    <w:rsid w:val="00181508"/>
    <w:rsid w:val="001931B0"/>
    <w:rsid w:val="001A6AFB"/>
    <w:rsid w:val="001A715F"/>
    <w:rsid w:val="001C1704"/>
    <w:rsid w:val="001D0ABB"/>
    <w:rsid w:val="001D44F2"/>
    <w:rsid w:val="001D538C"/>
    <w:rsid w:val="001D55DD"/>
    <w:rsid w:val="001E3CA9"/>
    <w:rsid w:val="001E7B3C"/>
    <w:rsid w:val="001F7166"/>
    <w:rsid w:val="00211143"/>
    <w:rsid w:val="002120A8"/>
    <w:rsid w:val="00217A38"/>
    <w:rsid w:val="00221FC8"/>
    <w:rsid w:val="0023029E"/>
    <w:rsid w:val="00235A86"/>
    <w:rsid w:val="00240EFA"/>
    <w:rsid w:val="00243291"/>
    <w:rsid w:val="00255AE9"/>
    <w:rsid w:val="00256092"/>
    <w:rsid w:val="00263840"/>
    <w:rsid w:val="00273EDD"/>
    <w:rsid w:val="0027796B"/>
    <w:rsid w:val="00282C6B"/>
    <w:rsid w:val="00287DBF"/>
    <w:rsid w:val="00297FBD"/>
    <w:rsid w:val="002C2B9B"/>
    <w:rsid w:val="002E454C"/>
    <w:rsid w:val="003019AC"/>
    <w:rsid w:val="00313221"/>
    <w:rsid w:val="003233ED"/>
    <w:rsid w:val="00325496"/>
    <w:rsid w:val="0035079A"/>
    <w:rsid w:val="00364DF8"/>
    <w:rsid w:val="0036702A"/>
    <w:rsid w:val="003733D3"/>
    <w:rsid w:val="00384FC4"/>
    <w:rsid w:val="00392F9E"/>
    <w:rsid w:val="00394A38"/>
    <w:rsid w:val="003A2C48"/>
    <w:rsid w:val="003A600B"/>
    <w:rsid w:val="003B4177"/>
    <w:rsid w:val="003B7DC8"/>
    <w:rsid w:val="003D1ED3"/>
    <w:rsid w:val="003D302D"/>
    <w:rsid w:val="003E4A4B"/>
    <w:rsid w:val="003F341C"/>
    <w:rsid w:val="003F7C23"/>
    <w:rsid w:val="004168A3"/>
    <w:rsid w:val="004279C0"/>
    <w:rsid w:val="00443336"/>
    <w:rsid w:val="004504FA"/>
    <w:rsid w:val="004745F3"/>
    <w:rsid w:val="00476DCF"/>
    <w:rsid w:val="004938CA"/>
    <w:rsid w:val="00496BF4"/>
    <w:rsid w:val="004A149E"/>
    <w:rsid w:val="004C60D9"/>
    <w:rsid w:val="004C6C53"/>
    <w:rsid w:val="004D14B1"/>
    <w:rsid w:val="005159C0"/>
    <w:rsid w:val="0052416C"/>
    <w:rsid w:val="005403A1"/>
    <w:rsid w:val="00554E59"/>
    <w:rsid w:val="00570D13"/>
    <w:rsid w:val="00577F2C"/>
    <w:rsid w:val="00587770"/>
    <w:rsid w:val="005B1D07"/>
    <w:rsid w:val="005C34AE"/>
    <w:rsid w:val="005C5108"/>
    <w:rsid w:val="005D7BD6"/>
    <w:rsid w:val="005E5E4E"/>
    <w:rsid w:val="005E77C9"/>
    <w:rsid w:val="005F1833"/>
    <w:rsid w:val="005F56B6"/>
    <w:rsid w:val="0060265C"/>
    <w:rsid w:val="00605799"/>
    <w:rsid w:val="006102C1"/>
    <w:rsid w:val="00612771"/>
    <w:rsid w:val="00616706"/>
    <w:rsid w:val="00624BE8"/>
    <w:rsid w:val="006376AB"/>
    <w:rsid w:val="00640D6A"/>
    <w:rsid w:val="00652E7C"/>
    <w:rsid w:val="00652EA1"/>
    <w:rsid w:val="00665E5E"/>
    <w:rsid w:val="00670846"/>
    <w:rsid w:val="00682F78"/>
    <w:rsid w:val="00690348"/>
    <w:rsid w:val="006B4B40"/>
    <w:rsid w:val="006C30BB"/>
    <w:rsid w:val="006C7065"/>
    <w:rsid w:val="006D08EF"/>
    <w:rsid w:val="006E1D3D"/>
    <w:rsid w:val="007069F2"/>
    <w:rsid w:val="007124F6"/>
    <w:rsid w:val="00716EFE"/>
    <w:rsid w:val="007366B0"/>
    <w:rsid w:val="0074010F"/>
    <w:rsid w:val="007729CF"/>
    <w:rsid w:val="00780ACC"/>
    <w:rsid w:val="00781C46"/>
    <w:rsid w:val="00794D43"/>
    <w:rsid w:val="007953DF"/>
    <w:rsid w:val="007955FE"/>
    <w:rsid w:val="00796E19"/>
    <w:rsid w:val="007A032D"/>
    <w:rsid w:val="007A7A7F"/>
    <w:rsid w:val="007B05A8"/>
    <w:rsid w:val="007B24AD"/>
    <w:rsid w:val="007E43F9"/>
    <w:rsid w:val="007F50C9"/>
    <w:rsid w:val="00802815"/>
    <w:rsid w:val="008100AA"/>
    <w:rsid w:val="00831035"/>
    <w:rsid w:val="00846CB0"/>
    <w:rsid w:val="00873AC2"/>
    <w:rsid w:val="008A058D"/>
    <w:rsid w:val="008A2440"/>
    <w:rsid w:val="008A41F7"/>
    <w:rsid w:val="008B1F84"/>
    <w:rsid w:val="008B4136"/>
    <w:rsid w:val="008C55EE"/>
    <w:rsid w:val="008E4A85"/>
    <w:rsid w:val="008E5CE0"/>
    <w:rsid w:val="008E7A4F"/>
    <w:rsid w:val="00900301"/>
    <w:rsid w:val="0090741A"/>
    <w:rsid w:val="009122E4"/>
    <w:rsid w:val="0097355E"/>
    <w:rsid w:val="00973FD0"/>
    <w:rsid w:val="00992EBD"/>
    <w:rsid w:val="0099400E"/>
    <w:rsid w:val="009973C0"/>
    <w:rsid w:val="009A5323"/>
    <w:rsid w:val="009B6260"/>
    <w:rsid w:val="009D01D8"/>
    <w:rsid w:val="009D51BF"/>
    <w:rsid w:val="009E40C9"/>
    <w:rsid w:val="009E4B17"/>
    <w:rsid w:val="009F749F"/>
    <w:rsid w:val="00A0669B"/>
    <w:rsid w:val="00A247EB"/>
    <w:rsid w:val="00A30806"/>
    <w:rsid w:val="00A33449"/>
    <w:rsid w:val="00A43240"/>
    <w:rsid w:val="00A8470B"/>
    <w:rsid w:val="00A87467"/>
    <w:rsid w:val="00A92030"/>
    <w:rsid w:val="00AA5ED3"/>
    <w:rsid w:val="00AA7816"/>
    <w:rsid w:val="00AB1441"/>
    <w:rsid w:val="00AC0A60"/>
    <w:rsid w:val="00AD3EFB"/>
    <w:rsid w:val="00AE28EA"/>
    <w:rsid w:val="00AF0F59"/>
    <w:rsid w:val="00AF66F7"/>
    <w:rsid w:val="00B03180"/>
    <w:rsid w:val="00B1042C"/>
    <w:rsid w:val="00B12256"/>
    <w:rsid w:val="00B237A3"/>
    <w:rsid w:val="00B261E1"/>
    <w:rsid w:val="00B36F00"/>
    <w:rsid w:val="00B40C36"/>
    <w:rsid w:val="00B5310A"/>
    <w:rsid w:val="00B62840"/>
    <w:rsid w:val="00B66724"/>
    <w:rsid w:val="00B768DB"/>
    <w:rsid w:val="00B776D0"/>
    <w:rsid w:val="00B809C9"/>
    <w:rsid w:val="00B96A9D"/>
    <w:rsid w:val="00B97FE3"/>
    <w:rsid w:val="00BA575E"/>
    <w:rsid w:val="00BC6145"/>
    <w:rsid w:val="00BD364B"/>
    <w:rsid w:val="00BD44B1"/>
    <w:rsid w:val="00BD645C"/>
    <w:rsid w:val="00BD6710"/>
    <w:rsid w:val="00BE241F"/>
    <w:rsid w:val="00BF5049"/>
    <w:rsid w:val="00C33633"/>
    <w:rsid w:val="00C53A17"/>
    <w:rsid w:val="00C56E1F"/>
    <w:rsid w:val="00C61AD8"/>
    <w:rsid w:val="00C6330A"/>
    <w:rsid w:val="00C67119"/>
    <w:rsid w:val="00C8574B"/>
    <w:rsid w:val="00C869E2"/>
    <w:rsid w:val="00CA4E04"/>
    <w:rsid w:val="00CA6630"/>
    <w:rsid w:val="00CA6B5F"/>
    <w:rsid w:val="00CD1AB9"/>
    <w:rsid w:val="00CD2275"/>
    <w:rsid w:val="00CD5244"/>
    <w:rsid w:val="00CD6F4F"/>
    <w:rsid w:val="00CE4F2C"/>
    <w:rsid w:val="00CE5E9C"/>
    <w:rsid w:val="00D02ECF"/>
    <w:rsid w:val="00D11EAC"/>
    <w:rsid w:val="00D1524F"/>
    <w:rsid w:val="00D31CA0"/>
    <w:rsid w:val="00D3705E"/>
    <w:rsid w:val="00D43C21"/>
    <w:rsid w:val="00D44D92"/>
    <w:rsid w:val="00D5524D"/>
    <w:rsid w:val="00D85842"/>
    <w:rsid w:val="00D859D5"/>
    <w:rsid w:val="00D976BA"/>
    <w:rsid w:val="00DA2403"/>
    <w:rsid w:val="00DA3817"/>
    <w:rsid w:val="00DC43E6"/>
    <w:rsid w:val="00DC7902"/>
    <w:rsid w:val="00DD277D"/>
    <w:rsid w:val="00E064C5"/>
    <w:rsid w:val="00E11BDF"/>
    <w:rsid w:val="00E17D8B"/>
    <w:rsid w:val="00E251F5"/>
    <w:rsid w:val="00E253A8"/>
    <w:rsid w:val="00E25F6E"/>
    <w:rsid w:val="00E27318"/>
    <w:rsid w:val="00E27A6B"/>
    <w:rsid w:val="00E30CA9"/>
    <w:rsid w:val="00E30DFB"/>
    <w:rsid w:val="00E30F77"/>
    <w:rsid w:val="00E42C9E"/>
    <w:rsid w:val="00E57D67"/>
    <w:rsid w:val="00E64390"/>
    <w:rsid w:val="00E72B7B"/>
    <w:rsid w:val="00E8644B"/>
    <w:rsid w:val="00EB32AA"/>
    <w:rsid w:val="00EC4A57"/>
    <w:rsid w:val="00EC4CEB"/>
    <w:rsid w:val="00ED6254"/>
    <w:rsid w:val="00ED64A4"/>
    <w:rsid w:val="00ED7D1D"/>
    <w:rsid w:val="00EE3D86"/>
    <w:rsid w:val="00EF0CE4"/>
    <w:rsid w:val="00EF63EC"/>
    <w:rsid w:val="00F075F1"/>
    <w:rsid w:val="00F132B6"/>
    <w:rsid w:val="00F164EB"/>
    <w:rsid w:val="00F35A20"/>
    <w:rsid w:val="00F40AE6"/>
    <w:rsid w:val="00F623EF"/>
    <w:rsid w:val="00F6402D"/>
    <w:rsid w:val="00F64A59"/>
    <w:rsid w:val="00FB0B94"/>
    <w:rsid w:val="00FE1C53"/>
    <w:rsid w:val="00FE3B26"/>
  </w:rsids>
  <m:mathPr>
    <m:mathFont m:val="Cambria Math"/>
    <m:brkBin m:val="before"/>
    <m:brkBinSub m:val="--"/>
    <m:smallFrac m:val="0"/>
    <m:dispDef/>
    <m:lMargin m:val="0"/>
    <m:rMargin m:val="0"/>
    <m:defJc m:val="centerGroup"/>
    <m:wrapIndent m:val="1440"/>
    <m:intLim m:val="subSup"/>
    <m:naryLim m:val="undOvr"/>
  </m:mathPr>
  <w:themeFontLang w:val="hr-H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B2C87A"/>
  <w15:chartTrackingRefBased/>
  <w15:docId w15:val="{04F88E7B-FB1F-4BEF-AE9C-C4722B939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Zaglavlje">
    <w:name w:val="header"/>
    <w:basedOn w:val="Normal"/>
    <w:link w:val="ZaglavljeChar"/>
    <w:uiPriority w:val="99"/>
    <w:unhideWhenUsed/>
    <w:rsid w:val="000D7E73"/>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0D7E73"/>
  </w:style>
  <w:style w:type="paragraph" w:styleId="Podnoje">
    <w:name w:val="footer"/>
    <w:basedOn w:val="Normal"/>
    <w:link w:val="PodnojeChar"/>
    <w:uiPriority w:val="99"/>
    <w:unhideWhenUsed/>
    <w:rsid w:val="000D7E73"/>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0D7E73"/>
  </w:style>
  <w:style w:type="paragraph" w:styleId="Odlomakpopisa">
    <w:name w:val="List Paragraph"/>
    <w:basedOn w:val="Normal"/>
    <w:uiPriority w:val="34"/>
    <w:qFormat/>
    <w:rsid w:val="00CA6630"/>
    <w:pPr>
      <w:spacing w:after="0" w:line="240" w:lineRule="auto"/>
      <w:ind w:left="720"/>
      <w:contextualSpacing/>
    </w:pPr>
    <w:rPr>
      <w:rFonts w:ascii="Times New Roman" w:eastAsiaTheme="minorEastAsia" w:hAnsi="Times New Roman" w:cs="Times New Roman"/>
      <w:lang w:eastAsia="hr-HR"/>
    </w:rPr>
  </w:style>
  <w:style w:type="paragraph" w:styleId="Bezproreda">
    <w:name w:val="No Spacing"/>
    <w:uiPriority w:val="1"/>
    <w:qFormat/>
    <w:rsid w:val="00DC43E6"/>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5987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risnik\Downloads\POUP_memorandum_predlozak.dotx"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3dbeb58-f35e-4ed1-86b4-cca7812cdbd0">
      <Terms xmlns="http://schemas.microsoft.com/office/infopath/2007/PartnerControls"/>
    </lcf76f155ced4ddcb4097134ff3c332f>
    <TaxCatchAll xmlns="0e14d938-83ef-4c4c-9017-355814bb39de" xsi:nil="true"/>
    <MediaLengthInSeconds xmlns="13dbeb58-f35e-4ed1-86b4-cca7812cdbd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6409CA4A4D05C145940396C2C1341F0C" ma:contentTypeVersion="13" ma:contentTypeDescription="Stvaranje novog dokumenta." ma:contentTypeScope="" ma:versionID="20de9bc5d5a553a7759a8132f76767da">
  <xsd:schema xmlns:xsd="http://www.w3.org/2001/XMLSchema" xmlns:xs="http://www.w3.org/2001/XMLSchema" xmlns:p="http://schemas.microsoft.com/office/2006/metadata/properties" xmlns:ns2="13dbeb58-f35e-4ed1-86b4-cca7812cdbd0" xmlns:ns3="0e14d938-83ef-4c4c-9017-355814bb39de" targetNamespace="http://schemas.microsoft.com/office/2006/metadata/properties" ma:root="true" ma:fieldsID="8740cb326963b2eff05abd4bbe1c3d65" ns2:_="" ns3:_="">
    <xsd:import namespace="13dbeb58-f35e-4ed1-86b4-cca7812cdbd0"/>
    <xsd:import namespace="0e14d938-83ef-4c4c-9017-355814bb39de"/>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MediaServiceOCR"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3dbeb58-f35e-4ed1-86b4-cca7812cdbd0"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Oznake slika" ma:readOnly="false" ma:fieldId="{5cf76f15-5ced-4ddc-b409-7134ff3c332f}" ma:taxonomyMulti="true" ma:sspId="f08e3787-782e-4993-8253-2e2e1d8f7b1e"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14d938-83ef-4c4c-9017-355814bb39de"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b2469818-4721-4932-b2c4-69ae38db52f1}" ma:internalName="TaxCatchAll" ma:showField="CatchAllData" ma:web="0e14d938-83ef-4c4c-9017-355814bb39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86BDBE1-E8BB-41E8-B75F-502DFD575C3E}">
  <ds:schemaRefs>
    <ds:schemaRef ds:uri="http://schemas.microsoft.com/sharepoint/v3/contenttype/forms"/>
  </ds:schemaRefs>
</ds:datastoreItem>
</file>

<file path=customXml/itemProps2.xml><?xml version="1.0" encoding="utf-8"?>
<ds:datastoreItem xmlns:ds="http://schemas.openxmlformats.org/officeDocument/2006/customXml" ds:itemID="{1E092AE6-EB9A-4203-85FC-9CAA41BB7202}">
  <ds:schemaRefs>
    <ds:schemaRef ds:uri="http://schemas.openxmlformats.org/officeDocument/2006/bibliography"/>
  </ds:schemaRefs>
</ds:datastoreItem>
</file>

<file path=customXml/itemProps3.xml><?xml version="1.0" encoding="utf-8"?>
<ds:datastoreItem xmlns:ds="http://schemas.openxmlformats.org/officeDocument/2006/customXml" ds:itemID="{55A00C30-D37E-4C3C-9E3A-34B7CA223F88}">
  <ds:schemaRefs>
    <ds:schemaRef ds:uri="http://schemas.microsoft.com/office/2006/metadata/properties"/>
    <ds:schemaRef ds:uri="http://schemas.microsoft.com/office/infopath/2007/PartnerControls"/>
    <ds:schemaRef ds:uri="13dbeb58-f35e-4ed1-86b4-cca7812cdbd0"/>
    <ds:schemaRef ds:uri="0e14d938-83ef-4c4c-9017-355814bb39de"/>
  </ds:schemaRefs>
</ds:datastoreItem>
</file>

<file path=customXml/itemProps4.xml><?xml version="1.0" encoding="utf-8"?>
<ds:datastoreItem xmlns:ds="http://schemas.openxmlformats.org/officeDocument/2006/customXml" ds:itemID="{13E77B36-4BA5-479D-B2C5-39A4CB5A27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3dbeb58-f35e-4ed1-86b4-cca7812cdbd0"/>
    <ds:schemaRef ds:uri="0e14d938-83ef-4c4c-9017-355814bb39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POUP_memorandum_predlozak</Template>
  <TotalTime>673</TotalTime>
  <Pages>17</Pages>
  <Words>5265</Words>
  <Characters>30012</Characters>
  <Application>Microsoft Office Word</Application>
  <DocSecurity>0</DocSecurity>
  <Lines>250</Lines>
  <Paragraphs>70</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35207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Davor Špoljar</cp:lastModifiedBy>
  <cp:revision>251</cp:revision>
  <cp:lastPrinted>2022-10-11T09:22:00Z</cp:lastPrinted>
  <dcterms:created xsi:type="dcterms:W3CDTF">2022-12-08T15:22:00Z</dcterms:created>
  <dcterms:modified xsi:type="dcterms:W3CDTF">2025-03-07T11:21:00Z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0x0101006409CA4A4D05C145940396C2C1341F0C</vt:lpwstr>
  </property>
  <property fmtid="{D5CDD505-2E9C-101B-9397-08002B2CF9AE}" pid="3" name="Order">
    <vt:r8>8117100</vt:r8>
  </property>
  <property fmtid="{D5CDD505-2E9C-101B-9397-08002B2CF9AE}" pid="4" name="_ExtendedDescription">
    <vt:lpwstr/>
  </property>
  <property fmtid="{D5CDD505-2E9C-101B-9397-08002B2CF9AE}" pid="5" name="TriggerFlowInfo">
    <vt:lpwstr/>
  </property>
  <property fmtid="{D5CDD505-2E9C-101B-9397-08002B2CF9AE}" pid="6" name="ComplianceAssetId">
    <vt:lpwstr/>
  </property>
  <property fmtid="{D5CDD505-2E9C-101B-9397-08002B2CF9AE}" pid="7" name="MediaServiceImageTags">
    <vt:lpwstr/>
  </property>
</Properties>
</file>